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7"/>
        <w:gridCol w:w="1835"/>
        <w:gridCol w:w="1420"/>
        <w:gridCol w:w="1370"/>
        <w:gridCol w:w="1128"/>
        <w:gridCol w:w="6"/>
        <w:gridCol w:w="849"/>
        <w:gridCol w:w="6"/>
        <w:gridCol w:w="990"/>
        <w:gridCol w:w="6"/>
        <w:gridCol w:w="1111"/>
        <w:gridCol w:w="868"/>
        <w:gridCol w:w="14"/>
        <w:gridCol w:w="1133"/>
        <w:gridCol w:w="6"/>
        <w:gridCol w:w="1694"/>
        <w:gridCol w:w="6"/>
        <w:gridCol w:w="1265"/>
        <w:gridCol w:w="6"/>
        <w:gridCol w:w="1778"/>
      </w:tblGrid>
      <w:tr w:rsidR="00DA5F40" w:rsidRPr="005A7E6C" w:rsidTr="00915357">
        <w:tc>
          <w:tcPr>
            <w:tcW w:w="16018" w:type="dxa"/>
            <w:gridSpan w:val="20"/>
            <w:tcBorders>
              <w:top w:val="nil"/>
              <w:left w:val="nil"/>
              <w:right w:val="nil"/>
            </w:tcBorders>
          </w:tcPr>
          <w:p w:rsidR="00DA5F40" w:rsidRPr="005A7E6C" w:rsidRDefault="00DA5F40" w:rsidP="0091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7E6C">
              <w:rPr>
                <w:rFonts w:ascii="Times New Roman" w:hAnsi="Times New Roman"/>
                <w:b/>
                <w:sz w:val="28"/>
                <w:szCs w:val="28"/>
              </w:rPr>
              <w:t xml:space="preserve">Сведения </w:t>
            </w:r>
          </w:p>
          <w:p w:rsidR="00DA5F40" w:rsidRDefault="00DA5F40" w:rsidP="0091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7E6C">
              <w:rPr>
                <w:rFonts w:ascii="Times New Roman" w:hAnsi="Times New Roman"/>
                <w:b/>
                <w:sz w:val="28"/>
                <w:szCs w:val="28"/>
              </w:rPr>
              <w:t xml:space="preserve">о доходах, расходах, об имуществе и обязательствах имущественного характера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лиц, </w:t>
            </w:r>
            <w:r w:rsidRPr="00D23170">
              <w:rPr>
                <w:rFonts w:ascii="Times New Roman" w:hAnsi="Times New Roman"/>
                <w:b/>
                <w:sz w:val="28"/>
                <w:szCs w:val="28"/>
              </w:rPr>
              <w:t xml:space="preserve">замещающих </w:t>
            </w:r>
          </w:p>
          <w:p w:rsidR="00DA5F40" w:rsidRPr="005A7E6C" w:rsidRDefault="00DA5F40" w:rsidP="0091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3170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муниципальные должности в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Администрации </w:t>
            </w:r>
            <w:r w:rsidRPr="00D23170">
              <w:rPr>
                <w:rFonts w:ascii="Times New Roman" w:hAnsi="Times New Roman"/>
                <w:b/>
                <w:sz w:val="28"/>
                <w:szCs w:val="28"/>
              </w:rPr>
              <w:t>МО «Поселок Амдерма»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НАО</w:t>
            </w:r>
          </w:p>
          <w:p w:rsidR="00DA5F40" w:rsidRPr="005A7E6C" w:rsidRDefault="00DA5F40" w:rsidP="0091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7E6C">
              <w:rPr>
                <w:rFonts w:ascii="Times New Roman" w:hAnsi="Times New Roman"/>
                <w:b/>
                <w:sz w:val="28"/>
                <w:szCs w:val="28"/>
              </w:rPr>
              <w:t xml:space="preserve">и членов его семьи за период с 1 января 2019 года по 31 декабря 2019 года </w:t>
            </w:r>
          </w:p>
          <w:p w:rsidR="00DA5F40" w:rsidRPr="005A7E6C" w:rsidRDefault="00DA5F40" w:rsidP="0091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A5F40" w:rsidRPr="005A7E6C" w:rsidTr="00915357">
        <w:trPr>
          <w:trHeight w:val="874"/>
        </w:trPr>
        <w:tc>
          <w:tcPr>
            <w:tcW w:w="527" w:type="dxa"/>
            <w:vMerge w:val="restart"/>
          </w:tcPr>
          <w:p w:rsidR="00DA5F40" w:rsidRPr="005A7E6C" w:rsidRDefault="00DA5F40" w:rsidP="0091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835" w:type="dxa"/>
            <w:vMerge w:val="restart"/>
          </w:tcPr>
          <w:p w:rsidR="00DA5F40" w:rsidRPr="005A7E6C" w:rsidRDefault="00DA5F40" w:rsidP="0091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20" w:type="dxa"/>
            <w:vMerge w:val="restart"/>
          </w:tcPr>
          <w:p w:rsidR="00DA5F40" w:rsidRPr="005A7E6C" w:rsidRDefault="00DA5F40" w:rsidP="0091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349" w:type="dxa"/>
            <w:gridSpan w:val="6"/>
          </w:tcPr>
          <w:p w:rsidR="00DA5F40" w:rsidRPr="005A7E6C" w:rsidRDefault="00DA5F40" w:rsidP="0091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32" w:type="dxa"/>
            <w:gridSpan w:val="5"/>
          </w:tcPr>
          <w:p w:rsidR="00DA5F40" w:rsidRPr="005A7E6C" w:rsidRDefault="00DA5F40" w:rsidP="0091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0" w:type="dxa"/>
            <w:gridSpan w:val="2"/>
            <w:vMerge w:val="restart"/>
          </w:tcPr>
          <w:p w:rsidR="00DA5F40" w:rsidRPr="005A7E6C" w:rsidRDefault="00DA5F40" w:rsidP="0091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1" w:type="dxa"/>
            <w:gridSpan w:val="2"/>
            <w:vMerge w:val="restart"/>
          </w:tcPr>
          <w:p w:rsidR="00DA5F40" w:rsidRPr="005A7E6C" w:rsidRDefault="00DA5F40" w:rsidP="0091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784" w:type="dxa"/>
            <w:gridSpan w:val="2"/>
            <w:vMerge w:val="restart"/>
          </w:tcPr>
          <w:p w:rsidR="00DA5F40" w:rsidRPr="005A7E6C" w:rsidRDefault="00DA5F40" w:rsidP="0091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источник)</w:t>
            </w:r>
          </w:p>
        </w:tc>
      </w:tr>
      <w:tr w:rsidR="00DA5F40" w:rsidRPr="005A7E6C" w:rsidTr="00915357">
        <w:trPr>
          <w:trHeight w:val="539"/>
        </w:trPr>
        <w:tc>
          <w:tcPr>
            <w:tcW w:w="527" w:type="dxa"/>
            <w:vMerge/>
          </w:tcPr>
          <w:p w:rsidR="00DA5F40" w:rsidRPr="005A7E6C" w:rsidRDefault="00DA5F40" w:rsidP="0091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DA5F40" w:rsidRPr="005A7E6C" w:rsidRDefault="00DA5F40" w:rsidP="0091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DA5F40" w:rsidRPr="005A7E6C" w:rsidRDefault="00DA5F40" w:rsidP="0091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DA5F40" w:rsidRPr="005A7E6C" w:rsidRDefault="00DA5F40" w:rsidP="0091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128" w:type="dxa"/>
          </w:tcPr>
          <w:p w:rsidR="00DA5F40" w:rsidRPr="005A7E6C" w:rsidRDefault="00DA5F40" w:rsidP="0091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5" w:type="dxa"/>
            <w:gridSpan w:val="2"/>
          </w:tcPr>
          <w:p w:rsidR="00DA5F40" w:rsidRPr="005A7E6C" w:rsidRDefault="00DA5F40" w:rsidP="0091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96" w:type="dxa"/>
            <w:gridSpan w:val="2"/>
          </w:tcPr>
          <w:p w:rsidR="00DA5F40" w:rsidRPr="005A7E6C" w:rsidRDefault="00DA5F40" w:rsidP="0091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17" w:type="dxa"/>
            <w:gridSpan w:val="2"/>
          </w:tcPr>
          <w:p w:rsidR="00DA5F40" w:rsidRPr="005A7E6C" w:rsidRDefault="00DA5F40" w:rsidP="0091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868" w:type="dxa"/>
          </w:tcPr>
          <w:p w:rsidR="00DA5F40" w:rsidRPr="005A7E6C" w:rsidRDefault="00DA5F40" w:rsidP="0091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147" w:type="dxa"/>
            <w:gridSpan w:val="2"/>
          </w:tcPr>
          <w:p w:rsidR="00DA5F40" w:rsidRPr="005A7E6C" w:rsidRDefault="00DA5F40" w:rsidP="0091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0" w:type="dxa"/>
            <w:gridSpan w:val="2"/>
            <w:vMerge/>
          </w:tcPr>
          <w:p w:rsidR="00DA5F40" w:rsidRPr="005A7E6C" w:rsidRDefault="00DA5F40" w:rsidP="0091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vMerge/>
          </w:tcPr>
          <w:p w:rsidR="00DA5F40" w:rsidRPr="005A7E6C" w:rsidRDefault="00DA5F40" w:rsidP="0091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4" w:type="dxa"/>
            <w:gridSpan w:val="2"/>
            <w:vMerge/>
          </w:tcPr>
          <w:p w:rsidR="00DA5F40" w:rsidRPr="005A7E6C" w:rsidRDefault="00DA5F40" w:rsidP="0091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5F40" w:rsidRPr="005A7E6C" w:rsidTr="00915357">
        <w:trPr>
          <w:trHeight w:val="705"/>
        </w:trPr>
        <w:tc>
          <w:tcPr>
            <w:tcW w:w="527" w:type="dxa"/>
            <w:vMerge w:val="restart"/>
          </w:tcPr>
          <w:p w:rsidR="00DA5F40" w:rsidRPr="005A7E6C" w:rsidRDefault="00DA5F40" w:rsidP="0091535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A7E6C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835" w:type="dxa"/>
          </w:tcPr>
          <w:p w:rsidR="00DA5F40" w:rsidRDefault="00DA5F40" w:rsidP="009153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Рыбалка</w:t>
            </w:r>
          </w:p>
          <w:p w:rsidR="00DA5F40" w:rsidRPr="005A7E6C" w:rsidRDefault="00DA5F40" w:rsidP="009153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Евгений Николаевич</w:t>
            </w:r>
          </w:p>
        </w:tc>
        <w:tc>
          <w:tcPr>
            <w:tcW w:w="1420" w:type="dxa"/>
          </w:tcPr>
          <w:p w:rsidR="00DA5F40" w:rsidRPr="005A7E6C" w:rsidRDefault="00DA5F40" w:rsidP="0091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 - финансист</w:t>
            </w:r>
          </w:p>
        </w:tc>
        <w:tc>
          <w:tcPr>
            <w:tcW w:w="1370" w:type="dxa"/>
          </w:tcPr>
          <w:p w:rsidR="00DA5F40" w:rsidRPr="005A7E6C" w:rsidRDefault="00DA5F40" w:rsidP="00E521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</w:tcPr>
          <w:p w:rsidR="00DA5F40" w:rsidRPr="005A7E6C" w:rsidRDefault="00DA5F40" w:rsidP="00E521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5" w:type="dxa"/>
            <w:gridSpan w:val="2"/>
          </w:tcPr>
          <w:p w:rsidR="00DA5F40" w:rsidRPr="005A7E6C" w:rsidRDefault="00DA5F40" w:rsidP="00E521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49,1</w:t>
            </w:r>
          </w:p>
        </w:tc>
        <w:tc>
          <w:tcPr>
            <w:tcW w:w="996" w:type="dxa"/>
            <w:gridSpan w:val="2"/>
          </w:tcPr>
          <w:p w:rsidR="00DA5F40" w:rsidRPr="005A7E6C" w:rsidRDefault="00DA5F40" w:rsidP="00E521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11" w:type="dxa"/>
          </w:tcPr>
          <w:p w:rsidR="00DA5F40" w:rsidRPr="005A7E6C" w:rsidRDefault="00DA5F40" w:rsidP="00915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82" w:type="dxa"/>
            <w:gridSpan w:val="2"/>
          </w:tcPr>
          <w:p w:rsidR="00DA5F40" w:rsidRPr="005A7E6C" w:rsidRDefault="00DA5F40" w:rsidP="00915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43,1</w:t>
            </w:r>
          </w:p>
        </w:tc>
        <w:tc>
          <w:tcPr>
            <w:tcW w:w="1139" w:type="dxa"/>
            <w:gridSpan w:val="2"/>
          </w:tcPr>
          <w:p w:rsidR="00DA5F40" w:rsidRPr="005A7E6C" w:rsidRDefault="00DA5F40" w:rsidP="00915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0" w:type="dxa"/>
            <w:gridSpan w:val="2"/>
          </w:tcPr>
          <w:p w:rsidR="00DA5F40" w:rsidRPr="005A7E6C" w:rsidRDefault="00DA5F40" w:rsidP="00915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  <w:gridSpan w:val="2"/>
          </w:tcPr>
          <w:p w:rsidR="00DA5F40" w:rsidRPr="005A7E6C" w:rsidRDefault="00DA5F40" w:rsidP="00915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1211775,84</w:t>
            </w:r>
          </w:p>
        </w:tc>
        <w:tc>
          <w:tcPr>
            <w:tcW w:w="1778" w:type="dxa"/>
          </w:tcPr>
          <w:p w:rsidR="00DA5F40" w:rsidRPr="005A7E6C" w:rsidRDefault="00DA5F40" w:rsidP="00915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A5F40" w:rsidRPr="005A7E6C" w:rsidTr="009416DB">
        <w:trPr>
          <w:trHeight w:val="705"/>
        </w:trPr>
        <w:tc>
          <w:tcPr>
            <w:tcW w:w="527" w:type="dxa"/>
            <w:vMerge/>
          </w:tcPr>
          <w:p w:rsidR="00DA5F40" w:rsidRPr="005A7E6C" w:rsidRDefault="00DA5F40" w:rsidP="0091535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DA5F40" w:rsidRPr="005A7E6C" w:rsidRDefault="00DA5F40" w:rsidP="009153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A7E6C">
              <w:rPr>
                <w:rFonts w:ascii="Times New Roman" w:hAnsi="Times New Roman"/>
                <w:b/>
                <w:sz w:val="20"/>
                <w:szCs w:val="20"/>
              </w:rPr>
              <w:t>Супруг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5A7E6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20" w:type="dxa"/>
          </w:tcPr>
          <w:p w:rsidR="00DA5F40" w:rsidRPr="005A7E6C" w:rsidRDefault="00DA5F40" w:rsidP="0091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DA5F40" w:rsidRPr="005A7E6C" w:rsidRDefault="00DA5F40" w:rsidP="00915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DA5F40" w:rsidRPr="005A7E6C" w:rsidRDefault="00DA5F40" w:rsidP="00915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gridSpan w:val="2"/>
          </w:tcPr>
          <w:p w:rsidR="00DA5F40" w:rsidRPr="005A7E6C" w:rsidRDefault="00DA5F40" w:rsidP="00915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</w:tcPr>
          <w:p w:rsidR="00DA5F40" w:rsidRPr="005A7E6C" w:rsidRDefault="00DA5F40" w:rsidP="00915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11" w:type="dxa"/>
          </w:tcPr>
          <w:p w:rsidR="00DA5F40" w:rsidRPr="005A7E6C" w:rsidRDefault="00DA5F40" w:rsidP="00915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82" w:type="dxa"/>
            <w:gridSpan w:val="2"/>
          </w:tcPr>
          <w:p w:rsidR="00DA5F40" w:rsidRPr="005A7E6C" w:rsidRDefault="00DA5F40" w:rsidP="00915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43,1</w:t>
            </w:r>
          </w:p>
        </w:tc>
        <w:tc>
          <w:tcPr>
            <w:tcW w:w="1139" w:type="dxa"/>
            <w:gridSpan w:val="2"/>
          </w:tcPr>
          <w:p w:rsidR="00DA5F40" w:rsidRPr="005A7E6C" w:rsidRDefault="00DA5F40" w:rsidP="00915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E6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0" w:type="dxa"/>
            <w:gridSpan w:val="2"/>
          </w:tcPr>
          <w:p w:rsidR="00DA5F40" w:rsidRPr="005A7E6C" w:rsidRDefault="00DA5F40" w:rsidP="00915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21074</w:t>
            </w:r>
          </w:p>
        </w:tc>
        <w:tc>
          <w:tcPr>
            <w:tcW w:w="1271" w:type="dxa"/>
            <w:gridSpan w:val="2"/>
          </w:tcPr>
          <w:p w:rsidR="00DA5F40" w:rsidRPr="005A7E6C" w:rsidRDefault="00DA5F40" w:rsidP="00915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246960,71</w:t>
            </w:r>
          </w:p>
        </w:tc>
        <w:tc>
          <w:tcPr>
            <w:tcW w:w="1778" w:type="dxa"/>
          </w:tcPr>
          <w:p w:rsidR="00DA5F40" w:rsidRPr="005A7E6C" w:rsidRDefault="00DA5F40" w:rsidP="00915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DA5F40" w:rsidRDefault="00DA5F40" w:rsidP="002E2BF6"/>
    <w:sectPr w:rsidR="00DA5F40" w:rsidSect="00D0522E">
      <w:type w:val="continuous"/>
      <w:pgSz w:w="16838" w:h="11906" w:orient="landscape" w:code="9"/>
      <w:pgMar w:top="567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5A1C"/>
    <w:rsid w:val="00004220"/>
    <w:rsid w:val="0006526F"/>
    <w:rsid w:val="000B7332"/>
    <w:rsid w:val="000E7BAD"/>
    <w:rsid w:val="00132ECA"/>
    <w:rsid w:val="00190176"/>
    <w:rsid w:val="001B73FB"/>
    <w:rsid w:val="00277FBD"/>
    <w:rsid w:val="002A7D6D"/>
    <w:rsid w:val="002C410C"/>
    <w:rsid w:val="002E2BF6"/>
    <w:rsid w:val="002F2922"/>
    <w:rsid w:val="00306327"/>
    <w:rsid w:val="003767B5"/>
    <w:rsid w:val="005A7E6C"/>
    <w:rsid w:val="005F7AD1"/>
    <w:rsid w:val="0060514F"/>
    <w:rsid w:val="00691B95"/>
    <w:rsid w:val="006F5A1C"/>
    <w:rsid w:val="007F3B84"/>
    <w:rsid w:val="008D1785"/>
    <w:rsid w:val="008E6DFC"/>
    <w:rsid w:val="00915357"/>
    <w:rsid w:val="009416DB"/>
    <w:rsid w:val="009710A8"/>
    <w:rsid w:val="00A5060B"/>
    <w:rsid w:val="00A838BA"/>
    <w:rsid w:val="00AB0A45"/>
    <w:rsid w:val="00AF71D8"/>
    <w:rsid w:val="00BD3477"/>
    <w:rsid w:val="00BF0C6C"/>
    <w:rsid w:val="00C47D83"/>
    <w:rsid w:val="00CF61CD"/>
    <w:rsid w:val="00D00CFE"/>
    <w:rsid w:val="00D0522E"/>
    <w:rsid w:val="00D134BA"/>
    <w:rsid w:val="00D23170"/>
    <w:rsid w:val="00D715C3"/>
    <w:rsid w:val="00D9504A"/>
    <w:rsid w:val="00DA5F40"/>
    <w:rsid w:val="00DC7631"/>
    <w:rsid w:val="00E52132"/>
    <w:rsid w:val="00F878D0"/>
    <w:rsid w:val="00FC3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A1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F5A1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05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62</TotalTime>
  <Pages>1</Pages>
  <Words>137</Words>
  <Characters>787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 Иван Алексеевич</dc:creator>
  <cp:keywords/>
  <dc:description/>
  <cp:lastModifiedBy>sekret</cp:lastModifiedBy>
  <cp:revision>14</cp:revision>
  <cp:lastPrinted>2018-05-14T07:06:00Z</cp:lastPrinted>
  <dcterms:created xsi:type="dcterms:W3CDTF">2018-05-11T14:00:00Z</dcterms:created>
  <dcterms:modified xsi:type="dcterms:W3CDTF">2020-08-20T07:31:00Z</dcterms:modified>
</cp:coreProperties>
</file>