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7"/>
        <w:gridCol w:w="1835"/>
        <w:gridCol w:w="1420"/>
        <w:gridCol w:w="1370"/>
        <w:gridCol w:w="1128"/>
        <w:gridCol w:w="6"/>
        <w:gridCol w:w="849"/>
        <w:gridCol w:w="6"/>
        <w:gridCol w:w="990"/>
        <w:gridCol w:w="6"/>
        <w:gridCol w:w="1124"/>
        <w:gridCol w:w="6"/>
        <w:gridCol w:w="849"/>
        <w:gridCol w:w="14"/>
        <w:gridCol w:w="1133"/>
        <w:gridCol w:w="6"/>
        <w:gridCol w:w="1694"/>
        <w:gridCol w:w="6"/>
        <w:gridCol w:w="1265"/>
        <w:gridCol w:w="6"/>
        <w:gridCol w:w="1778"/>
      </w:tblGrid>
      <w:tr w:rsidR="00EB3356" w:rsidRPr="00D23170" w:rsidTr="00D23170">
        <w:tc>
          <w:tcPr>
            <w:tcW w:w="16018" w:type="dxa"/>
            <w:gridSpan w:val="21"/>
            <w:tcBorders>
              <w:top w:val="nil"/>
              <w:left w:val="nil"/>
              <w:right w:val="nil"/>
            </w:tcBorders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Сведения </w:t>
            </w:r>
          </w:p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о доходах, расходах, об имуществе и обязательствах имущественного характера лиц, замещающих муниципальные должности в МО «Поселок Амдерма», и членов их семей </w:t>
            </w:r>
          </w:p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 период с 1 января 2018 года по 31 декабря 2018</w:t>
            </w:r>
            <w:r w:rsidRPr="00D23170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B3356" w:rsidRPr="00D23170" w:rsidTr="00D23170">
        <w:trPr>
          <w:trHeight w:val="1649"/>
        </w:trPr>
        <w:tc>
          <w:tcPr>
            <w:tcW w:w="527" w:type="dxa"/>
            <w:vMerge w:val="restart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35" w:type="dxa"/>
            <w:vMerge w:val="restart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0" w:type="dxa"/>
            <w:vMerge w:val="restart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349" w:type="dxa"/>
            <w:gridSpan w:val="6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2" w:type="dxa"/>
            <w:gridSpan w:val="6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gridSpan w:val="2"/>
            <w:vMerge w:val="restart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1" w:type="dxa"/>
            <w:gridSpan w:val="2"/>
            <w:vMerge w:val="restart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84" w:type="dxa"/>
            <w:gridSpan w:val="2"/>
            <w:vMerge w:val="restart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  <w:bookmarkStart w:id="0" w:name="_GoBack"/>
            <w:bookmarkEnd w:id="0"/>
          </w:p>
        </w:tc>
      </w:tr>
      <w:tr w:rsidR="00EB3356" w:rsidRPr="00D23170" w:rsidTr="00D23170">
        <w:trPr>
          <w:trHeight w:val="539"/>
        </w:trPr>
        <w:tc>
          <w:tcPr>
            <w:tcW w:w="527" w:type="dxa"/>
            <w:vMerge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28" w:type="dxa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5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996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0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55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Площадь (кв.м.)</w:t>
            </w:r>
          </w:p>
        </w:tc>
        <w:tc>
          <w:tcPr>
            <w:tcW w:w="1147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0" w:type="dxa"/>
            <w:gridSpan w:val="2"/>
            <w:vMerge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vMerge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3356" w:rsidRPr="00D23170" w:rsidTr="00E3740F">
        <w:trPr>
          <w:trHeight w:val="715"/>
        </w:trPr>
        <w:tc>
          <w:tcPr>
            <w:tcW w:w="527" w:type="dxa"/>
          </w:tcPr>
          <w:p w:rsidR="00EB3356" w:rsidRPr="00D23170" w:rsidRDefault="00EB3356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835" w:type="dxa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Куликов Александр Иванович</w:t>
            </w:r>
          </w:p>
        </w:tc>
        <w:tc>
          <w:tcPr>
            <w:tcW w:w="1420" w:type="dxa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Глава МО «Поселок Амдерма»</w:t>
            </w:r>
          </w:p>
        </w:tc>
        <w:tc>
          <w:tcPr>
            <w:tcW w:w="12236" w:type="dxa"/>
            <w:gridSpan w:val="18"/>
          </w:tcPr>
          <w:p w:rsidR="00EB3356" w:rsidRPr="0074129E" w:rsidRDefault="00EB3356" w:rsidP="00DC3B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29E">
              <w:rPr>
                <w:rFonts w:ascii="Times New Roman" w:hAnsi="Times New Roman"/>
                <w:sz w:val="20"/>
                <w:szCs w:val="20"/>
              </w:rPr>
              <w:t>Сведения о доходах, расходах, об имуществе и обязательствах имущественного характера не представлены.</w:t>
            </w:r>
          </w:p>
        </w:tc>
      </w:tr>
      <w:tr w:rsidR="00EB3356" w:rsidRPr="00D23170" w:rsidTr="00AB0A45">
        <w:trPr>
          <w:trHeight w:val="685"/>
        </w:trPr>
        <w:tc>
          <w:tcPr>
            <w:tcW w:w="527" w:type="dxa"/>
            <w:vMerge w:val="restart"/>
          </w:tcPr>
          <w:p w:rsidR="00EB3356" w:rsidRPr="00D23170" w:rsidRDefault="00EB3356" w:rsidP="00D231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23170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835" w:type="dxa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Златова Маргарита Владимировна</w:t>
            </w:r>
          </w:p>
        </w:tc>
        <w:tc>
          <w:tcPr>
            <w:tcW w:w="1420" w:type="dxa"/>
          </w:tcPr>
          <w:p w:rsidR="00EB3356" w:rsidRPr="00D23170" w:rsidRDefault="00EB3356" w:rsidP="00D23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Муниципаль-ный служащий</w:t>
            </w:r>
          </w:p>
        </w:tc>
        <w:tc>
          <w:tcPr>
            <w:tcW w:w="1370" w:type="dxa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EB3356" w:rsidRPr="00D23170" w:rsidRDefault="00EB3356" w:rsidP="00D23170">
            <w:pPr>
              <w:spacing w:after="0" w:line="240" w:lineRule="auto"/>
            </w:pPr>
            <w:r>
              <w:t>-</w:t>
            </w:r>
          </w:p>
        </w:tc>
        <w:tc>
          <w:tcPr>
            <w:tcW w:w="1130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39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EB3356" w:rsidRPr="00AB0A45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1 118 021,39</w:t>
            </w:r>
          </w:p>
        </w:tc>
        <w:tc>
          <w:tcPr>
            <w:tcW w:w="1778" w:type="dxa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3356" w:rsidRPr="00D23170" w:rsidTr="00D23170">
        <w:tc>
          <w:tcPr>
            <w:tcW w:w="527" w:type="dxa"/>
            <w:vMerge/>
          </w:tcPr>
          <w:p w:rsidR="00EB3356" w:rsidRPr="00D23170" w:rsidRDefault="00EB3356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EB3356" w:rsidRPr="00D23170" w:rsidRDefault="00EB3356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20" w:type="dxa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Индиви-дуальная</w:t>
            </w:r>
          </w:p>
        </w:tc>
        <w:tc>
          <w:tcPr>
            <w:tcW w:w="855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2317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6" w:type="dxa"/>
            <w:gridSpan w:val="2"/>
          </w:tcPr>
          <w:p w:rsidR="00EB3356" w:rsidRPr="00D23170" w:rsidRDefault="00EB3356" w:rsidP="00D23170">
            <w:pPr>
              <w:spacing w:after="0" w:line="240" w:lineRule="auto"/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0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Pr="00D23170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9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EB3356" w:rsidRPr="001B73FB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1 753687,70</w:t>
            </w:r>
          </w:p>
        </w:tc>
        <w:tc>
          <w:tcPr>
            <w:tcW w:w="1778" w:type="dxa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B3356" w:rsidRPr="00D23170" w:rsidTr="00D23170">
        <w:tc>
          <w:tcPr>
            <w:tcW w:w="527" w:type="dxa"/>
            <w:vMerge/>
          </w:tcPr>
          <w:p w:rsidR="00EB3356" w:rsidRPr="00D23170" w:rsidRDefault="00EB3356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</w:tcPr>
          <w:p w:rsidR="00EB3356" w:rsidRPr="00D23170" w:rsidRDefault="00EB3356" w:rsidP="00D2317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20" w:type="dxa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</w:tcPr>
          <w:p w:rsidR="00EB3356" w:rsidRPr="00D23170" w:rsidRDefault="00EB3356" w:rsidP="00D23170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0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39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0" w:type="dxa"/>
            <w:gridSpan w:val="2"/>
          </w:tcPr>
          <w:p w:rsidR="00EB3356" w:rsidRPr="001B73FB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F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1" w:type="dxa"/>
            <w:gridSpan w:val="2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8" w:type="dxa"/>
          </w:tcPr>
          <w:p w:rsidR="00EB3356" w:rsidRPr="00D23170" w:rsidRDefault="00EB3356" w:rsidP="00D231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17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B3356" w:rsidRDefault="00EB3356" w:rsidP="00A5060B">
      <w:pPr>
        <w:jc w:val="center"/>
      </w:pPr>
    </w:p>
    <w:sectPr w:rsidR="00EB3356" w:rsidSect="00D0522E">
      <w:type w:val="continuous"/>
      <w:pgSz w:w="16838" w:h="11906" w:orient="landscape" w:code="9"/>
      <w:pgMar w:top="567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A1C"/>
    <w:rsid w:val="00004220"/>
    <w:rsid w:val="00045660"/>
    <w:rsid w:val="0006526F"/>
    <w:rsid w:val="00096ED7"/>
    <w:rsid w:val="000B7332"/>
    <w:rsid w:val="00132ECA"/>
    <w:rsid w:val="00144376"/>
    <w:rsid w:val="0019264E"/>
    <w:rsid w:val="001B73FB"/>
    <w:rsid w:val="00277FBD"/>
    <w:rsid w:val="002C410C"/>
    <w:rsid w:val="002F2922"/>
    <w:rsid w:val="0037635F"/>
    <w:rsid w:val="003767B5"/>
    <w:rsid w:val="00596440"/>
    <w:rsid w:val="005F7AD1"/>
    <w:rsid w:val="00691B95"/>
    <w:rsid w:val="006F5A1C"/>
    <w:rsid w:val="0074129E"/>
    <w:rsid w:val="007F3B84"/>
    <w:rsid w:val="008D1785"/>
    <w:rsid w:val="008E6DFC"/>
    <w:rsid w:val="009D327B"/>
    <w:rsid w:val="00A5060B"/>
    <w:rsid w:val="00A6033C"/>
    <w:rsid w:val="00A838BA"/>
    <w:rsid w:val="00AB0A45"/>
    <w:rsid w:val="00AF71D8"/>
    <w:rsid w:val="00B44E1F"/>
    <w:rsid w:val="00B6743C"/>
    <w:rsid w:val="00BA7182"/>
    <w:rsid w:val="00BE7986"/>
    <w:rsid w:val="00C47D83"/>
    <w:rsid w:val="00CF4C58"/>
    <w:rsid w:val="00D00CFE"/>
    <w:rsid w:val="00D0522E"/>
    <w:rsid w:val="00D134BA"/>
    <w:rsid w:val="00D23170"/>
    <w:rsid w:val="00D9504A"/>
    <w:rsid w:val="00DC3B7B"/>
    <w:rsid w:val="00DC7631"/>
    <w:rsid w:val="00E3740F"/>
    <w:rsid w:val="00EB3356"/>
    <w:rsid w:val="00EC79A8"/>
    <w:rsid w:val="00F04E3B"/>
    <w:rsid w:val="00F35BCC"/>
    <w:rsid w:val="00F878D0"/>
    <w:rsid w:val="00FE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A1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F5A1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167</Words>
  <Characters>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 Иван Алексеевич</dc:creator>
  <cp:keywords/>
  <dc:description/>
  <cp:lastModifiedBy>sekret</cp:lastModifiedBy>
  <cp:revision>15</cp:revision>
  <cp:lastPrinted>2018-05-14T07:06:00Z</cp:lastPrinted>
  <dcterms:created xsi:type="dcterms:W3CDTF">2018-05-11T14:00:00Z</dcterms:created>
  <dcterms:modified xsi:type="dcterms:W3CDTF">2019-05-20T07:32:00Z</dcterms:modified>
</cp:coreProperties>
</file>