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24"/>
        <w:gridCol w:w="6"/>
        <w:gridCol w:w="849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D9504A" w:rsidRPr="00D23170" w:rsidTr="00D23170">
        <w:tc>
          <w:tcPr>
            <w:tcW w:w="16018" w:type="dxa"/>
            <w:gridSpan w:val="21"/>
            <w:tcBorders>
              <w:top w:val="nil"/>
              <w:left w:val="nil"/>
              <w:right w:val="nil"/>
            </w:tcBorders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лиц, замещающих муниципальные должности в МО «Поселок Амдерма», и членов их семей </w:t>
            </w:r>
          </w:p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>за период с 1 января 2017 года по 31 декабря 2017 года</w:t>
            </w:r>
          </w:p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9504A" w:rsidRPr="00D23170" w:rsidTr="00D23170">
        <w:trPr>
          <w:trHeight w:val="1649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6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  <w:bookmarkStart w:id="0" w:name="_GoBack"/>
            <w:bookmarkEnd w:id="0"/>
          </w:p>
        </w:tc>
      </w:tr>
      <w:tr w:rsidR="00D9504A" w:rsidRPr="00D23170" w:rsidTr="00D23170">
        <w:trPr>
          <w:trHeight w:val="539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rPr>
          <w:trHeight w:val="715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Ипполитова Надежда Викторовна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Глава МО «Поселок Амдерма»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70,5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2 550 322,09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541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D2317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2238053,80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495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835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Лукинский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 xml:space="preserve">Артем 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Валерьевич</w:t>
            </w:r>
          </w:p>
        </w:tc>
        <w:tc>
          <w:tcPr>
            <w:tcW w:w="1420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5/8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139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  <w:vMerge w:val="restart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Снегоход</w:t>
            </w:r>
            <w:r w:rsidRPr="001B73F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Yamaha Venture RPZ 50 MP</w:t>
            </w:r>
          </w:p>
        </w:tc>
        <w:tc>
          <w:tcPr>
            <w:tcW w:w="1271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2093455,90</w:t>
            </w:r>
          </w:p>
        </w:tc>
        <w:tc>
          <w:tcPr>
            <w:tcW w:w="1778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555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121,6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rPr>
          <w:trHeight w:val="330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1/2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rPr>
          <w:trHeight w:val="180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1/8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139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  <w:vMerge w:val="restart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691085,73</w:t>
            </w:r>
          </w:p>
        </w:tc>
        <w:tc>
          <w:tcPr>
            <w:tcW w:w="1778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165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121,6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rPr>
          <w:trHeight w:val="105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1/2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1/8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1/8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435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835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Даничева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Марина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Кирилловна</w:t>
            </w:r>
          </w:p>
        </w:tc>
        <w:tc>
          <w:tcPr>
            <w:tcW w:w="1420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Депутат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2/3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39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  <w:vMerge w:val="restart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ChevroletNiva</w:t>
            </w:r>
          </w:p>
        </w:tc>
        <w:tc>
          <w:tcPr>
            <w:tcW w:w="1271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1252418,17</w:t>
            </w:r>
          </w:p>
        </w:tc>
        <w:tc>
          <w:tcPr>
            <w:tcW w:w="1778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510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rPr>
          <w:trHeight w:val="70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2654916,37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655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 xml:space="preserve">Матренин 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Евгений Николаевич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СнегоболотоходStels UTV 800</w:t>
            </w:r>
            <w:r w:rsidRPr="001B73F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1825918,64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270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39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  <w:vMerge w:val="restart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720232,92</w:t>
            </w:r>
          </w:p>
        </w:tc>
        <w:tc>
          <w:tcPr>
            <w:tcW w:w="1778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195"/>
        </w:trPr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504A" w:rsidRPr="00D23170" w:rsidTr="00D23170">
        <w:trPr>
          <w:trHeight w:val="721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Кононюк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Елена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Юльевна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1306932,93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482000,00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639"/>
        </w:trPr>
        <w:tc>
          <w:tcPr>
            <w:tcW w:w="527" w:type="dxa"/>
            <w:vMerge w:val="restart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Евдокимов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 xml:space="preserve">Сергей 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Иванович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756073,29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804514,63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c>
          <w:tcPr>
            <w:tcW w:w="527" w:type="dxa"/>
            <w:vMerge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705"/>
        </w:trPr>
        <w:tc>
          <w:tcPr>
            <w:tcW w:w="527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Серова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Валентина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 xml:space="preserve">Ниловна 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974696,48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504A" w:rsidRPr="00D23170" w:rsidTr="00D23170">
        <w:trPr>
          <w:trHeight w:val="559"/>
        </w:trPr>
        <w:tc>
          <w:tcPr>
            <w:tcW w:w="527" w:type="dxa"/>
          </w:tcPr>
          <w:p w:rsidR="00D9504A" w:rsidRPr="00D23170" w:rsidRDefault="00D9504A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1835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Харс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Сергей</w:t>
            </w:r>
          </w:p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Федорович</w:t>
            </w:r>
          </w:p>
        </w:tc>
        <w:tc>
          <w:tcPr>
            <w:tcW w:w="1420" w:type="dxa"/>
          </w:tcPr>
          <w:p w:rsidR="00D9504A" w:rsidRPr="00D23170" w:rsidRDefault="00D9504A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9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9504A" w:rsidRPr="001B73FB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1093125,94</w:t>
            </w:r>
          </w:p>
        </w:tc>
        <w:tc>
          <w:tcPr>
            <w:tcW w:w="1778" w:type="dxa"/>
          </w:tcPr>
          <w:p w:rsidR="00D9504A" w:rsidRPr="00D23170" w:rsidRDefault="00D9504A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9504A" w:rsidRDefault="00D9504A" w:rsidP="00A5060B">
      <w:pPr>
        <w:jc w:val="center"/>
      </w:pPr>
    </w:p>
    <w:sectPr w:rsidR="00D9504A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04220"/>
    <w:rsid w:val="0006526F"/>
    <w:rsid w:val="000B7332"/>
    <w:rsid w:val="00132ECA"/>
    <w:rsid w:val="001B73FB"/>
    <w:rsid w:val="00277FBD"/>
    <w:rsid w:val="002C410C"/>
    <w:rsid w:val="002F2922"/>
    <w:rsid w:val="003767B5"/>
    <w:rsid w:val="005F7AD1"/>
    <w:rsid w:val="00691B95"/>
    <w:rsid w:val="006F5A1C"/>
    <w:rsid w:val="007F3B84"/>
    <w:rsid w:val="008D1785"/>
    <w:rsid w:val="008E6DFC"/>
    <w:rsid w:val="00A5060B"/>
    <w:rsid w:val="00A838BA"/>
    <w:rsid w:val="00AF71D8"/>
    <w:rsid w:val="00D0522E"/>
    <w:rsid w:val="00D23170"/>
    <w:rsid w:val="00D9504A"/>
    <w:rsid w:val="00DC7631"/>
    <w:rsid w:val="00F8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2</Pages>
  <Words>388</Words>
  <Characters>2217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Иван Алексеевич</dc:creator>
  <cp:keywords/>
  <dc:description/>
  <cp:lastModifiedBy>sekret</cp:lastModifiedBy>
  <cp:revision>9</cp:revision>
  <cp:lastPrinted>2018-05-14T06:54:00Z</cp:lastPrinted>
  <dcterms:created xsi:type="dcterms:W3CDTF">2018-05-11T14:00:00Z</dcterms:created>
  <dcterms:modified xsi:type="dcterms:W3CDTF">2018-05-14T06:59:00Z</dcterms:modified>
</cp:coreProperties>
</file>