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D44" w:rsidRPr="00EA68EE" w:rsidRDefault="00D80D44" w:rsidP="0068409D">
      <w:pPr>
        <w:jc w:val="center"/>
        <w:rPr>
          <w:b/>
          <w:bCs/>
          <w:sz w:val="26"/>
          <w:szCs w:val="26"/>
        </w:rPr>
      </w:pPr>
      <w:r w:rsidRPr="00EA68EE">
        <w:rPr>
          <w:b/>
          <w:bCs/>
          <w:sz w:val="26"/>
          <w:szCs w:val="26"/>
        </w:rPr>
        <w:t>Пояснительная записка</w:t>
      </w:r>
    </w:p>
    <w:p w:rsidR="00D80D44" w:rsidRPr="00EA68EE" w:rsidRDefault="00D80D44" w:rsidP="0068409D">
      <w:pPr>
        <w:jc w:val="center"/>
        <w:rPr>
          <w:b/>
          <w:bCs/>
          <w:sz w:val="26"/>
          <w:szCs w:val="26"/>
        </w:rPr>
      </w:pPr>
      <w:r w:rsidRPr="00EA68EE">
        <w:rPr>
          <w:b/>
          <w:bCs/>
          <w:sz w:val="26"/>
          <w:szCs w:val="26"/>
        </w:rPr>
        <w:t>к проекту бюджета МО "Поселок Амдерма НАО" на 2021 год</w:t>
      </w:r>
    </w:p>
    <w:p w:rsidR="00D80D44" w:rsidRPr="00EA68EE" w:rsidRDefault="00D80D44" w:rsidP="0068409D">
      <w:pPr>
        <w:jc w:val="center"/>
        <w:rPr>
          <w:b/>
          <w:bCs/>
        </w:rPr>
      </w:pPr>
    </w:p>
    <w:p w:rsidR="00D80D44" w:rsidRPr="00EA68EE" w:rsidRDefault="00D80D44" w:rsidP="00AE13B5">
      <w:pPr>
        <w:pStyle w:val="ConsTitle"/>
        <w:widowControl/>
        <w:ind w:right="-51" w:firstLine="567"/>
        <w:jc w:val="both"/>
        <w:rPr>
          <w:rFonts w:ascii="Times New Roman" w:hAnsi="Times New Roman" w:cs="Times New Roman"/>
          <w:b w:val="0"/>
          <w:bCs w:val="0"/>
          <w:sz w:val="24"/>
          <w:szCs w:val="24"/>
        </w:rPr>
      </w:pPr>
      <w:r w:rsidRPr="00EA68EE">
        <w:rPr>
          <w:rFonts w:ascii="Times New Roman" w:hAnsi="Times New Roman" w:cs="Times New Roman"/>
          <w:b w:val="0"/>
          <w:bCs w:val="0"/>
          <w:sz w:val="24"/>
          <w:szCs w:val="24"/>
        </w:rPr>
        <w:t>Проект бюджета МО "Поселок Амдерма НАО" на 2021 год подготовлен в соответствии с требованиями, установленными:</w:t>
      </w:r>
    </w:p>
    <w:p w:rsidR="00D80D44" w:rsidRPr="00EA68EE" w:rsidRDefault="00D80D44" w:rsidP="007169F1">
      <w:pPr>
        <w:pStyle w:val="ConsTitle"/>
        <w:widowControl/>
        <w:numPr>
          <w:ilvl w:val="0"/>
          <w:numId w:val="37"/>
        </w:numPr>
        <w:ind w:left="0" w:right="-51" w:firstLine="567"/>
        <w:jc w:val="both"/>
        <w:rPr>
          <w:rFonts w:ascii="Times New Roman" w:hAnsi="Times New Roman" w:cs="Times New Roman"/>
          <w:b w:val="0"/>
          <w:bCs w:val="0"/>
          <w:sz w:val="24"/>
          <w:szCs w:val="24"/>
        </w:rPr>
      </w:pPr>
      <w:r w:rsidRPr="00EA68EE">
        <w:rPr>
          <w:rFonts w:ascii="Times New Roman" w:hAnsi="Times New Roman" w:cs="Times New Roman"/>
          <w:b w:val="0"/>
          <w:bCs w:val="0"/>
          <w:sz w:val="24"/>
          <w:szCs w:val="24"/>
        </w:rPr>
        <w:t>Бюджетным кодексом Российской Федерации;</w:t>
      </w:r>
    </w:p>
    <w:p w:rsidR="00D80D44" w:rsidRPr="00EA68EE" w:rsidRDefault="00D80D44" w:rsidP="00AE13B5">
      <w:pPr>
        <w:pStyle w:val="ListParagraph"/>
        <w:numPr>
          <w:ilvl w:val="0"/>
          <w:numId w:val="37"/>
        </w:numPr>
        <w:ind w:left="0" w:firstLine="567"/>
        <w:jc w:val="both"/>
      </w:pPr>
      <w:r w:rsidRPr="00EA68EE">
        <w:t xml:space="preserve">Постановлением Администрации муниципального района «Заполярный район» «Об утверждении порядка составления проекта районного бюджета на очередной финансовый год и плановый период» от 29 июня </w:t>
      </w:r>
      <w:smartTag w:uri="urn:schemas-microsoft-com:office:smarttags" w:element="metricconverter">
        <w:smartTagPr>
          <w:attr w:name="ProductID" w:val="2016 г"/>
        </w:smartTagPr>
        <w:r w:rsidRPr="00EA68EE">
          <w:t>2016 г</w:t>
        </w:r>
      </w:smartTag>
      <w:r w:rsidRPr="00EA68EE">
        <w:t>.    № 160п;</w:t>
      </w:r>
    </w:p>
    <w:p w:rsidR="00D80D44" w:rsidRPr="00EA68EE" w:rsidRDefault="00D80D44" w:rsidP="00AE13B5">
      <w:pPr>
        <w:pStyle w:val="ConsTitle"/>
        <w:widowControl/>
        <w:numPr>
          <w:ilvl w:val="0"/>
          <w:numId w:val="37"/>
        </w:numPr>
        <w:ind w:left="0" w:right="-51" w:firstLine="567"/>
        <w:jc w:val="both"/>
        <w:rPr>
          <w:rFonts w:ascii="Times New Roman" w:hAnsi="Times New Roman" w:cs="Times New Roman"/>
          <w:b w:val="0"/>
          <w:bCs w:val="0"/>
          <w:sz w:val="24"/>
          <w:szCs w:val="24"/>
        </w:rPr>
      </w:pPr>
      <w:r w:rsidRPr="00EA68EE">
        <w:rPr>
          <w:rFonts w:ascii="Times New Roman" w:hAnsi="Times New Roman" w:cs="Times New Roman"/>
          <w:b w:val="0"/>
          <w:bCs w:val="0"/>
          <w:sz w:val="24"/>
          <w:szCs w:val="24"/>
        </w:rPr>
        <w:t>Положением о бюджетном процессе в муниципальном образовании «Поселок Амдерма» НАО, утвержденного решением Совета депутатов МО «Поселок Амдерма» НАО от 16.06.2017 № 5;</w:t>
      </w:r>
    </w:p>
    <w:p w:rsidR="00D80D44" w:rsidRPr="00EA68EE" w:rsidRDefault="00D80D44" w:rsidP="00AE13B5">
      <w:pPr>
        <w:pStyle w:val="ConsTitle"/>
        <w:widowControl/>
        <w:numPr>
          <w:ilvl w:val="0"/>
          <w:numId w:val="37"/>
        </w:numPr>
        <w:ind w:left="0" w:right="-51" w:firstLine="567"/>
        <w:jc w:val="both"/>
        <w:rPr>
          <w:rFonts w:ascii="Times New Roman" w:hAnsi="Times New Roman" w:cs="Times New Roman"/>
          <w:b w:val="0"/>
          <w:bCs w:val="0"/>
          <w:sz w:val="24"/>
          <w:szCs w:val="24"/>
        </w:rPr>
      </w:pPr>
      <w:r w:rsidRPr="00EA68EE">
        <w:rPr>
          <w:rFonts w:ascii="Times New Roman" w:hAnsi="Times New Roman" w:cs="Times New Roman"/>
          <w:b w:val="0"/>
          <w:bCs w:val="0"/>
          <w:sz w:val="24"/>
          <w:szCs w:val="24"/>
        </w:rPr>
        <w:t>Постановлением Администрации МО «Поселок Амдерма» НАО «Об</w:t>
      </w:r>
      <w:r w:rsidRPr="00EA68EE">
        <w:rPr>
          <w:b w:val="0"/>
          <w:bCs w:val="0"/>
          <w:sz w:val="24"/>
          <w:szCs w:val="24"/>
        </w:rPr>
        <w:t xml:space="preserve"> </w:t>
      </w:r>
      <w:r w:rsidRPr="00EA68EE">
        <w:rPr>
          <w:rFonts w:ascii="Times New Roman" w:hAnsi="Times New Roman" w:cs="Times New Roman"/>
          <w:b w:val="0"/>
          <w:bCs w:val="0"/>
          <w:sz w:val="24"/>
          <w:szCs w:val="24"/>
        </w:rPr>
        <w:t>утверждении Порядка составления проекта местного бюджета на очередной финансовый год» от 16.06.2014 № 45-П (в ред. Постановления Администрации МО «Поселок Амдерма» НАО от 10.10.2015 № 93-П);</w:t>
      </w:r>
    </w:p>
    <w:p w:rsidR="00D80D44" w:rsidRPr="00EA68EE" w:rsidRDefault="00D80D44" w:rsidP="00AE13B5">
      <w:pPr>
        <w:pStyle w:val="ConsTitle"/>
        <w:widowControl/>
        <w:numPr>
          <w:ilvl w:val="0"/>
          <w:numId w:val="37"/>
        </w:numPr>
        <w:ind w:left="0" w:right="-51" w:firstLine="567"/>
        <w:jc w:val="both"/>
        <w:rPr>
          <w:rFonts w:ascii="Times New Roman" w:hAnsi="Times New Roman" w:cs="Times New Roman"/>
          <w:b w:val="0"/>
          <w:bCs w:val="0"/>
          <w:sz w:val="24"/>
          <w:szCs w:val="24"/>
        </w:rPr>
      </w:pPr>
      <w:r w:rsidRPr="00EA68EE">
        <w:rPr>
          <w:rFonts w:ascii="Times New Roman" w:hAnsi="Times New Roman" w:cs="Times New Roman"/>
          <w:b w:val="0"/>
          <w:bCs w:val="0"/>
          <w:sz w:val="24"/>
          <w:szCs w:val="24"/>
        </w:rPr>
        <w:t>Распоряжением Администрации МО «Поселок Амдерма» НАО «Об утверждении порядка и методики планирования бюджетных ассигнований местного бюджета на очередной финансовый год» от 18.06.2017 № 75-Р.</w:t>
      </w:r>
    </w:p>
    <w:p w:rsidR="00D80D44" w:rsidRPr="00EA68EE" w:rsidRDefault="00D80D44" w:rsidP="00AE13B5">
      <w:pPr>
        <w:autoSpaceDE w:val="0"/>
        <w:autoSpaceDN w:val="0"/>
        <w:adjustRightInd w:val="0"/>
        <w:ind w:firstLine="567"/>
        <w:jc w:val="both"/>
      </w:pPr>
      <w:r w:rsidRPr="00EA68EE">
        <w:t>Проект бюджета разработан сроком на один финансовый год в соответствии с пунктом 12.5. Положения о бюджетном процессе в муниципальном образовании «Поселок Амдерма» НАО, утвержденного решением Совета депутатов МО «Поселок Амдерма» НАО от 16.06.2017 № 5.</w:t>
      </w:r>
    </w:p>
    <w:p w:rsidR="00D80D44" w:rsidRPr="00EA68EE" w:rsidRDefault="00D80D44" w:rsidP="00AE13B5">
      <w:pPr>
        <w:ind w:firstLine="567"/>
        <w:jc w:val="both"/>
      </w:pPr>
      <w:r w:rsidRPr="00EA68EE">
        <w:t>Основные параметры проекта бюджета определены по общему объему доходов в сумме 31 051,2 тыс. руб., по общему объему расходов в сумме 34 318,7 тыс. руб., дефицит бюджета составляет 3 267,5 тыс. руб.</w:t>
      </w:r>
    </w:p>
    <w:p w:rsidR="00D80D44" w:rsidRPr="00EA68EE" w:rsidRDefault="00D80D44" w:rsidP="00AE13B5">
      <w:pPr>
        <w:ind w:firstLine="567"/>
        <w:jc w:val="both"/>
      </w:pPr>
      <w:r w:rsidRPr="00EA68EE">
        <w:t>В проекте решения не планируется предоставление муниципальных гарантий на очередной финансовый год. Муниципальные внутренние заимствования МО «Поселок Амдерма» НАО на 2021 год не планируются.</w:t>
      </w:r>
    </w:p>
    <w:p w:rsidR="00D80D44" w:rsidRPr="00EA68EE" w:rsidRDefault="00D80D44" w:rsidP="00AE13B5">
      <w:pPr>
        <w:ind w:firstLine="567"/>
        <w:jc w:val="both"/>
      </w:pPr>
      <w:r w:rsidRPr="00EA68EE">
        <w:t>Объём бюджетных ассигнований на исполнение публичных нормативных обязательств на 2021 год составляет 2 885,4 тыс. руб.</w:t>
      </w:r>
    </w:p>
    <w:p w:rsidR="00D80D44" w:rsidRPr="00EA68EE" w:rsidRDefault="00D80D44" w:rsidP="00810A2C">
      <w:pPr>
        <w:ind w:firstLine="720"/>
        <w:jc w:val="both"/>
      </w:pPr>
    </w:p>
    <w:p w:rsidR="00D80D44" w:rsidRPr="00EA68EE" w:rsidRDefault="00D80D44" w:rsidP="00C81A91">
      <w:pPr>
        <w:jc w:val="center"/>
        <w:rPr>
          <w:b/>
          <w:bCs/>
        </w:rPr>
      </w:pPr>
      <w:r w:rsidRPr="00EA68EE">
        <w:rPr>
          <w:b/>
          <w:bCs/>
        </w:rPr>
        <w:t>Доходы местного бюджета</w:t>
      </w:r>
    </w:p>
    <w:p w:rsidR="00D80D44" w:rsidRPr="00EA68EE" w:rsidRDefault="00D80D44" w:rsidP="00C81A91">
      <w:pPr>
        <w:pStyle w:val="ConsNonformat"/>
        <w:widowControl/>
        <w:ind w:right="0" w:firstLine="709"/>
        <w:jc w:val="both"/>
        <w:rPr>
          <w:rFonts w:ascii="Times New Roman" w:hAnsi="Times New Roman" w:cs="Times New Roman"/>
          <w:sz w:val="24"/>
          <w:szCs w:val="24"/>
        </w:rPr>
      </w:pPr>
    </w:p>
    <w:p w:rsidR="00D80D44" w:rsidRPr="00EA68EE" w:rsidRDefault="00D80D44" w:rsidP="00AE13B5">
      <w:pPr>
        <w:pStyle w:val="ConsNonformat"/>
        <w:widowControl/>
        <w:ind w:right="0" w:firstLine="567"/>
        <w:jc w:val="both"/>
        <w:rPr>
          <w:rFonts w:ascii="Times New Roman" w:hAnsi="Times New Roman" w:cs="Times New Roman"/>
          <w:sz w:val="24"/>
          <w:szCs w:val="24"/>
        </w:rPr>
      </w:pPr>
      <w:r w:rsidRPr="00EA68EE">
        <w:rPr>
          <w:rFonts w:ascii="Times New Roman" w:hAnsi="Times New Roman" w:cs="Times New Roman"/>
          <w:sz w:val="24"/>
          <w:szCs w:val="24"/>
        </w:rPr>
        <w:t>В условиях изменений действующего налогового и бюджетного законодательства, вступающих в силу с 01.01.2021 г., других законодательных актов Российской Федерации и законодательства Ненецкого автономного округа, в расчетах доходного потенциала в проекте местного бюджета учтены налоговые и неналоговые доходы по нормативам распределения, установленными Бюджетным кодексом Российской Федерации.</w:t>
      </w:r>
    </w:p>
    <w:p w:rsidR="00D80D44" w:rsidRPr="00EA68EE" w:rsidRDefault="00D80D44" w:rsidP="00AE13B5">
      <w:pPr>
        <w:ind w:firstLine="567"/>
        <w:jc w:val="both"/>
      </w:pPr>
      <w:r w:rsidRPr="00EA68EE">
        <w:t>Основные параметры доходов местного бюджета на 2021 год представлены в виде следующей таблицы:</w:t>
      </w:r>
    </w:p>
    <w:tbl>
      <w:tblPr>
        <w:tblW w:w="9371" w:type="dxa"/>
        <w:tblInd w:w="93" w:type="dxa"/>
        <w:tblLook w:val="00A0"/>
      </w:tblPr>
      <w:tblGrid>
        <w:gridCol w:w="6678"/>
        <w:gridCol w:w="1275"/>
        <w:gridCol w:w="1418"/>
      </w:tblGrid>
      <w:tr w:rsidR="00D80D44" w:rsidRPr="00EA68EE" w:rsidTr="00D71456">
        <w:trPr>
          <w:trHeight w:val="765"/>
        </w:trPr>
        <w:tc>
          <w:tcPr>
            <w:tcW w:w="6678" w:type="dxa"/>
            <w:tcBorders>
              <w:top w:val="single" w:sz="4" w:space="0" w:color="auto"/>
              <w:left w:val="single" w:sz="4" w:space="0" w:color="auto"/>
              <w:bottom w:val="single" w:sz="4" w:space="0" w:color="auto"/>
              <w:right w:val="single" w:sz="4" w:space="0" w:color="auto"/>
            </w:tcBorders>
            <w:noWrap/>
            <w:vAlign w:val="center"/>
          </w:tcPr>
          <w:p w:rsidR="00D80D44" w:rsidRPr="00EA68EE" w:rsidRDefault="00D80D44">
            <w:pPr>
              <w:jc w:val="center"/>
              <w:rPr>
                <w:color w:val="000000"/>
                <w:sz w:val="20"/>
                <w:szCs w:val="20"/>
              </w:rPr>
            </w:pPr>
            <w:r w:rsidRPr="00EA68EE">
              <w:rPr>
                <w:color w:val="000000"/>
                <w:sz w:val="20"/>
                <w:szCs w:val="20"/>
              </w:rPr>
              <w:t>Наименование статьи дохода</w:t>
            </w:r>
          </w:p>
        </w:tc>
        <w:tc>
          <w:tcPr>
            <w:tcW w:w="1275" w:type="dxa"/>
            <w:tcBorders>
              <w:top w:val="single" w:sz="4" w:space="0" w:color="auto"/>
              <w:left w:val="nil"/>
              <w:bottom w:val="single" w:sz="4" w:space="0" w:color="auto"/>
              <w:right w:val="single" w:sz="4" w:space="0" w:color="auto"/>
            </w:tcBorders>
            <w:vAlign w:val="center"/>
          </w:tcPr>
          <w:p w:rsidR="00D80D44" w:rsidRPr="00EA68EE" w:rsidRDefault="00D80D44">
            <w:pPr>
              <w:jc w:val="center"/>
              <w:rPr>
                <w:color w:val="000000"/>
                <w:sz w:val="20"/>
                <w:szCs w:val="20"/>
              </w:rPr>
            </w:pPr>
            <w:r w:rsidRPr="00EA68EE">
              <w:rPr>
                <w:color w:val="000000"/>
                <w:sz w:val="20"/>
                <w:szCs w:val="20"/>
              </w:rPr>
              <w:t>Прогноз на 2021 год (тыс. руб.)</w:t>
            </w:r>
          </w:p>
        </w:tc>
        <w:tc>
          <w:tcPr>
            <w:tcW w:w="1418" w:type="dxa"/>
            <w:tcBorders>
              <w:top w:val="single" w:sz="4" w:space="0" w:color="auto"/>
              <w:left w:val="nil"/>
              <w:bottom w:val="single" w:sz="4" w:space="0" w:color="auto"/>
              <w:right w:val="single" w:sz="4" w:space="0" w:color="auto"/>
            </w:tcBorders>
            <w:vAlign w:val="center"/>
          </w:tcPr>
          <w:p w:rsidR="00D80D44" w:rsidRPr="00EA68EE" w:rsidRDefault="00D80D44">
            <w:pPr>
              <w:jc w:val="center"/>
              <w:rPr>
                <w:color w:val="000000"/>
                <w:sz w:val="20"/>
                <w:szCs w:val="20"/>
              </w:rPr>
            </w:pPr>
            <w:r w:rsidRPr="00EA68EE">
              <w:rPr>
                <w:color w:val="000000"/>
                <w:sz w:val="20"/>
                <w:szCs w:val="20"/>
              </w:rPr>
              <w:t>Доля в общей сумме доходов, %</w:t>
            </w:r>
          </w:p>
        </w:tc>
      </w:tr>
      <w:tr w:rsidR="00D80D44" w:rsidRPr="00EA68EE" w:rsidTr="00D71456">
        <w:trPr>
          <w:trHeight w:val="345"/>
        </w:trPr>
        <w:tc>
          <w:tcPr>
            <w:tcW w:w="6678" w:type="dxa"/>
            <w:tcBorders>
              <w:top w:val="nil"/>
              <w:left w:val="single" w:sz="4" w:space="0" w:color="auto"/>
              <w:bottom w:val="single" w:sz="4" w:space="0" w:color="auto"/>
              <w:right w:val="single" w:sz="4" w:space="0" w:color="auto"/>
            </w:tcBorders>
            <w:shd w:val="clear" w:color="000000" w:fill="FFFF99"/>
            <w:noWrap/>
            <w:vAlign w:val="center"/>
          </w:tcPr>
          <w:p w:rsidR="00D80D44" w:rsidRPr="00EA68EE" w:rsidRDefault="00D80D44">
            <w:pPr>
              <w:rPr>
                <w:b/>
                <w:bCs/>
                <w:color w:val="000000"/>
              </w:rPr>
            </w:pPr>
            <w:r w:rsidRPr="00EA68EE">
              <w:rPr>
                <w:b/>
                <w:bCs/>
                <w:color w:val="000000"/>
              </w:rPr>
              <w:t>Налоговые доходы</w:t>
            </w:r>
          </w:p>
        </w:tc>
        <w:tc>
          <w:tcPr>
            <w:tcW w:w="1275"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rPr>
              <w:t>4 566,7</w:t>
            </w:r>
          </w:p>
        </w:tc>
        <w:tc>
          <w:tcPr>
            <w:tcW w:w="1418"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rPr>
              <w:t>14,7</w:t>
            </w:r>
          </w:p>
        </w:tc>
      </w:tr>
      <w:tr w:rsidR="00D80D44" w:rsidRPr="00EA68EE" w:rsidTr="00D71456">
        <w:trPr>
          <w:trHeight w:val="51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Акцизы по подакцизным товарам (продукции), производимым на территории Российской Федерации</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2 071,0</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6,6</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Налог на доходы физических лиц</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1340,1</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4,7</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Налог на совокупный доход</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136,0</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0,4</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Земельный налог</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999,4</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3,2</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Государственная пошлина</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20,2</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0,1</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shd w:val="clear" w:color="000000" w:fill="FFFF99"/>
            <w:vAlign w:val="center"/>
          </w:tcPr>
          <w:p w:rsidR="00D80D44" w:rsidRPr="00EA68EE" w:rsidRDefault="00D80D44">
            <w:pPr>
              <w:rPr>
                <w:b/>
                <w:bCs/>
                <w:color w:val="000000"/>
              </w:rPr>
            </w:pPr>
            <w:r w:rsidRPr="00EA68EE">
              <w:rPr>
                <w:b/>
                <w:bCs/>
                <w:color w:val="000000"/>
              </w:rPr>
              <w:t>Неналоговые доходы</w:t>
            </w:r>
          </w:p>
        </w:tc>
        <w:tc>
          <w:tcPr>
            <w:tcW w:w="1275"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rPr>
              <w:t>1 660,5</w:t>
            </w:r>
          </w:p>
        </w:tc>
        <w:tc>
          <w:tcPr>
            <w:tcW w:w="1418"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rPr>
              <w:t>5,3</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Доходы от сдачи в аренду имущества</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1 218,7</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3,9</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Доходы от платы за наем жилого помещения</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441,3</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1,4</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Доходы от продажи материальных и нематериальных активов</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0,5</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0,0</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shd w:val="clear" w:color="000000" w:fill="FFFF99"/>
            <w:vAlign w:val="center"/>
          </w:tcPr>
          <w:p w:rsidR="00D80D44" w:rsidRPr="00EA68EE" w:rsidRDefault="00D80D44">
            <w:pPr>
              <w:rPr>
                <w:b/>
                <w:bCs/>
                <w:color w:val="000000"/>
              </w:rPr>
            </w:pPr>
            <w:r w:rsidRPr="00EA68EE">
              <w:rPr>
                <w:b/>
                <w:bCs/>
                <w:color w:val="000000"/>
              </w:rPr>
              <w:t>Всего налоговых и неналоговых доходов</w:t>
            </w:r>
          </w:p>
        </w:tc>
        <w:tc>
          <w:tcPr>
            <w:tcW w:w="1275"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EA68EE">
            <w:pPr>
              <w:jc w:val="right"/>
              <w:rPr>
                <w:b/>
                <w:bCs/>
                <w:color w:val="000000"/>
              </w:rPr>
            </w:pPr>
            <w:r w:rsidRPr="00EA68EE">
              <w:rPr>
                <w:b/>
                <w:bCs/>
                <w:color w:val="000000"/>
              </w:rPr>
              <w:t>6 227,20</w:t>
            </w:r>
          </w:p>
        </w:tc>
        <w:tc>
          <w:tcPr>
            <w:tcW w:w="1418"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rPr>
              <w:t>20,4</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shd w:val="clear" w:color="000000" w:fill="CCFFFF"/>
            <w:noWrap/>
            <w:vAlign w:val="center"/>
          </w:tcPr>
          <w:p w:rsidR="00D80D44" w:rsidRPr="00EA68EE" w:rsidRDefault="00D80D44">
            <w:pPr>
              <w:rPr>
                <w:b/>
                <w:bCs/>
                <w:color w:val="000000"/>
              </w:rPr>
            </w:pPr>
            <w:r w:rsidRPr="00EA68EE">
              <w:rPr>
                <w:b/>
                <w:bCs/>
                <w:color w:val="000000"/>
              </w:rPr>
              <w:t>Безвозмездные поступления</w:t>
            </w:r>
          </w:p>
        </w:tc>
        <w:tc>
          <w:tcPr>
            <w:tcW w:w="1275" w:type="dxa"/>
            <w:tcBorders>
              <w:top w:val="nil"/>
              <w:left w:val="nil"/>
              <w:bottom w:val="single" w:sz="4" w:space="0" w:color="auto"/>
              <w:right w:val="single" w:sz="4" w:space="0" w:color="auto"/>
            </w:tcBorders>
            <w:shd w:val="clear" w:color="000000" w:fill="CCFFFF"/>
            <w:noWrap/>
            <w:vAlign w:val="center"/>
          </w:tcPr>
          <w:p w:rsidR="00D80D44" w:rsidRPr="00EA68EE" w:rsidRDefault="00D80D44" w:rsidP="00D80D44">
            <w:pPr>
              <w:ind w:firstLineChars="100" w:firstLine="31680"/>
              <w:jc w:val="right"/>
              <w:rPr>
                <w:b/>
                <w:bCs/>
                <w:color w:val="000000"/>
              </w:rPr>
            </w:pPr>
            <w:r w:rsidRPr="00EA68EE">
              <w:rPr>
                <w:b/>
                <w:bCs/>
                <w:color w:val="000000"/>
              </w:rPr>
              <w:t>24 823,50</w:t>
            </w:r>
          </w:p>
        </w:tc>
        <w:tc>
          <w:tcPr>
            <w:tcW w:w="1418" w:type="dxa"/>
            <w:tcBorders>
              <w:top w:val="nil"/>
              <w:left w:val="nil"/>
              <w:bottom w:val="single" w:sz="4" w:space="0" w:color="auto"/>
              <w:right w:val="single" w:sz="4" w:space="0" w:color="auto"/>
            </w:tcBorders>
            <w:shd w:val="clear" w:color="000000" w:fill="CCFFFF"/>
            <w:noWrap/>
            <w:vAlign w:val="center"/>
          </w:tcPr>
          <w:p w:rsidR="00D80D44" w:rsidRPr="00EA68EE" w:rsidRDefault="00D80D44" w:rsidP="00D80D44">
            <w:pPr>
              <w:ind w:firstLineChars="100" w:firstLine="31680"/>
              <w:jc w:val="right"/>
              <w:rPr>
                <w:b/>
                <w:bCs/>
                <w:color w:val="000000"/>
              </w:rPr>
            </w:pPr>
            <w:r w:rsidRPr="00EA68EE">
              <w:rPr>
                <w:b/>
                <w:bCs/>
                <w:color w:val="000000"/>
              </w:rPr>
              <w:t>79,6</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Дотации</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12 329,7</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39,5</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Субвенции</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102,3</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0,3</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rPr>
              <w:t>Иные межбюджетные трансферты</w:t>
            </w:r>
          </w:p>
        </w:tc>
        <w:tc>
          <w:tcPr>
            <w:tcW w:w="1275"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12 391,50</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rPr>
              <w:t>39,7</w:t>
            </w:r>
          </w:p>
        </w:tc>
      </w:tr>
      <w:tr w:rsidR="00D80D44" w:rsidRPr="00EA68EE" w:rsidTr="00D71456">
        <w:trPr>
          <w:trHeight w:val="300"/>
        </w:trPr>
        <w:tc>
          <w:tcPr>
            <w:tcW w:w="6678" w:type="dxa"/>
            <w:tcBorders>
              <w:top w:val="nil"/>
              <w:left w:val="single" w:sz="4" w:space="0" w:color="auto"/>
              <w:bottom w:val="single" w:sz="4" w:space="0" w:color="auto"/>
              <w:right w:val="single" w:sz="4" w:space="0" w:color="auto"/>
            </w:tcBorders>
            <w:shd w:val="clear" w:color="000000" w:fill="99CCFF"/>
            <w:vAlign w:val="center"/>
          </w:tcPr>
          <w:p w:rsidR="00D80D44" w:rsidRPr="00EA68EE" w:rsidRDefault="00D80D44">
            <w:pPr>
              <w:rPr>
                <w:b/>
                <w:bCs/>
                <w:color w:val="000000"/>
              </w:rPr>
            </w:pPr>
            <w:r w:rsidRPr="00EA68EE">
              <w:rPr>
                <w:b/>
                <w:bCs/>
                <w:color w:val="000000"/>
              </w:rPr>
              <w:t>ВСЕГО ДОХОДОВ</w:t>
            </w:r>
          </w:p>
        </w:tc>
        <w:tc>
          <w:tcPr>
            <w:tcW w:w="1275" w:type="dxa"/>
            <w:tcBorders>
              <w:top w:val="nil"/>
              <w:left w:val="nil"/>
              <w:bottom w:val="single" w:sz="4" w:space="0" w:color="auto"/>
              <w:right w:val="single" w:sz="4" w:space="0" w:color="auto"/>
            </w:tcBorders>
            <w:shd w:val="clear" w:color="000000" w:fill="99CCFF"/>
            <w:noWrap/>
            <w:vAlign w:val="center"/>
          </w:tcPr>
          <w:p w:rsidR="00D80D44" w:rsidRPr="00EA68EE" w:rsidRDefault="00D80D44" w:rsidP="00EA68EE">
            <w:pPr>
              <w:jc w:val="right"/>
              <w:rPr>
                <w:b/>
                <w:bCs/>
                <w:color w:val="000000"/>
              </w:rPr>
            </w:pPr>
            <w:r w:rsidRPr="00EA68EE">
              <w:rPr>
                <w:b/>
                <w:bCs/>
                <w:color w:val="000000"/>
              </w:rPr>
              <w:t>31 050,70</w:t>
            </w:r>
          </w:p>
        </w:tc>
        <w:tc>
          <w:tcPr>
            <w:tcW w:w="1418" w:type="dxa"/>
            <w:tcBorders>
              <w:top w:val="nil"/>
              <w:left w:val="nil"/>
              <w:bottom w:val="single" w:sz="4" w:space="0" w:color="auto"/>
              <w:right w:val="single" w:sz="4" w:space="0" w:color="auto"/>
            </w:tcBorders>
            <w:shd w:val="clear" w:color="000000" w:fill="99CCFF"/>
            <w:noWrap/>
            <w:vAlign w:val="center"/>
          </w:tcPr>
          <w:p w:rsidR="00D80D44" w:rsidRPr="00EA68EE" w:rsidRDefault="00D80D44" w:rsidP="00D80D44">
            <w:pPr>
              <w:ind w:firstLineChars="100" w:firstLine="31680"/>
              <w:jc w:val="right"/>
              <w:rPr>
                <w:b/>
                <w:bCs/>
                <w:color w:val="000000"/>
              </w:rPr>
            </w:pPr>
            <w:r w:rsidRPr="00EA68EE">
              <w:rPr>
                <w:b/>
                <w:bCs/>
                <w:color w:val="000000"/>
              </w:rPr>
              <w:t>100,0</w:t>
            </w:r>
          </w:p>
        </w:tc>
      </w:tr>
    </w:tbl>
    <w:p w:rsidR="00D80D44" w:rsidRPr="00EA68EE" w:rsidRDefault="00D80D44" w:rsidP="00C81A91">
      <w:pPr>
        <w:ind w:firstLine="720"/>
        <w:jc w:val="both"/>
      </w:pPr>
    </w:p>
    <w:p w:rsidR="00D80D44" w:rsidRPr="00EA68EE" w:rsidRDefault="00D80D44" w:rsidP="00AE13B5">
      <w:pPr>
        <w:ind w:firstLine="567"/>
        <w:jc w:val="both"/>
      </w:pPr>
      <w:r w:rsidRPr="00EA68EE">
        <w:t>Общий объем доходов запланирован в сумме 31 050,7 тыс. руб., из них поступление собственных доходов в бюджет муниципального образования на 2021 год планируется в сумме 30 948,4 тыс. руб., объем планируемых субвенций – 102,3 тыс. руб.</w:t>
      </w:r>
    </w:p>
    <w:p w:rsidR="00D80D44" w:rsidRPr="00EA68EE" w:rsidRDefault="00D80D44" w:rsidP="00251A4F">
      <w:pPr>
        <w:ind w:firstLine="567"/>
        <w:jc w:val="both"/>
      </w:pPr>
      <w:r w:rsidRPr="00EA68EE">
        <w:t>Общая сумма налоговых и неналоговых доходов в бюджет муниципального образования на 2021 год запланирована в сумме 6 227,2 тыс. руб. или 20,4% от общей суммы доходов бюджета. Планируемый объем налоговых доходов составляет 4 566,7 тыс. руб. (14,7% от общей суммы доходов), неналоговых доходов – 1 660,5 тыс. руб. (5,3% от общей суммы доходов). Объем безвозмездных поступлений на 2021 год учтен в сумме 24 823,5 тыс. руб. или 79,6% от общей суммы доходов бюджета.</w:t>
      </w:r>
    </w:p>
    <w:p w:rsidR="00D80D44" w:rsidRPr="00EA68EE" w:rsidRDefault="00D80D44" w:rsidP="00251A4F">
      <w:pPr>
        <w:ind w:firstLine="567"/>
        <w:jc w:val="both"/>
      </w:pPr>
    </w:p>
    <w:p w:rsidR="00D80D44" w:rsidRPr="00EA68EE" w:rsidRDefault="00D80D44" w:rsidP="00C33C67">
      <w:pPr>
        <w:numPr>
          <w:ilvl w:val="0"/>
          <w:numId w:val="19"/>
        </w:numPr>
        <w:jc w:val="center"/>
        <w:rPr>
          <w:b/>
          <w:bCs/>
          <w:lang w:val="en-US"/>
        </w:rPr>
      </w:pPr>
      <w:r w:rsidRPr="00EA68EE">
        <w:rPr>
          <w:b/>
          <w:bCs/>
        </w:rPr>
        <w:t>Налоговые доходы</w:t>
      </w:r>
    </w:p>
    <w:p w:rsidR="00D80D44" w:rsidRPr="00EA68EE" w:rsidRDefault="00D80D44" w:rsidP="00C33C67">
      <w:pPr>
        <w:ind w:firstLine="709"/>
        <w:jc w:val="both"/>
      </w:pPr>
    </w:p>
    <w:p w:rsidR="00D80D44" w:rsidRPr="00EA68EE" w:rsidRDefault="00D80D44" w:rsidP="00911BF2">
      <w:pPr>
        <w:tabs>
          <w:tab w:val="left" w:pos="5940"/>
        </w:tabs>
        <w:ind w:firstLine="567"/>
        <w:jc w:val="both"/>
      </w:pPr>
      <w:r w:rsidRPr="00EA68EE">
        <w:t xml:space="preserve">На 2021 год налоговые доходы предусмотрены в сумме – </w:t>
      </w:r>
      <w:r w:rsidRPr="00EA68EE">
        <w:rPr>
          <w:b/>
          <w:bCs/>
        </w:rPr>
        <w:t xml:space="preserve">4 566,7 </w:t>
      </w:r>
      <w:r w:rsidRPr="00EA68EE">
        <w:t xml:space="preserve">тыс. руб. </w:t>
      </w:r>
      <w:r w:rsidRPr="00EA68EE">
        <w:rPr>
          <w:noProof/>
        </w:rPr>
        <w:t>Распределение налоговых доходов приведено на рис. 1</w:t>
      </w:r>
      <w:r w:rsidRPr="00EA68EE">
        <w:t>.</w:t>
      </w:r>
    </w:p>
    <w:p w:rsidR="00D80D44" w:rsidRPr="00EA68EE" w:rsidRDefault="00D80D44" w:rsidP="00C33C67">
      <w:pPr>
        <w:ind w:firstLine="709"/>
        <w:jc w:val="both"/>
      </w:pPr>
    </w:p>
    <w:p w:rsidR="00D80D44" w:rsidRPr="00EA68EE" w:rsidRDefault="00D80D44" w:rsidP="0097042E">
      <w:pPr>
        <w:jc w:val="center"/>
        <w:rPr>
          <w:b/>
          <w:bCs/>
        </w:rPr>
      </w:pPr>
      <w:r w:rsidRPr="00EA68EE">
        <w:rPr>
          <w:b/>
          <w:noProof/>
        </w:rPr>
        <w:object w:dxaOrig="8382" w:dyaOrig="41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377.25pt;height:168.75pt;visibility:visible" o:ole="">
            <v:imagedata r:id="rId7" o:title=""/>
            <o:lock v:ext="edit" aspectratio="f"/>
          </v:shape>
          <o:OLEObject Type="Embed" ProgID="Excel.Chart.8" ShapeID="Объект 1" DrawAspect="Content" ObjectID="_1671633591" r:id="rId8"/>
        </w:object>
      </w:r>
    </w:p>
    <w:p w:rsidR="00D80D44" w:rsidRPr="00EA68EE" w:rsidRDefault="00D80D44" w:rsidP="00C33C67">
      <w:pPr>
        <w:spacing w:before="120"/>
        <w:ind w:firstLine="567"/>
        <w:jc w:val="center"/>
      </w:pPr>
      <w:r w:rsidRPr="00EA68EE">
        <w:rPr>
          <w:noProof/>
        </w:rPr>
        <w:t>Рис. 1. Распределение налоговых доходов</w:t>
      </w:r>
    </w:p>
    <w:p w:rsidR="00D80D44" w:rsidRPr="00EA68EE" w:rsidRDefault="00D80D44" w:rsidP="00C33C67">
      <w:pPr>
        <w:rPr>
          <w:b/>
          <w:bCs/>
        </w:rPr>
      </w:pPr>
    </w:p>
    <w:p w:rsidR="00D80D44" w:rsidRPr="00EA68EE" w:rsidRDefault="00D80D44" w:rsidP="00531EEA">
      <w:pPr>
        <w:pStyle w:val="ListParagraph"/>
        <w:numPr>
          <w:ilvl w:val="0"/>
          <w:numId w:val="38"/>
        </w:numPr>
        <w:autoSpaceDE w:val="0"/>
        <w:autoSpaceDN w:val="0"/>
        <w:adjustRightInd w:val="0"/>
        <w:jc w:val="both"/>
        <w:rPr>
          <w:b/>
          <w:bCs/>
        </w:rPr>
      </w:pPr>
      <w:r w:rsidRPr="00EA68EE">
        <w:rPr>
          <w:b/>
          <w:bCs/>
        </w:rPr>
        <w:t>Налоги на товары (работы, услуги), реализуемые на территории Российской Федерации</w:t>
      </w:r>
    </w:p>
    <w:p w:rsidR="00D80D44" w:rsidRPr="00EA68EE" w:rsidRDefault="00D80D44" w:rsidP="00531EEA">
      <w:pPr>
        <w:autoSpaceDE w:val="0"/>
        <w:autoSpaceDN w:val="0"/>
        <w:adjustRightInd w:val="0"/>
        <w:ind w:firstLine="567"/>
        <w:jc w:val="both"/>
      </w:pPr>
      <w:r w:rsidRPr="00EA68EE">
        <w:t>В соответствии с пунктом 4 статьи 56 и пунктом 3.1 статьи 58 Бюджетного кодекса Российской Федерации, закона Ненецкого автономного округа от 31.10.2013г. № 91-оз «О нормативах отчислений от налогов в бюджеты муниципальных образований Ненецкого автономного округа» (в редакции закона округа от 26.11.2015г. № 148-оз и закона округа от 08.11.2016г. № 261-оз) установлен дифференцированный норматив отчисления в бюджет МО «Поселок Амдерма» НАО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подлежащих зачислению в бюджет Ненецкого автономного округа в размере 1,64%. По прогнозу поступления акцизов в окружной бюджет, размер отчислений составит</w:t>
      </w:r>
    </w:p>
    <w:p w:rsidR="00D80D44" w:rsidRPr="00EA68EE" w:rsidRDefault="00D80D44" w:rsidP="00531EEA">
      <w:pPr>
        <w:jc w:val="both"/>
      </w:pPr>
      <w:r w:rsidRPr="00EA68EE">
        <w:t>2 071,0 тыс. руб.</w:t>
      </w:r>
    </w:p>
    <w:p w:rsidR="00D80D44" w:rsidRPr="00EA68EE" w:rsidRDefault="00D80D44" w:rsidP="00531EEA">
      <w:pPr>
        <w:ind w:firstLine="567"/>
        <w:jc w:val="both"/>
      </w:pPr>
      <w:r w:rsidRPr="00EA68EE">
        <w:t>Данный вид дохода является основным источником налоговых доходов, но имеет целевой характер и может быть направлен только на содержание и ремонт автомобильных дорог общего пользования, инженерных сооружений на них, ремонт и капитальный ремонт дворовых территорий и проездов к дворовым территориям многоквартирных домов на территории поселения п. Амдерма.</w:t>
      </w:r>
    </w:p>
    <w:p w:rsidR="00D80D44" w:rsidRPr="00EA68EE" w:rsidRDefault="00D80D44" w:rsidP="00531EEA">
      <w:pPr>
        <w:jc w:val="both"/>
        <w:rPr>
          <w:b/>
          <w:bCs/>
        </w:rPr>
      </w:pPr>
    </w:p>
    <w:p w:rsidR="00D80D44" w:rsidRPr="00EA68EE" w:rsidRDefault="00D80D44" w:rsidP="003D5573">
      <w:pPr>
        <w:pStyle w:val="ListParagraph"/>
        <w:numPr>
          <w:ilvl w:val="0"/>
          <w:numId w:val="38"/>
        </w:numPr>
        <w:rPr>
          <w:b/>
          <w:bCs/>
        </w:rPr>
      </w:pPr>
      <w:r w:rsidRPr="00EA68EE">
        <w:rPr>
          <w:b/>
          <w:bCs/>
        </w:rPr>
        <w:t>Налог на доходы физических лиц (НДФЛ)</w:t>
      </w:r>
    </w:p>
    <w:p w:rsidR="00D80D44" w:rsidRPr="00EA68EE" w:rsidRDefault="00D80D44" w:rsidP="00AE13B5">
      <w:pPr>
        <w:autoSpaceDE w:val="0"/>
        <w:autoSpaceDN w:val="0"/>
        <w:adjustRightInd w:val="0"/>
        <w:ind w:firstLine="567"/>
        <w:jc w:val="both"/>
      </w:pPr>
      <w:r w:rsidRPr="00EA68EE">
        <w:t>Согласно пункту 2 статьи 61.5 Бюджетного кодекса Российской Федерации НДФЛ подлежит зачислению в бюджет поселения по нормативу отчислений в размере 2% в соответствии со статьей 1 закона НАО от 31.10.2013 № 91-03 «О нормативах отчислений от налогов и сборов в бюджеты муниципальных образований Ненецкого автономного округа», с пунктом 4 статьи 56 и пунктом 1 статьи 58 Бюджетного кодекса Российской Федерации - по нормативу отчислений в размере 5% от суммы налога, взимаемого не территории соответствующего поселения.</w:t>
      </w:r>
    </w:p>
    <w:p w:rsidR="00D80D44" w:rsidRPr="00EA68EE" w:rsidRDefault="00D80D44" w:rsidP="00AE13B5">
      <w:pPr>
        <w:autoSpaceDE w:val="0"/>
        <w:autoSpaceDN w:val="0"/>
        <w:adjustRightInd w:val="0"/>
        <w:ind w:firstLine="567"/>
        <w:jc w:val="both"/>
      </w:pPr>
      <w:r w:rsidRPr="00EA68EE">
        <w:t>Администратором данного налога является Межрайонная ИФНС России №4 по Архангельской области и Ненецкому автономному округу.</w:t>
      </w:r>
    </w:p>
    <w:p w:rsidR="00D80D44" w:rsidRPr="00EA68EE" w:rsidRDefault="00D80D44" w:rsidP="002423B7">
      <w:pPr>
        <w:ind w:firstLine="567"/>
        <w:jc w:val="both"/>
      </w:pPr>
      <w:r w:rsidRPr="00EA68EE">
        <w:t xml:space="preserve">Поступления по налогу на доходы физических лиц в 2021 году ожидаются в сумме 1 340,1 тыс. руб. </w:t>
      </w:r>
    </w:p>
    <w:p w:rsidR="00D80D44" w:rsidRPr="00EA68EE" w:rsidRDefault="00D80D44" w:rsidP="00C33C67">
      <w:pPr>
        <w:ind w:firstLine="720"/>
        <w:jc w:val="both"/>
      </w:pPr>
    </w:p>
    <w:p w:rsidR="00D80D44" w:rsidRPr="00EA68EE" w:rsidRDefault="00D80D44" w:rsidP="00C33C67">
      <w:pPr>
        <w:pStyle w:val="ListParagraph"/>
        <w:numPr>
          <w:ilvl w:val="0"/>
          <w:numId w:val="38"/>
        </w:numPr>
        <w:rPr>
          <w:b/>
          <w:bCs/>
        </w:rPr>
      </w:pPr>
      <w:r w:rsidRPr="00EA68EE">
        <w:rPr>
          <w:b/>
          <w:bCs/>
        </w:rPr>
        <w:t>Налоги на совокупный доход</w:t>
      </w:r>
    </w:p>
    <w:p w:rsidR="00D80D44" w:rsidRPr="00EA68EE" w:rsidRDefault="00D80D44" w:rsidP="00FD7AC1">
      <w:pPr>
        <w:autoSpaceDE w:val="0"/>
        <w:autoSpaceDN w:val="0"/>
        <w:adjustRightInd w:val="0"/>
        <w:ind w:firstLine="567"/>
        <w:jc w:val="both"/>
      </w:pPr>
      <w:r w:rsidRPr="00EA68EE">
        <w:t>В соответствии с законом от 31.10.2013 № 91-ОЗ «О нормативах отчислений от налогов и сборов в бюджеты муниципальных образований Ненецкого автономного округа», норматив отчислений в бюджет МО «Поселок Амдерма» НАО составляет 50,0% от суммы исчисленного налога за год на территории муниципального образования.</w:t>
      </w:r>
    </w:p>
    <w:p w:rsidR="00D80D44" w:rsidRPr="00EA68EE" w:rsidRDefault="00D80D44" w:rsidP="00FD7AC1">
      <w:pPr>
        <w:autoSpaceDE w:val="0"/>
        <w:autoSpaceDN w:val="0"/>
        <w:adjustRightInd w:val="0"/>
        <w:ind w:firstLine="567"/>
        <w:jc w:val="both"/>
      </w:pPr>
      <w:r w:rsidRPr="00EA68EE">
        <w:t>Администратором данного налога является Межрайонная ИФНС России №4 по Архангельской области и Ненецкому автономному округу.</w:t>
      </w:r>
    </w:p>
    <w:p w:rsidR="00D80D44" w:rsidRPr="00EA68EE" w:rsidRDefault="00D80D44" w:rsidP="00FD7AC1">
      <w:pPr>
        <w:autoSpaceDE w:val="0"/>
        <w:autoSpaceDN w:val="0"/>
        <w:adjustRightInd w:val="0"/>
        <w:ind w:firstLine="567"/>
        <w:jc w:val="both"/>
      </w:pPr>
      <w:r w:rsidRPr="00EA68EE">
        <w:t>Сумма дохода спрогнозирована на основании сумм поступивших отчислений за три предыдущих года и составляет 136,6 тыс. руб. Расчет данного вида дохода от исчисленного налога по УСН не предоставляется возможным, так как на официальном сайте ИФНС не размещены необходимые данные.</w:t>
      </w:r>
    </w:p>
    <w:p w:rsidR="00D80D44" w:rsidRPr="00EA68EE" w:rsidRDefault="00D80D44" w:rsidP="00AE42A9">
      <w:pPr>
        <w:autoSpaceDE w:val="0"/>
        <w:autoSpaceDN w:val="0"/>
        <w:adjustRightInd w:val="0"/>
        <w:ind w:firstLine="567"/>
        <w:jc w:val="both"/>
      </w:pPr>
      <w:r w:rsidRPr="00EA68EE">
        <w:t>Расчет по данному виду налога прилагается.</w:t>
      </w:r>
    </w:p>
    <w:p w:rsidR="00D80D44" w:rsidRPr="00EA68EE" w:rsidRDefault="00D80D44" w:rsidP="00FD7AC1">
      <w:pPr>
        <w:autoSpaceDE w:val="0"/>
        <w:autoSpaceDN w:val="0"/>
        <w:adjustRightInd w:val="0"/>
        <w:ind w:firstLine="567"/>
        <w:jc w:val="both"/>
      </w:pPr>
    </w:p>
    <w:p w:rsidR="00D80D44" w:rsidRPr="00EA68EE" w:rsidRDefault="00D80D44" w:rsidP="00C33C67">
      <w:pPr>
        <w:pStyle w:val="ListParagraph"/>
        <w:numPr>
          <w:ilvl w:val="0"/>
          <w:numId w:val="38"/>
        </w:numPr>
        <w:rPr>
          <w:b/>
          <w:bCs/>
        </w:rPr>
      </w:pPr>
      <w:r w:rsidRPr="00EA68EE">
        <w:rPr>
          <w:b/>
          <w:bCs/>
        </w:rPr>
        <w:t>Налоги на имущество</w:t>
      </w:r>
    </w:p>
    <w:p w:rsidR="00D80D44" w:rsidRPr="00EA68EE" w:rsidRDefault="00D80D44" w:rsidP="00C33C67">
      <w:pPr>
        <w:ind w:firstLine="720"/>
        <w:rPr>
          <w:b/>
          <w:bCs/>
        </w:rPr>
      </w:pPr>
      <w:r w:rsidRPr="00EA68EE">
        <w:rPr>
          <w:b/>
          <w:bCs/>
        </w:rPr>
        <w:t xml:space="preserve">      Земельный налог</w:t>
      </w:r>
    </w:p>
    <w:p w:rsidR="00D80D44" w:rsidRPr="00EA68EE" w:rsidRDefault="00D80D44" w:rsidP="00AE13B5">
      <w:pPr>
        <w:autoSpaceDE w:val="0"/>
        <w:autoSpaceDN w:val="0"/>
        <w:adjustRightInd w:val="0"/>
        <w:ind w:firstLine="567"/>
        <w:jc w:val="both"/>
      </w:pPr>
      <w:r w:rsidRPr="00EA68EE">
        <w:t xml:space="preserve">В соответствии с п.1 </w:t>
      </w:r>
      <w:hyperlink r:id="rId9" w:history="1">
        <w:r w:rsidRPr="00EA68EE">
          <w:t>ст.61</w:t>
        </w:r>
      </w:hyperlink>
      <w:r w:rsidRPr="00EA68EE">
        <w:t>.5 Бюджетного кодекса Российской Федерации в бюджеты поселений зачисляются налоговые доходы от земельного налога, устанавливаемого представительными органами поселений в соответствии с законодательством Российской Федерации о налогах и сборах - по нормативу 100%.</w:t>
      </w:r>
    </w:p>
    <w:p w:rsidR="00D80D44" w:rsidRPr="00EA68EE" w:rsidRDefault="00D80D44" w:rsidP="00AE13B5">
      <w:pPr>
        <w:autoSpaceDE w:val="0"/>
        <w:autoSpaceDN w:val="0"/>
        <w:adjustRightInd w:val="0"/>
        <w:ind w:firstLine="567"/>
        <w:jc w:val="both"/>
      </w:pPr>
      <w:r w:rsidRPr="00EA68EE">
        <w:t>Администратором данного налога является Межрайонная ИФНС России №4 по Архангельской области и Ненецкому автономному округу.</w:t>
      </w:r>
    </w:p>
    <w:p w:rsidR="00D80D44" w:rsidRPr="00EA68EE" w:rsidRDefault="00D80D44" w:rsidP="00911BF2">
      <w:pPr>
        <w:autoSpaceDE w:val="0"/>
        <w:autoSpaceDN w:val="0"/>
        <w:adjustRightInd w:val="0"/>
        <w:ind w:firstLine="567"/>
        <w:jc w:val="both"/>
      </w:pPr>
      <w:r w:rsidRPr="00EA68EE">
        <w:t>Решением Совета депутатов МО "Поселок Амдерма" НАО от 20.06.2009 года №1 "Об утверждении положения «О порядке исчисления и уплаты земельного налога на территории МО "Поселок Амдерма" НАО»" (в ред. решений от 20.11.2015 №2, от 29.11.2017 №2) установлен земельный налог на территории МО "Поселок Амдерма" НАО.</w:t>
      </w:r>
    </w:p>
    <w:p w:rsidR="00D80D44" w:rsidRPr="00EA68EE" w:rsidRDefault="00D80D44" w:rsidP="00911BF2">
      <w:pPr>
        <w:autoSpaceDE w:val="0"/>
        <w:autoSpaceDN w:val="0"/>
        <w:adjustRightInd w:val="0"/>
        <w:ind w:firstLine="567"/>
        <w:jc w:val="both"/>
      </w:pPr>
      <w:r w:rsidRPr="00EA68EE">
        <w:t>Объектами налогообложения признаются земельные участки, расположенные в пределах территории МО "Поселок Амдерма" НАО:</w:t>
      </w:r>
    </w:p>
    <w:p w:rsidR="00D80D44" w:rsidRPr="00EA68EE" w:rsidRDefault="00D80D44" w:rsidP="00F22927">
      <w:pPr>
        <w:numPr>
          <w:ilvl w:val="0"/>
          <w:numId w:val="43"/>
        </w:numPr>
        <w:ind w:left="426" w:firstLine="0"/>
        <w:jc w:val="both"/>
      </w:pPr>
      <w:r w:rsidRPr="00EA68EE">
        <w:t>ФКП «Аэропорт Амдерма» (ставка земельного налога 0,3%);</w:t>
      </w:r>
    </w:p>
    <w:p w:rsidR="00D80D44" w:rsidRPr="00EA68EE" w:rsidRDefault="00D80D44" w:rsidP="00F22927">
      <w:pPr>
        <w:numPr>
          <w:ilvl w:val="0"/>
          <w:numId w:val="43"/>
        </w:numPr>
        <w:ind w:left="426" w:firstLine="0"/>
        <w:jc w:val="both"/>
      </w:pPr>
      <w:r w:rsidRPr="00EA68EE">
        <w:t>ГБОУ НАО «Основная школа п. Амдерма» (ставка земельного налога 0,3%);</w:t>
      </w:r>
    </w:p>
    <w:p w:rsidR="00D80D44" w:rsidRPr="00EA68EE" w:rsidRDefault="00D80D44" w:rsidP="00F22927">
      <w:pPr>
        <w:numPr>
          <w:ilvl w:val="0"/>
          <w:numId w:val="43"/>
        </w:numPr>
        <w:ind w:left="426" w:firstLine="0"/>
        <w:jc w:val="both"/>
      </w:pPr>
      <w:r w:rsidRPr="00EA68EE">
        <w:t>ФГБУ «Северное УГМС» (ставка земельного налога 0,3%);</w:t>
      </w:r>
    </w:p>
    <w:p w:rsidR="00D80D44" w:rsidRPr="00EA68EE" w:rsidRDefault="00D80D44" w:rsidP="00F22927">
      <w:pPr>
        <w:numPr>
          <w:ilvl w:val="0"/>
          <w:numId w:val="43"/>
        </w:numPr>
        <w:ind w:left="426" w:firstLine="0"/>
        <w:jc w:val="both"/>
      </w:pPr>
      <w:r w:rsidRPr="00EA68EE">
        <w:t>ГБДО НАО «Детский сад п. Амдерма» (ставка земельного налога 0,3%);</w:t>
      </w:r>
    </w:p>
    <w:p w:rsidR="00D80D44" w:rsidRPr="00EA68EE" w:rsidRDefault="00D80D44" w:rsidP="00F22927">
      <w:pPr>
        <w:numPr>
          <w:ilvl w:val="0"/>
          <w:numId w:val="43"/>
        </w:numPr>
        <w:ind w:left="426" w:firstLine="0"/>
        <w:jc w:val="both"/>
      </w:pPr>
      <w:r w:rsidRPr="00EA68EE">
        <w:t>ГБКУК «Дом культуры» (ставка земельного налога 1,5%).</w:t>
      </w:r>
    </w:p>
    <w:p w:rsidR="00D80D44" w:rsidRPr="00EA68EE" w:rsidRDefault="00D80D44" w:rsidP="00AE13B5">
      <w:pPr>
        <w:ind w:firstLine="567"/>
        <w:jc w:val="both"/>
        <w:rPr>
          <w:color w:val="FF0000"/>
        </w:rPr>
      </w:pPr>
      <w:r w:rsidRPr="00EA68EE">
        <w:t>В сравнении с текущим 2020 годом, количество налогоплательщиков осталось неизменным.</w:t>
      </w:r>
    </w:p>
    <w:p w:rsidR="00D80D44" w:rsidRPr="00EA68EE" w:rsidRDefault="00D80D44" w:rsidP="00AE13B5">
      <w:pPr>
        <w:autoSpaceDE w:val="0"/>
        <w:autoSpaceDN w:val="0"/>
        <w:adjustRightInd w:val="0"/>
        <w:ind w:firstLine="567"/>
        <w:jc w:val="both"/>
      </w:pPr>
      <w:r w:rsidRPr="00EA68EE">
        <w:t>Земельный налог на 2021 год рассчитан исходя из кадастровой оценки земель, находящихся в постоянном и бессрочном пользовании в общей сумме 999,4 тыс. руб.</w:t>
      </w:r>
    </w:p>
    <w:p w:rsidR="00D80D44" w:rsidRPr="00EA68EE" w:rsidRDefault="00D80D44" w:rsidP="00AE13B5">
      <w:pPr>
        <w:autoSpaceDE w:val="0"/>
        <w:autoSpaceDN w:val="0"/>
        <w:adjustRightInd w:val="0"/>
        <w:ind w:firstLine="567"/>
        <w:jc w:val="both"/>
      </w:pPr>
      <w:r w:rsidRPr="00EA68EE">
        <w:t>Расчет по данному виду налога прилагается.</w:t>
      </w:r>
    </w:p>
    <w:p w:rsidR="00D80D44" w:rsidRPr="00EA68EE" w:rsidRDefault="00D80D44" w:rsidP="00C33C67">
      <w:pPr>
        <w:autoSpaceDE w:val="0"/>
        <w:autoSpaceDN w:val="0"/>
        <w:adjustRightInd w:val="0"/>
        <w:ind w:firstLine="709"/>
        <w:jc w:val="both"/>
      </w:pPr>
    </w:p>
    <w:p w:rsidR="00D80D44" w:rsidRPr="00EA68EE" w:rsidRDefault="00D80D44" w:rsidP="00C33C67">
      <w:pPr>
        <w:pStyle w:val="ListParagraph"/>
        <w:numPr>
          <w:ilvl w:val="0"/>
          <w:numId w:val="38"/>
        </w:numPr>
        <w:rPr>
          <w:b/>
          <w:bCs/>
        </w:rPr>
      </w:pPr>
      <w:r w:rsidRPr="00EA68EE">
        <w:rPr>
          <w:b/>
          <w:bCs/>
        </w:rPr>
        <w:t>Государственная пошлина</w:t>
      </w:r>
    </w:p>
    <w:p w:rsidR="00D80D44" w:rsidRPr="00EA68EE" w:rsidRDefault="00D80D44" w:rsidP="00AE13B5">
      <w:pPr>
        <w:ind w:firstLine="567"/>
        <w:jc w:val="both"/>
      </w:pPr>
      <w:r w:rsidRPr="00EA68EE">
        <w:t>Согласно п. 2 ст. 61.5 Бюджетного кодекса Российской Федерации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w:t>
      </w:r>
    </w:p>
    <w:p w:rsidR="00D80D44" w:rsidRPr="00EA68EE" w:rsidRDefault="00D80D44" w:rsidP="00AE13B5">
      <w:pPr>
        <w:ind w:firstLine="567"/>
        <w:jc w:val="both"/>
      </w:pPr>
      <w:r w:rsidRPr="00EA68EE">
        <w:t>Администратором данного доходного источника является Администрация МО «Поселок Амдерма» НАО.</w:t>
      </w:r>
    </w:p>
    <w:p w:rsidR="00D80D44" w:rsidRPr="00EA68EE" w:rsidRDefault="00D80D44" w:rsidP="00AE13B5">
      <w:pPr>
        <w:ind w:firstLine="567"/>
        <w:jc w:val="both"/>
      </w:pPr>
      <w:r w:rsidRPr="00EA68EE">
        <w:t>Государственная пошлина за совершение нотариальных действий спрогнозирована в сумме 20,2 тыс. руб. на основе отчетных данных об исполнении бюджета за 2018, 2019 годы, исходя из оценки ожидаемого исполнения за 2020 год.</w:t>
      </w:r>
    </w:p>
    <w:p w:rsidR="00D80D44" w:rsidRPr="00EA68EE" w:rsidRDefault="00D80D44" w:rsidP="00AE13B5">
      <w:pPr>
        <w:autoSpaceDE w:val="0"/>
        <w:autoSpaceDN w:val="0"/>
        <w:adjustRightInd w:val="0"/>
        <w:ind w:firstLine="567"/>
        <w:jc w:val="both"/>
      </w:pPr>
      <w:r w:rsidRPr="00EA68EE">
        <w:t>Расчет по данному виду налога прилагается.</w:t>
      </w:r>
    </w:p>
    <w:p w:rsidR="00D80D44" w:rsidRPr="00EA68EE" w:rsidRDefault="00D80D44" w:rsidP="00AE13B5">
      <w:pPr>
        <w:autoSpaceDE w:val="0"/>
        <w:autoSpaceDN w:val="0"/>
        <w:adjustRightInd w:val="0"/>
        <w:ind w:firstLine="567"/>
        <w:jc w:val="both"/>
      </w:pPr>
    </w:p>
    <w:p w:rsidR="00D80D44" w:rsidRPr="00EA68EE" w:rsidRDefault="00D80D44" w:rsidP="00C33C67">
      <w:pPr>
        <w:ind w:left="2124" w:firstLine="708"/>
        <w:jc w:val="both"/>
        <w:rPr>
          <w:b/>
          <w:bCs/>
        </w:rPr>
      </w:pPr>
      <w:r w:rsidRPr="00EA68EE">
        <w:rPr>
          <w:b/>
          <w:bCs/>
          <w:lang w:val="en-US"/>
        </w:rPr>
        <w:t>II</w:t>
      </w:r>
      <w:r w:rsidRPr="00EA68EE">
        <w:rPr>
          <w:b/>
          <w:bCs/>
        </w:rPr>
        <w:t>. Неналоговые доходы</w:t>
      </w:r>
    </w:p>
    <w:p w:rsidR="00D80D44" w:rsidRPr="00EA68EE" w:rsidRDefault="00D80D44" w:rsidP="00C33C67">
      <w:pPr>
        <w:ind w:left="2124" w:firstLine="708"/>
        <w:jc w:val="both"/>
        <w:rPr>
          <w:b/>
          <w:bCs/>
        </w:rPr>
      </w:pPr>
    </w:p>
    <w:p w:rsidR="00D80D44" w:rsidRPr="00EA68EE" w:rsidRDefault="00D80D44" w:rsidP="00AE13B5">
      <w:pPr>
        <w:ind w:firstLine="567"/>
        <w:jc w:val="both"/>
      </w:pPr>
      <w:r w:rsidRPr="00EA68EE">
        <w:t xml:space="preserve">В проекте местного бюджета на 2021 год неналоговые доходы предусмотрены в сумме – </w:t>
      </w:r>
      <w:r w:rsidRPr="00EA68EE">
        <w:rPr>
          <w:b/>
          <w:bCs/>
        </w:rPr>
        <w:t>1 660,5</w:t>
      </w:r>
      <w:r w:rsidRPr="00EA68EE">
        <w:rPr>
          <w:b/>
          <w:bCs/>
          <w:i/>
          <w:iCs/>
        </w:rPr>
        <w:t xml:space="preserve"> </w:t>
      </w:r>
      <w:r w:rsidRPr="00EA68EE">
        <w:t xml:space="preserve">тыс. руб. </w:t>
      </w:r>
      <w:r w:rsidRPr="00EA68EE">
        <w:rPr>
          <w:noProof/>
        </w:rPr>
        <w:t>Распределение неналоговых доходов приведено на    рис. 2</w:t>
      </w:r>
      <w:r w:rsidRPr="00EA68EE">
        <w:t>.</w:t>
      </w:r>
    </w:p>
    <w:p w:rsidR="00D80D44" w:rsidRPr="00EA68EE" w:rsidRDefault="00D80D44" w:rsidP="0097042E">
      <w:pPr>
        <w:spacing w:before="120"/>
        <w:jc w:val="center"/>
        <w:rPr>
          <w:noProof/>
        </w:rPr>
      </w:pPr>
      <w:r w:rsidRPr="00EA68EE">
        <w:rPr>
          <w:noProof/>
        </w:rPr>
        <w:object w:dxaOrig="8545" w:dyaOrig="4839">
          <v:shape id="Объект 2" o:spid="_x0000_i1026" type="#_x0000_t75" style="width:384.75pt;height:205.5pt;visibility:visible" o:ole="">
            <v:imagedata r:id="rId10" o:title="" cropbottom="-14f"/>
            <o:lock v:ext="edit" aspectratio="f"/>
          </v:shape>
          <o:OLEObject Type="Embed" ProgID="Excel.Chart.8" ShapeID="Объект 2" DrawAspect="Content" ObjectID="_1671633592" r:id="rId11"/>
        </w:object>
      </w:r>
    </w:p>
    <w:p w:rsidR="00D80D44" w:rsidRPr="00EA68EE" w:rsidRDefault="00D80D44" w:rsidP="006834B6">
      <w:pPr>
        <w:spacing w:before="120"/>
        <w:jc w:val="center"/>
      </w:pPr>
      <w:r w:rsidRPr="00EA68EE">
        <w:rPr>
          <w:noProof/>
        </w:rPr>
        <w:t>Рис. 2. Распределение налоговых доходов</w:t>
      </w:r>
    </w:p>
    <w:p w:rsidR="00D80D44" w:rsidRPr="00EA68EE" w:rsidRDefault="00D80D44" w:rsidP="00C33C67">
      <w:pPr>
        <w:ind w:firstLine="708"/>
        <w:jc w:val="both"/>
      </w:pPr>
    </w:p>
    <w:p w:rsidR="00D80D44" w:rsidRPr="00EA68EE" w:rsidRDefault="00D80D44" w:rsidP="00C33C67">
      <w:pPr>
        <w:pStyle w:val="ListParagraph"/>
        <w:numPr>
          <w:ilvl w:val="0"/>
          <w:numId w:val="39"/>
        </w:numPr>
        <w:ind w:left="0" w:firstLine="709"/>
        <w:jc w:val="both"/>
        <w:rPr>
          <w:b/>
          <w:bCs/>
        </w:rPr>
      </w:pPr>
      <w:r w:rsidRPr="00EA68EE">
        <w:rPr>
          <w:b/>
          <w:bCs/>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автономных учреждений)</w:t>
      </w:r>
    </w:p>
    <w:p w:rsidR="00D80D44" w:rsidRPr="00EA68EE" w:rsidRDefault="00D80D44" w:rsidP="00AE13B5">
      <w:pPr>
        <w:ind w:firstLine="567"/>
        <w:jc w:val="both"/>
      </w:pPr>
      <w:r w:rsidRPr="00EA68EE">
        <w:t xml:space="preserve">Согласно статье 62 Бюджетного кодекса Российской Федерации </w:t>
      </w:r>
      <w:r w:rsidRPr="00EA68EE">
        <w:rPr>
          <w:b/>
          <w:bCs/>
        </w:rPr>
        <w:t>доходы от сдачи в аренду имущества</w:t>
      </w:r>
      <w:r w:rsidRPr="00EA68EE">
        <w:t>,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 подлежат распределению в бюджеты по нормативу 100%</w:t>
      </w:r>
    </w:p>
    <w:p w:rsidR="00D80D44" w:rsidRPr="00EA68EE" w:rsidRDefault="00D80D44" w:rsidP="00AE13B5">
      <w:pPr>
        <w:ind w:firstLine="567"/>
        <w:jc w:val="both"/>
      </w:pPr>
      <w:r w:rsidRPr="00EA68EE">
        <w:t>Администратором доходного источника является Администрация МО «Поселок Амдерма» НАО.</w:t>
      </w:r>
    </w:p>
    <w:p w:rsidR="00D80D44" w:rsidRPr="00EA68EE" w:rsidRDefault="00D80D44" w:rsidP="00AE13B5">
      <w:pPr>
        <w:ind w:firstLine="567"/>
        <w:jc w:val="both"/>
      </w:pPr>
      <w:r w:rsidRPr="00EA68EE">
        <w:t>Согласно расчетам доходы от сдачи в аренду имущества, формирующие основную доходную часть бюджета по неналоговым платежам, составляют 1 218,7 тыс. руб.</w:t>
      </w:r>
    </w:p>
    <w:p w:rsidR="00D80D44" w:rsidRPr="00EA68EE" w:rsidRDefault="00D80D44" w:rsidP="00AE13B5">
      <w:pPr>
        <w:ind w:firstLine="567"/>
        <w:jc w:val="both"/>
      </w:pPr>
      <w:r w:rsidRPr="00EA68EE">
        <w:t>Расчет прилагается.</w:t>
      </w:r>
    </w:p>
    <w:p w:rsidR="00D80D44" w:rsidRPr="00EA68EE" w:rsidRDefault="00D80D44" w:rsidP="00C33C67">
      <w:pPr>
        <w:ind w:firstLine="708"/>
        <w:jc w:val="both"/>
        <w:rPr>
          <w:color w:val="FF0000"/>
        </w:rPr>
      </w:pPr>
    </w:p>
    <w:p w:rsidR="00D80D44" w:rsidRPr="00EA68EE" w:rsidRDefault="00D80D44" w:rsidP="00AE13B5">
      <w:pPr>
        <w:pStyle w:val="ListParagraph"/>
        <w:numPr>
          <w:ilvl w:val="0"/>
          <w:numId w:val="39"/>
        </w:numPr>
        <w:ind w:left="0" w:firstLine="709"/>
        <w:jc w:val="both"/>
        <w:rPr>
          <w:b/>
          <w:bCs/>
        </w:rPr>
      </w:pPr>
      <w:r w:rsidRPr="00EA68EE">
        <w:rPr>
          <w:b/>
          <w:b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D80D44" w:rsidRPr="00EA68EE" w:rsidRDefault="00D80D44" w:rsidP="00AE13B5">
      <w:pPr>
        <w:ind w:firstLine="567"/>
        <w:jc w:val="both"/>
      </w:pPr>
      <w:r w:rsidRPr="00EA68EE">
        <w:t>По данному доходу запланированы поступления средств от платы за наём жилых помещений, находящихся в муниципальной собственности.</w:t>
      </w:r>
    </w:p>
    <w:p w:rsidR="00D80D44" w:rsidRPr="00EA68EE" w:rsidRDefault="00D80D44" w:rsidP="00AE13B5">
      <w:pPr>
        <w:ind w:firstLine="567"/>
        <w:jc w:val="both"/>
      </w:pPr>
      <w:r w:rsidRPr="00EA68EE">
        <w:t>Согласно статье 62 Бюджетного кодекса Российской Федерации норматив распределения составляет 100%.</w:t>
      </w:r>
    </w:p>
    <w:p w:rsidR="00D80D44" w:rsidRPr="00EA68EE" w:rsidRDefault="00D80D44" w:rsidP="00AE13B5">
      <w:pPr>
        <w:ind w:firstLine="567"/>
        <w:jc w:val="both"/>
      </w:pPr>
      <w:r w:rsidRPr="00EA68EE">
        <w:t>Администратором доходного источника является Администрация МО «Поселок Амдерма» НАО.</w:t>
      </w:r>
    </w:p>
    <w:p w:rsidR="00D80D44" w:rsidRPr="00EA68EE" w:rsidRDefault="00D80D44" w:rsidP="00AE13B5">
      <w:pPr>
        <w:ind w:firstLine="567"/>
        <w:jc w:val="both"/>
      </w:pPr>
      <w:r w:rsidRPr="00EA68EE">
        <w:t>Согласно расчетам, на основе данных за 2018, 2019 годы, исходя из оценки ожидаемого исполнения за 2020 год, доходы составят 441,3 тыс. руб.</w:t>
      </w:r>
    </w:p>
    <w:p w:rsidR="00D80D44" w:rsidRPr="00EA68EE" w:rsidRDefault="00D80D44" w:rsidP="00AE13B5">
      <w:pPr>
        <w:ind w:firstLine="567"/>
        <w:jc w:val="both"/>
      </w:pPr>
      <w:r w:rsidRPr="00EA68EE">
        <w:t>Расчет прилагается.</w:t>
      </w:r>
    </w:p>
    <w:p w:rsidR="00D80D44" w:rsidRPr="00EA68EE" w:rsidRDefault="00D80D44" w:rsidP="00C33C67">
      <w:pPr>
        <w:jc w:val="both"/>
        <w:rPr>
          <w:b/>
          <w:bCs/>
        </w:rPr>
      </w:pPr>
    </w:p>
    <w:p w:rsidR="00D80D44" w:rsidRPr="00EA68EE" w:rsidRDefault="00D80D44" w:rsidP="00C33C67">
      <w:pPr>
        <w:pStyle w:val="ListParagraph"/>
        <w:numPr>
          <w:ilvl w:val="0"/>
          <w:numId w:val="39"/>
        </w:numPr>
        <w:jc w:val="both"/>
        <w:rPr>
          <w:b/>
          <w:bCs/>
        </w:rPr>
      </w:pPr>
      <w:r w:rsidRPr="00EA68EE">
        <w:rPr>
          <w:b/>
          <w:bCs/>
        </w:rPr>
        <w:t>Доходы от продажи материальных и нематериальных активов</w:t>
      </w:r>
    </w:p>
    <w:p w:rsidR="00D80D44" w:rsidRPr="00EA68EE" w:rsidRDefault="00D80D44" w:rsidP="00AE13B5">
      <w:pPr>
        <w:ind w:firstLine="567"/>
        <w:jc w:val="both"/>
      </w:pPr>
      <w:r w:rsidRPr="00EA68EE">
        <w:t>В соответствии со статьей 62 Бюджетного кодекса Российской Федерации норматив зачисления составляет 100 процентов.</w:t>
      </w:r>
    </w:p>
    <w:p w:rsidR="00D80D44" w:rsidRPr="00EA68EE" w:rsidRDefault="00D80D44" w:rsidP="00AE13B5">
      <w:pPr>
        <w:ind w:firstLine="567"/>
        <w:jc w:val="both"/>
      </w:pPr>
      <w:r w:rsidRPr="00EA68EE">
        <w:t>Администратором доходного источника является Администрация МО «Поселок Амдерма» НАО.</w:t>
      </w:r>
    </w:p>
    <w:p w:rsidR="00D80D44" w:rsidRPr="00EA68EE" w:rsidRDefault="00D80D44" w:rsidP="00AE13B5">
      <w:pPr>
        <w:ind w:firstLine="567"/>
        <w:jc w:val="both"/>
      </w:pPr>
      <w:r w:rsidRPr="00EA68EE">
        <w:t>Доходы от продажи материальных и нематериальных активов включают в себя реализацию книг об Амдерме. Поступления на 2020 год спрогнозированы в объеме 0,5 тыс. руб. Расчет произведен на основе отчетных данных об исполнении бюджета за 2018, 2019 годы, исходя из оценки ожидаемого исполнения за 2020 год с учетом предполагаемых остатков книг на 01.01.2020.</w:t>
      </w:r>
    </w:p>
    <w:p w:rsidR="00D80D44" w:rsidRPr="00EA68EE" w:rsidRDefault="00D80D44" w:rsidP="002458E6">
      <w:pPr>
        <w:ind w:firstLine="567"/>
        <w:jc w:val="both"/>
      </w:pPr>
      <w:r w:rsidRPr="00EA68EE">
        <w:t>Расчет прилагается.</w:t>
      </w:r>
    </w:p>
    <w:p w:rsidR="00D80D44" w:rsidRPr="00EA68EE" w:rsidRDefault="00D80D44" w:rsidP="002A174F">
      <w:pPr>
        <w:ind w:firstLine="708"/>
        <w:jc w:val="both"/>
      </w:pPr>
    </w:p>
    <w:p w:rsidR="00D80D44" w:rsidRPr="00EA68EE" w:rsidRDefault="00D80D44" w:rsidP="00405F64">
      <w:pPr>
        <w:jc w:val="center"/>
        <w:rPr>
          <w:b/>
          <w:bCs/>
        </w:rPr>
      </w:pPr>
      <w:r w:rsidRPr="00EA68EE">
        <w:rPr>
          <w:b/>
          <w:bCs/>
          <w:lang w:val="en-US"/>
        </w:rPr>
        <w:t>III</w:t>
      </w:r>
      <w:r w:rsidRPr="00EA68EE">
        <w:rPr>
          <w:b/>
          <w:bCs/>
        </w:rPr>
        <w:t>. Безвозмездные поступления</w:t>
      </w:r>
    </w:p>
    <w:p w:rsidR="00D80D44" w:rsidRPr="00EA68EE" w:rsidRDefault="00D80D44" w:rsidP="00405F64">
      <w:pPr>
        <w:jc w:val="both"/>
        <w:rPr>
          <w:highlight w:val="cyan"/>
        </w:rPr>
      </w:pPr>
    </w:p>
    <w:p w:rsidR="00D80D44" w:rsidRPr="00EA68EE" w:rsidRDefault="00D80D44" w:rsidP="00AE13B5">
      <w:pPr>
        <w:ind w:firstLine="567"/>
        <w:jc w:val="both"/>
      </w:pPr>
      <w:r w:rsidRPr="00EA68EE">
        <w:t>В проекте местного бюджета на 2021 год предусмотрены безвозмездные поступления общей суммой 24 823,50</w:t>
      </w:r>
      <w:r w:rsidRPr="00EA68EE">
        <w:rPr>
          <w:b/>
          <w:bCs/>
          <w:color w:val="000000"/>
        </w:rPr>
        <w:t xml:space="preserve"> </w:t>
      </w:r>
      <w:r w:rsidRPr="00EA68EE">
        <w:t xml:space="preserve">тыс. руб. </w:t>
      </w:r>
      <w:r w:rsidRPr="00EA68EE">
        <w:rPr>
          <w:noProof/>
        </w:rPr>
        <w:t>Распределение безвезмездных поступлений приведено на рис. 3</w:t>
      </w:r>
      <w:r w:rsidRPr="00EA68EE">
        <w:t>.</w:t>
      </w:r>
    </w:p>
    <w:p w:rsidR="00D80D44" w:rsidRPr="00EA68EE" w:rsidRDefault="00D80D44" w:rsidP="00281C94">
      <w:pPr>
        <w:ind w:firstLine="708"/>
        <w:jc w:val="both"/>
      </w:pPr>
    </w:p>
    <w:p w:rsidR="00D80D44" w:rsidRPr="00EA68EE" w:rsidRDefault="00D80D44" w:rsidP="0097042E">
      <w:pPr>
        <w:jc w:val="center"/>
      </w:pPr>
      <w:r w:rsidRPr="00EA68EE">
        <w:rPr>
          <w:noProof/>
        </w:rPr>
        <w:object w:dxaOrig="8276" w:dyaOrig="4839">
          <v:shape id="Объект 3" o:spid="_x0000_i1027" type="#_x0000_t75" style="width:5in;height:195.75pt;visibility:visible" o:ole="">
            <v:imagedata r:id="rId12" o:title="" cropbottom="-14f"/>
            <o:lock v:ext="edit" aspectratio="f"/>
          </v:shape>
          <o:OLEObject Type="Embed" ProgID="Excel.Chart.8" ShapeID="Объект 3" DrawAspect="Content" ObjectID="_1671633593" r:id="rId13"/>
        </w:object>
      </w:r>
    </w:p>
    <w:p w:rsidR="00D80D44" w:rsidRPr="00EA68EE" w:rsidRDefault="00D80D44" w:rsidP="008A39F8">
      <w:pPr>
        <w:spacing w:before="120"/>
        <w:ind w:firstLine="567"/>
        <w:jc w:val="center"/>
      </w:pPr>
      <w:r w:rsidRPr="00EA68EE">
        <w:rPr>
          <w:noProof/>
        </w:rPr>
        <w:t>Рис. 3. Распределение безвозмездных поступлений</w:t>
      </w:r>
    </w:p>
    <w:p w:rsidR="00D80D44" w:rsidRPr="00EA68EE" w:rsidRDefault="00D80D44" w:rsidP="008A39F8">
      <w:pPr>
        <w:ind w:firstLine="708"/>
        <w:jc w:val="center"/>
      </w:pPr>
    </w:p>
    <w:p w:rsidR="00D80D44" w:rsidRPr="00EA68EE" w:rsidRDefault="00D80D44" w:rsidP="005A419B">
      <w:pPr>
        <w:ind w:firstLine="709"/>
        <w:rPr>
          <w:b/>
          <w:bCs/>
        </w:rPr>
      </w:pPr>
      <w:r w:rsidRPr="00EA68EE">
        <w:rPr>
          <w:b/>
          <w:bCs/>
        </w:rPr>
        <w:t>1. Дотации</w:t>
      </w:r>
    </w:p>
    <w:p w:rsidR="00D80D44" w:rsidRPr="00EA68EE" w:rsidRDefault="00D80D44" w:rsidP="00AE13B5">
      <w:pPr>
        <w:ind w:firstLine="567"/>
        <w:jc w:val="both"/>
      </w:pPr>
      <w:r w:rsidRPr="00EA68EE">
        <w:t xml:space="preserve">Согласно письму Администрации Муниципального района «Заполярный район» от 30.10.2020 № 01-16/326/2020 и протокола согласования объема межбюджетных трансфертов на 2021 и на плановый период 2021-2022 годов главного распорядителя средств окружного бюджета - Департамента финансов и экономики НАО и Администрации МО «Поселок Амдерма» НАО </w:t>
      </w:r>
      <w:r w:rsidRPr="00EA68EE">
        <w:rPr>
          <w:bCs/>
        </w:rPr>
        <w:t>дотации на</w:t>
      </w:r>
      <w:r w:rsidRPr="00EA68EE">
        <w:rPr>
          <w:b/>
          <w:bCs/>
        </w:rPr>
        <w:t xml:space="preserve"> выравнивание бюджетной обеспеченности</w:t>
      </w:r>
      <w:r w:rsidRPr="00EA68EE">
        <w:t xml:space="preserve"> (из районного и окружного бюджетов) запланирована в сумме 2 076,7 тыс. руб., дотация на </w:t>
      </w:r>
      <w:r w:rsidRPr="00EA68EE">
        <w:rPr>
          <w:b/>
        </w:rPr>
        <w:t>обеспечение сбалансированности</w:t>
      </w:r>
      <w:r w:rsidRPr="00EA68EE">
        <w:t xml:space="preserve"> бюджетов поселений составила 8 612,4 тыс. руб.</w:t>
      </w:r>
    </w:p>
    <w:p w:rsidR="00D80D44" w:rsidRPr="00EA68EE" w:rsidRDefault="00D80D44" w:rsidP="007D4A65">
      <w:pPr>
        <w:ind w:firstLine="709"/>
        <w:rPr>
          <w:b/>
          <w:bCs/>
        </w:rPr>
      </w:pPr>
      <w:r w:rsidRPr="00EA68EE">
        <w:rPr>
          <w:b/>
          <w:bCs/>
        </w:rPr>
        <w:t>2. Субвенции</w:t>
      </w:r>
    </w:p>
    <w:p w:rsidR="00D80D44" w:rsidRPr="00EA68EE" w:rsidRDefault="00D80D44" w:rsidP="00AE13B5">
      <w:pPr>
        <w:ind w:firstLine="567"/>
        <w:jc w:val="both"/>
      </w:pPr>
      <w:r w:rsidRPr="00EA68EE">
        <w:t>Согласно протоколу согласования объема межбюджетных трансфертов на 2020 год и плановый период 2021 и 2022 годов, субвенции</w:t>
      </w:r>
      <w:r w:rsidRPr="00EA68EE">
        <w:rPr>
          <w:color w:val="000000"/>
        </w:rPr>
        <w:t xml:space="preserve"> на осуществление органами местного самоуправления поселений отдельных государственных полномочий </w:t>
      </w:r>
      <w:r w:rsidRPr="00EA68EE">
        <w:rPr>
          <w:b/>
          <w:bCs/>
          <w:color w:val="000000"/>
        </w:rPr>
        <w:t>в сфере административных правонарушений</w:t>
      </w:r>
      <w:r w:rsidRPr="00EA68EE">
        <w:rPr>
          <w:color w:val="000000"/>
        </w:rPr>
        <w:t xml:space="preserve"> на 2021 год составляют </w:t>
      </w:r>
      <w:r w:rsidRPr="00EA68EE">
        <w:t>44,6 тыс. руб..</w:t>
      </w:r>
    </w:p>
    <w:p w:rsidR="00D80D44" w:rsidRPr="00EA68EE" w:rsidRDefault="00D80D44" w:rsidP="00AE13B5">
      <w:pPr>
        <w:ind w:firstLine="567"/>
        <w:jc w:val="both"/>
      </w:pPr>
      <w:r w:rsidRPr="00EA68EE">
        <w:t xml:space="preserve">В адрес Администрации МО не было направлено протоколов согласования, писем, уведомлений, проектов на установление субвенций на осуществление первично-воинского учета на 2021 год. В связи с этим Администрация МО воспользовалась данными уведомления о бюджетных ассигнованиях по межбюджетным трансфертам на 2020 год и на плановый период 2021 и 2022 годов. Таким образом средства на </w:t>
      </w:r>
      <w:r w:rsidRPr="00EA68EE">
        <w:rPr>
          <w:b/>
          <w:bCs/>
        </w:rPr>
        <w:t>осуществление первичного воинского учета</w:t>
      </w:r>
      <w:r w:rsidRPr="00EA68EE">
        <w:t xml:space="preserve"> на территориях, где отсутствуют военные комиссариаты запланированы в объеме 57,7 тыс. руб.</w:t>
      </w:r>
    </w:p>
    <w:p w:rsidR="00D80D44" w:rsidRPr="00EA68EE" w:rsidRDefault="00D80D44" w:rsidP="007D4A65">
      <w:pPr>
        <w:ind w:firstLine="709"/>
        <w:jc w:val="both"/>
      </w:pPr>
    </w:p>
    <w:p w:rsidR="00D80D44" w:rsidRPr="00EA68EE" w:rsidRDefault="00D80D44" w:rsidP="007D4A65">
      <w:pPr>
        <w:ind w:firstLine="709"/>
        <w:jc w:val="both"/>
        <w:rPr>
          <w:b/>
          <w:bCs/>
        </w:rPr>
      </w:pPr>
      <w:r w:rsidRPr="00EA68EE">
        <w:rPr>
          <w:b/>
          <w:bCs/>
        </w:rPr>
        <w:t>4. Иные межбюджетные трансферты</w:t>
      </w:r>
    </w:p>
    <w:p w:rsidR="00D80D44" w:rsidRPr="00EA68EE" w:rsidRDefault="00D80D44" w:rsidP="00AE13B5">
      <w:pPr>
        <w:ind w:firstLine="567"/>
        <w:jc w:val="both"/>
      </w:pPr>
      <w:r w:rsidRPr="00EA68EE">
        <w:t xml:space="preserve">Согласно письму Администрации Муниципального района «Заполярный район» от 10.11.2020 № 01-16/336/2020 объем иных межбюджетных трансфертов на 2021 год составляет </w:t>
      </w:r>
      <w:r w:rsidRPr="00EA68EE">
        <w:rPr>
          <w:b/>
        </w:rPr>
        <w:t>12 391,5</w:t>
      </w:r>
      <w:r w:rsidRPr="00EA68EE">
        <w:t xml:space="preserve"> тыс. руб., в том числе:</w:t>
      </w:r>
    </w:p>
    <w:p w:rsidR="00D80D44" w:rsidRPr="00EA68EE" w:rsidRDefault="00D80D44" w:rsidP="00830315">
      <w:pPr>
        <w:numPr>
          <w:ilvl w:val="0"/>
          <w:numId w:val="42"/>
        </w:numPr>
        <w:ind w:left="0" w:firstLine="426"/>
        <w:jc w:val="both"/>
        <w:rPr>
          <w:color w:val="000000"/>
        </w:rPr>
      </w:pPr>
      <w:r w:rsidRPr="00EA68EE">
        <w:rPr>
          <w:color w:val="000000"/>
        </w:rPr>
        <w:t xml:space="preserve">в рамках муниципальной программы "Развитие коммунальной инфраструктуры муниципального района "Заполярный район" на 2020-2030 годы" на содержание площадок накопления твердых коммунальных отходов выделено </w:t>
      </w:r>
      <w:r w:rsidRPr="00EA68EE">
        <w:rPr>
          <w:b/>
          <w:color w:val="000000"/>
        </w:rPr>
        <w:t>13,4</w:t>
      </w:r>
      <w:r w:rsidRPr="00EA68EE">
        <w:rPr>
          <w:color w:val="000000"/>
        </w:rPr>
        <w:t xml:space="preserve"> тыс. руб.;</w:t>
      </w:r>
    </w:p>
    <w:p w:rsidR="00D80D44" w:rsidRPr="00EA68EE" w:rsidRDefault="00D80D44" w:rsidP="00394C8B">
      <w:pPr>
        <w:numPr>
          <w:ilvl w:val="0"/>
          <w:numId w:val="42"/>
        </w:numPr>
        <w:ind w:left="0" w:firstLine="426"/>
        <w:jc w:val="both"/>
        <w:rPr>
          <w:color w:val="000000"/>
        </w:rPr>
      </w:pPr>
      <w:r w:rsidRPr="00EA68EE">
        <w:rPr>
          <w:color w:val="000000"/>
        </w:rPr>
        <w:t xml:space="preserve">в рамках муниципальной программы "Безопасность на территории муниципального района "Заполярный район" на 2019-2030 годы" выделено </w:t>
      </w:r>
      <w:r w:rsidRPr="00EA68EE">
        <w:rPr>
          <w:b/>
          <w:color w:val="000000"/>
        </w:rPr>
        <w:t>219,9</w:t>
      </w:r>
      <w:r w:rsidRPr="00EA68EE">
        <w:rPr>
          <w:color w:val="000000"/>
        </w:rPr>
        <w:t xml:space="preserve"> тыс. руб., из них: 11,2 тыс. руб. на организацию обучения неработающего населения в области гражданской обороны и защиты от чрезвычайных ситуаций, 113,8 тыс. руб. на предупреждение и ликвидация последствий ЧС в границах поселений муниципальных образований, 106,1 тыс. руб. на техническое обслуживание и планово-предупредительный ремонт систем видеонаблюдения;</w:t>
      </w:r>
    </w:p>
    <w:p w:rsidR="00D80D44" w:rsidRPr="00EA68EE" w:rsidRDefault="00D80D44" w:rsidP="00394C8B">
      <w:pPr>
        <w:numPr>
          <w:ilvl w:val="0"/>
          <w:numId w:val="42"/>
        </w:numPr>
        <w:ind w:left="0" w:firstLine="426"/>
        <w:jc w:val="both"/>
        <w:rPr>
          <w:color w:val="000000"/>
        </w:rPr>
      </w:pPr>
      <w:r w:rsidRPr="00EA68EE">
        <w:rPr>
          <w:color w:val="000000"/>
        </w:rPr>
        <w:t xml:space="preserve">в рамках подпрограммы 2  подпрограммы 2 "Управление муниципальным имуществом", муниципальной программы "Развитие административной системы местного самоуправления муниципального района "Заполярный район" на 2017-2025 годы", с целью подготовки объектов коммунальной инфраструктуры к осенне-зимнему периоду, на выполнение работ по гидравлической промывке, испытаний на плотность и прочность системы отопления потребителей тепловой энергии выделено </w:t>
      </w:r>
      <w:r w:rsidRPr="00EA68EE">
        <w:rPr>
          <w:b/>
          <w:color w:val="000000"/>
        </w:rPr>
        <w:t>22,0</w:t>
      </w:r>
      <w:r w:rsidRPr="00EA68EE">
        <w:rPr>
          <w:color w:val="000000"/>
        </w:rPr>
        <w:t xml:space="preserve"> тыс. руб.;</w:t>
      </w:r>
    </w:p>
    <w:p w:rsidR="00D80D44" w:rsidRPr="00EA68EE" w:rsidRDefault="00D80D44" w:rsidP="00394C8B">
      <w:pPr>
        <w:numPr>
          <w:ilvl w:val="0"/>
          <w:numId w:val="42"/>
        </w:numPr>
        <w:ind w:left="0" w:firstLine="426"/>
        <w:jc w:val="both"/>
        <w:rPr>
          <w:color w:val="000000"/>
        </w:rPr>
      </w:pPr>
      <w:r w:rsidRPr="00EA68EE">
        <w:rPr>
          <w:color w:val="000000"/>
        </w:rPr>
        <w:t xml:space="preserve">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2017-2025 годы", выделено </w:t>
      </w:r>
      <w:r w:rsidRPr="00EA68EE">
        <w:rPr>
          <w:b/>
          <w:color w:val="000000"/>
        </w:rPr>
        <w:t>6 380,6</w:t>
      </w:r>
      <w:r w:rsidRPr="00EA68EE">
        <w:rPr>
          <w:color w:val="000000"/>
        </w:rPr>
        <w:t xml:space="preserve"> тыс. руб., из них: 3 495,2 тыс. руб. на оплату коммунальных услуг и приобретение твердого топлива, 2 885,4 тыс. руб. на выплату пенсий за выслугу лет лицам, замещавшим выборные должности и должности муниципальной службы;</w:t>
      </w:r>
    </w:p>
    <w:p w:rsidR="00D80D44" w:rsidRPr="00EA68EE" w:rsidRDefault="00D80D44" w:rsidP="00394C8B">
      <w:pPr>
        <w:numPr>
          <w:ilvl w:val="0"/>
          <w:numId w:val="42"/>
        </w:numPr>
        <w:ind w:left="0" w:firstLine="426"/>
        <w:jc w:val="both"/>
        <w:rPr>
          <w:color w:val="000000"/>
        </w:rPr>
      </w:pPr>
      <w:r w:rsidRPr="00EA68EE">
        <w:rPr>
          <w:color w:val="000000"/>
        </w:rPr>
        <w:t xml:space="preserve">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выделено </w:t>
      </w:r>
      <w:r w:rsidRPr="00EA68EE">
        <w:rPr>
          <w:b/>
          <w:color w:val="000000"/>
        </w:rPr>
        <w:t>795,9</w:t>
      </w:r>
      <w:r w:rsidRPr="00EA68EE">
        <w:rPr>
          <w:color w:val="000000"/>
        </w:rPr>
        <w:t xml:space="preserve"> тыс. руб., из них: 281,0 тыс. руб. на благоустройство территорий поселений, 514,9 тыс. руб. на уличное освещение;</w:t>
      </w:r>
    </w:p>
    <w:p w:rsidR="00D80D44" w:rsidRPr="00EA68EE" w:rsidRDefault="00D80D44" w:rsidP="00394C8B">
      <w:pPr>
        <w:numPr>
          <w:ilvl w:val="0"/>
          <w:numId w:val="42"/>
        </w:numPr>
        <w:ind w:left="0" w:firstLine="426"/>
        <w:jc w:val="both"/>
        <w:rPr>
          <w:color w:val="000000"/>
        </w:rPr>
      </w:pPr>
      <w:r w:rsidRPr="00EA68EE">
        <w:rPr>
          <w:color w:val="000000"/>
        </w:rPr>
        <w:t xml:space="preserve">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 выделено </w:t>
      </w:r>
      <w:r w:rsidRPr="00EA68EE">
        <w:rPr>
          <w:b/>
          <w:color w:val="000000"/>
        </w:rPr>
        <w:t>673,4</w:t>
      </w:r>
      <w:r w:rsidRPr="00EA68EE">
        <w:rPr>
          <w:color w:val="000000"/>
        </w:rPr>
        <w:t xml:space="preserve"> тыс. руб. на мероприятия по поверке индивидуальных приборов учета холодного и горячего водоснабжения в многоквартирных жилых домах в поселке Амдерма;</w:t>
      </w:r>
    </w:p>
    <w:p w:rsidR="00D80D44" w:rsidRPr="00EA68EE" w:rsidRDefault="00D80D44" w:rsidP="00EB3D48">
      <w:pPr>
        <w:numPr>
          <w:ilvl w:val="0"/>
          <w:numId w:val="42"/>
        </w:numPr>
        <w:ind w:left="0" w:firstLine="426"/>
        <w:jc w:val="both"/>
        <w:rPr>
          <w:color w:val="000000"/>
        </w:rPr>
      </w:pPr>
      <w:r w:rsidRPr="00EA68EE">
        <w:rPr>
          <w:color w:val="000000"/>
        </w:rPr>
        <w:t xml:space="preserve">на непрограммные мероприятия по организации ритуальных услуг выделено </w:t>
      </w:r>
      <w:r w:rsidRPr="00EA68EE">
        <w:rPr>
          <w:b/>
          <w:color w:val="000000"/>
        </w:rPr>
        <w:t>50,5</w:t>
      </w:r>
      <w:r w:rsidRPr="00EA68EE">
        <w:rPr>
          <w:color w:val="000000"/>
        </w:rPr>
        <w:t xml:space="preserve"> тыс. руб.</w:t>
      </w:r>
    </w:p>
    <w:p w:rsidR="00D80D44" w:rsidRPr="00EA68EE" w:rsidRDefault="00D80D44" w:rsidP="00A7679C">
      <w:pPr>
        <w:jc w:val="center"/>
        <w:rPr>
          <w:b/>
          <w:bCs/>
        </w:rPr>
      </w:pPr>
      <w:r w:rsidRPr="00EA68EE">
        <w:rPr>
          <w:b/>
          <w:bCs/>
        </w:rPr>
        <w:t>Расходы местного бюджета</w:t>
      </w:r>
    </w:p>
    <w:p w:rsidR="00D80D44" w:rsidRPr="00EA68EE" w:rsidRDefault="00D80D44" w:rsidP="00900431">
      <w:pPr>
        <w:ind w:left="1416" w:firstLine="708"/>
        <w:jc w:val="both"/>
        <w:rPr>
          <w:b/>
          <w:bCs/>
        </w:rPr>
      </w:pPr>
    </w:p>
    <w:p w:rsidR="00D80D44" w:rsidRPr="00EA68EE" w:rsidRDefault="00D80D44" w:rsidP="00AE13B5">
      <w:pPr>
        <w:ind w:firstLine="567"/>
        <w:jc w:val="both"/>
      </w:pPr>
      <w:r w:rsidRPr="00EA68EE">
        <w:t>Расходы местного бюджета на 2021 год запланированы в общей сумме 34 318,8 тыс. руб.</w:t>
      </w:r>
    </w:p>
    <w:p w:rsidR="00D80D44" w:rsidRPr="00EA68EE" w:rsidRDefault="00D80D44" w:rsidP="00D4734D">
      <w:pPr>
        <w:ind w:firstLine="567"/>
        <w:jc w:val="both"/>
      </w:pPr>
      <w:r w:rsidRPr="00EA68EE">
        <w:t>Основные параметры расходов местного бюджета на 2021 год представлены в виде следующей таблицы:</w:t>
      </w:r>
    </w:p>
    <w:p w:rsidR="00D80D44" w:rsidRPr="00EA68EE" w:rsidRDefault="00D80D44" w:rsidP="00D4734D">
      <w:pPr>
        <w:ind w:firstLine="567"/>
        <w:jc w:val="both"/>
      </w:pPr>
    </w:p>
    <w:tbl>
      <w:tblPr>
        <w:tblW w:w="9371" w:type="dxa"/>
        <w:tblInd w:w="93" w:type="dxa"/>
        <w:tblLook w:val="00A0"/>
      </w:tblPr>
      <w:tblGrid>
        <w:gridCol w:w="5260"/>
        <w:gridCol w:w="567"/>
        <w:gridCol w:w="567"/>
        <w:gridCol w:w="1559"/>
        <w:gridCol w:w="1418"/>
      </w:tblGrid>
      <w:tr w:rsidR="00D80D44" w:rsidRPr="00EA68EE" w:rsidTr="00394C8B">
        <w:trPr>
          <w:trHeight w:val="1081"/>
        </w:trPr>
        <w:tc>
          <w:tcPr>
            <w:tcW w:w="5260" w:type="dxa"/>
            <w:tcBorders>
              <w:top w:val="single" w:sz="4" w:space="0" w:color="auto"/>
              <w:left w:val="single" w:sz="4" w:space="0" w:color="auto"/>
              <w:bottom w:val="single" w:sz="4" w:space="0" w:color="auto"/>
              <w:right w:val="single" w:sz="4" w:space="0" w:color="auto"/>
            </w:tcBorders>
            <w:noWrap/>
            <w:vAlign w:val="center"/>
          </w:tcPr>
          <w:p w:rsidR="00D80D44" w:rsidRPr="00EA68EE" w:rsidRDefault="00D80D44">
            <w:pPr>
              <w:jc w:val="center"/>
              <w:rPr>
                <w:color w:val="000000"/>
                <w:sz w:val="20"/>
                <w:szCs w:val="20"/>
              </w:rPr>
            </w:pPr>
            <w:r w:rsidRPr="00EA68EE">
              <w:rPr>
                <w:color w:val="000000"/>
                <w:sz w:val="20"/>
                <w:szCs w:val="20"/>
              </w:rPr>
              <w:t>Наименование</w:t>
            </w:r>
          </w:p>
        </w:tc>
        <w:tc>
          <w:tcPr>
            <w:tcW w:w="567" w:type="dxa"/>
            <w:tcBorders>
              <w:top w:val="single" w:sz="4" w:space="0" w:color="auto"/>
              <w:left w:val="nil"/>
              <w:bottom w:val="single" w:sz="4" w:space="0" w:color="auto"/>
              <w:right w:val="single" w:sz="4" w:space="0" w:color="auto"/>
            </w:tcBorders>
            <w:noWrap/>
            <w:textDirection w:val="btLr"/>
            <w:vAlign w:val="center"/>
          </w:tcPr>
          <w:p w:rsidR="00D80D44" w:rsidRPr="00EA68EE" w:rsidRDefault="00D80D44" w:rsidP="00394C8B">
            <w:pPr>
              <w:jc w:val="center"/>
              <w:rPr>
                <w:color w:val="000000"/>
                <w:sz w:val="20"/>
                <w:szCs w:val="20"/>
              </w:rPr>
            </w:pPr>
            <w:r w:rsidRPr="00EA68EE">
              <w:rPr>
                <w:color w:val="000000"/>
                <w:sz w:val="20"/>
                <w:szCs w:val="20"/>
              </w:rPr>
              <w:t>Раздел</w:t>
            </w:r>
          </w:p>
        </w:tc>
        <w:tc>
          <w:tcPr>
            <w:tcW w:w="567" w:type="dxa"/>
            <w:tcBorders>
              <w:top w:val="single" w:sz="4" w:space="0" w:color="auto"/>
              <w:left w:val="nil"/>
              <w:bottom w:val="single" w:sz="4" w:space="0" w:color="auto"/>
              <w:right w:val="single" w:sz="4" w:space="0" w:color="auto"/>
            </w:tcBorders>
            <w:noWrap/>
            <w:textDirection w:val="btLr"/>
            <w:vAlign w:val="center"/>
          </w:tcPr>
          <w:p w:rsidR="00D80D44" w:rsidRPr="00EA68EE" w:rsidRDefault="00D80D44" w:rsidP="00394C8B">
            <w:pPr>
              <w:jc w:val="center"/>
              <w:rPr>
                <w:color w:val="000000"/>
                <w:sz w:val="20"/>
                <w:szCs w:val="20"/>
              </w:rPr>
            </w:pPr>
            <w:r w:rsidRPr="00EA68EE">
              <w:rPr>
                <w:color w:val="000000"/>
                <w:sz w:val="20"/>
                <w:szCs w:val="20"/>
              </w:rPr>
              <w:t>Подраздел</w:t>
            </w:r>
          </w:p>
        </w:tc>
        <w:tc>
          <w:tcPr>
            <w:tcW w:w="1559" w:type="dxa"/>
            <w:tcBorders>
              <w:top w:val="single" w:sz="4" w:space="0" w:color="auto"/>
              <w:left w:val="nil"/>
              <w:bottom w:val="single" w:sz="4" w:space="0" w:color="auto"/>
              <w:right w:val="single" w:sz="4" w:space="0" w:color="auto"/>
            </w:tcBorders>
            <w:vAlign w:val="center"/>
          </w:tcPr>
          <w:p w:rsidR="00D80D44" w:rsidRPr="00EA68EE" w:rsidRDefault="00D80D44">
            <w:pPr>
              <w:jc w:val="center"/>
              <w:rPr>
                <w:color w:val="000000"/>
                <w:sz w:val="20"/>
                <w:szCs w:val="20"/>
              </w:rPr>
            </w:pPr>
            <w:r w:rsidRPr="00EA68EE">
              <w:rPr>
                <w:color w:val="000000"/>
                <w:sz w:val="20"/>
                <w:szCs w:val="20"/>
              </w:rPr>
              <w:t>Прогноз на 2021 год (тыс. руб.)</w:t>
            </w:r>
          </w:p>
        </w:tc>
        <w:tc>
          <w:tcPr>
            <w:tcW w:w="1418" w:type="dxa"/>
            <w:tcBorders>
              <w:top w:val="single" w:sz="4" w:space="0" w:color="auto"/>
              <w:left w:val="nil"/>
              <w:bottom w:val="single" w:sz="4" w:space="0" w:color="auto"/>
              <w:right w:val="single" w:sz="4" w:space="0" w:color="auto"/>
            </w:tcBorders>
            <w:vAlign w:val="center"/>
          </w:tcPr>
          <w:p w:rsidR="00D80D44" w:rsidRPr="00EA68EE" w:rsidRDefault="00D80D44">
            <w:pPr>
              <w:jc w:val="center"/>
              <w:rPr>
                <w:color w:val="000000"/>
                <w:sz w:val="20"/>
                <w:szCs w:val="20"/>
              </w:rPr>
            </w:pPr>
            <w:r w:rsidRPr="00EA68EE">
              <w:rPr>
                <w:color w:val="000000"/>
                <w:sz w:val="20"/>
                <w:szCs w:val="20"/>
              </w:rPr>
              <w:t>Доля в общей сумме расходов, %</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shd w:val="clear" w:color="000000" w:fill="FFFF99"/>
            <w:noWrap/>
            <w:vAlign w:val="center"/>
          </w:tcPr>
          <w:p w:rsidR="00D80D44" w:rsidRPr="00EA68EE" w:rsidRDefault="00D80D44">
            <w:pPr>
              <w:rPr>
                <w:b/>
                <w:bCs/>
                <w:color w:val="000000"/>
              </w:rPr>
            </w:pPr>
            <w:r w:rsidRPr="00EA68EE">
              <w:rPr>
                <w:b/>
                <w:bCs/>
                <w:color w:val="000000"/>
                <w:sz w:val="22"/>
                <w:szCs w:val="22"/>
              </w:rPr>
              <w:t>Общегосударственные вопросы</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01</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 </w:t>
            </w:r>
          </w:p>
        </w:tc>
        <w:tc>
          <w:tcPr>
            <w:tcW w:w="1559"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19 063,4</w:t>
            </w:r>
          </w:p>
        </w:tc>
        <w:tc>
          <w:tcPr>
            <w:tcW w:w="1418"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55,5</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Содержание главы администрации</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01</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02</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2 962,3</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8,6</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Депутаты МО</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01</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03</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10,0</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0,0</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Содержание Администрации МО</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01</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04</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14 181,3</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41,3</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Контрольно-счетный орган</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01</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06</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483,4</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1,4</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Обеспечение проведения выборов и референдумов</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01</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07</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200,0</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0,6</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Резервный фонд  Администрации МО</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01</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11</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10,0</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0,0</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Другие общегосударственные вопросы</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01</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13</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1 216,4</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3,5</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shd w:val="clear" w:color="000000" w:fill="FFFF99"/>
            <w:vAlign w:val="center"/>
          </w:tcPr>
          <w:p w:rsidR="00D80D44" w:rsidRPr="00EA68EE" w:rsidRDefault="00D80D44">
            <w:pPr>
              <w:rPr>
                <w:b/>
                <w:bCs/>
                <w:color w:val="000000"/>
              </w:rPr>
            </w:pPr>
            <w:r w:rsidRPr="00EA68EE">
              <w:rPr>
                <w:b/>
                <w:bCs/>
                <w:color w:val="000000"/>
                <w:sz w:val="22"/>
                <w:szCs w:val="22"/>
              </w:rPr>
              <w:t>Национальная оборона</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02</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 </w:t>
            </w:r>
          </w:p>
        </w:tc>
        <w:tc>
          <w:tcPr>
            <w:tcW w:w="1559"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57,7</w:t>
            </w:r>
          </w:p>
        </w:tc>
        <w:tc>
          <w:tcPr>
            <w:tcW w:w="1418"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0,2</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Мобилизационная и вневойсковая подготовка</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02</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03</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57,7</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0,2</w:t>
            </w:r>
          </w:p>
        </w:tc>
      </w:tr>
      <w:tr w:rsidR="00D80D44" w:rsidRPr="00EA68EE" w:rsidTr="00394C8B">
        <w:trPr>
          <w:trHeight w:val="510"/>
        </w:trPr>
        <w:tc>
          <w:tcPr>
            <w:tcW w:w="5260" w:type="dxa"/>
            <w:tcBorders>
              <w:top w:val="nil"/>
              <w:left w:val="single" w:sz="4" w:space="0" w:color="auto"/>
              <w:bottom w:val="single" w:sz="4" w:space="0" w:color="auto"/>
              <w:right w:val="single" w:sz="4" w:space="0" w:color="auto"/>
            </w:tcBorders>
            <w:shd w:val="clear" w:color="000000" w:fill="FFFF99"/>
            <w:vAlign w:val="center"/>
          </w:tcPr>
          <w:p w:rsidR="00D80D44" w:rsidRPr="00EA68EE" w:rsidRDefault="00D80D44">
            <w:pPr>
              <w:rPr>
                <w:b/>
                <w:bCs/>
                <w:color w:val="000000"/>
              </w:rPr>
            </w:pPr>
            <w:r w:rsidRPr="00EA68EE">
              <w:rPr>
                <w:b/>
                <w:bCs/>
                <w:color w:val="000000"/>
                <w:sz w:val="22"/>
                <w:szCs w:val="22"/>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03</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 </w:t>
            </w:r>
          </w:p>
        </w:tc>
        <w:tc>
          <w:tcPr>
            <w:tcW w:w="1559"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231,1</w:t>
            </w:r>
          </w:p>
        </w:tc>
        <w:tc>
          <w:tcPr>
            <w:tcW w:w="1418"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0,7</w:t>
            </w:r>
          </w:p>
        </w:tc>
      </w:tr>
      <w:tr w:rsidR="00D80D44" w:rsidRPr="00EA68EE" w:rsidTr="00394C8B">
        <w:trPr>
          <w:trHeight w:val="51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Защита населения и территории от чрезвычайных ситуаций</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03</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09</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106,1</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0,3</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Обеспечение пожарной безопасности</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03</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10</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113,8</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0,3</w:t>
            </w:r>
          </w:p>
        </w:tc>
      </w:tr>
      <w:tr w:rsidR="00D80D44" w:rsidRPr="00EA68EE" w:rsidTr="00394C8B">
        <w:trPr>
          <w:trHeight w:val="51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03</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14</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11,2</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0,0</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shd w:val="clear" w:color="000000" w:fill="FFFF99"/>
            <w:vAlign w:val="center"/>
          </w:tcPr>
          <w:p w:rsidR="00D80D44" w:rsidRPr="00EA68EE" w:rsidRDefault="00D80D44">
            <w:pPr>
              <w:rPr>
                <w:b/>
                <w:bCs/>
                <w:color w:val="000000"/>
              </w:rPr>
            </w:pPr>
            <w:r w:rsidRPr="00EA68EE">
              <w:rPr>
                <w:b/>
                <w:bCs/>
                <w:color w:val="000000"/>
                <w:sz w:val="22"/>
                <w:szCs w:val="22"/>
              </w:rPr>
              <w:t>Национальная экономика</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04</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 </w:t>
            </w:r>
          </w:p>
        </w:tc>
        <w:tc>
          <w:tcPr>
            <w:tcW w:w="1559"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10 505,9</w:t>
            </w:r>
          </w:p>
        </w:tc>
        <w:tc>
          <w:tcPr>
            <w:tcW w:w="1418"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30,6</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Дорожное хозяйство</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04</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09</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10 345,9</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30,1</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Другие вопросы в области национальной экономики</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04</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12</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160,0</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0,5</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shd w:val="clear" w:color="000000" w:fill="FFFF99"/>
            <w:vAlign w:val="center"/>
          </w:tcPr>
          <w:p w:rsidR="00D80D44" w:rsidRPr="00EA68EE" w:rsidRDefault="00D80D44">
            <w:pPr>
              <w:rPr>
                <w:b/>
                <w:bCs/>
                <w:color w:val="000000"/>
              </w:rPr>
            </w:pPr>
            <w:r w:rsidRPr="00EA68EE">
              <w:rPr>
                <w:b/>
                <w:bCs/>
                <w:color w:val="000000"/>
                <w:sz w:val="22"/>
                <w:szCs w:val="22"/>
              </w:rPr>
              <w:t>Жилищно-коммунальное хозяйство</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05</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 </w:t>
            </w:r>
          </w:p>
        </w:tc>
        <w:tc>
          <w:tcPr>
            <w:tcW w:w="1559"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1 575,2</w:t>
            </w:r>
          </w:p>
        </w:tc>
        <w:tc>
          <w:tcPr>
            <w:tcW w:w="1418"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4,6</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Жилищное хозяйство</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05</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01</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673,4</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2,0</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Коммунальное хозяйство</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05</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02</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13,4</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0,0</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Благоустройство</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05</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03</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795,9</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2,3</w:t>
            </w:r>
          </w:p>
        </w:tc>
      </w:tr>
      <w:tr w:rsidR="00D80D44" w:rsidRPr="00EA68EE" w:rsidTr="00394C8B">
        <w:trPr>
          <w:trHeight w:val="51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05</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05</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92,5</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0,3</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shd w:val="clear" w:color="000000" w:fill="FFFF99"/>
            <w:vAlign w:val="center"/>
          </w:tcPr>
          <w:p w:rsidR="00D80D44" w:rsidRPr="00EA68EE" w:rsidRDefault="00D80D44">
            <w:pPr>
              <w:rPr>
                <w:b/>
                <w:bCs/>
                <w:color w:val="000000"/>
              </w:rPr>
            </w:pPr>
            <w:r w:rsidRPr="00EA68EE">
              <w:rPr>
                <w:b/>
                <w:bCs/>
                <w:color w:val="000000"/>
                <w:sz w:val="22"/>
                <w:szCs w:val="22"/>
              </w:rPr>
              <w:t>Социальная политика</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10</w:t>
            </w:r>
          </w:p>
        </w:tc>
        <w:tc>
          <w:tcPr>
            <w:tcW w:w="567" w:type="dxa"/>
            <w:tcBorders>
              <w:top w:val="nil"/>
              <w:left w:val="nil"/>
              <w:bottom w:val="single" w:sz="4" w:space="0" w:color="auto"/>
              <w:right w:val="single" w:sz="4" w:space="0" w:color="auto"/>
            </w:tcBorders>
            <w:shd w:val="clear" w:color="000000" w:fill="FFFF99"/>
            <w:noWrap/>
            <w:vAlign w:val="center"/>
          </w:tcPr>
          <w:p w:rsidR="00D80D44" w:rsidRPr="00EA68EE" w:rsidRDefault="00D80D44">
            <w:pPr>
              <w:jc w:val="center"/>
              <w:rPr>
                <w:b/>
                <w:bCs/>
                <w:color w:val="000000"/>
              </w:rPr>
            </w:pPr>
            <w:r w:rsidRPr="00EA68EE">
              <w:rPr>
                <w:b/>
                <w:bCs/>
                <w:color w:val="000000"/>
                <w:sz w:val="22"/>
                <w:szCs w:val="22"/>
              </w:rPr>
              <w:t> </w:t>
            </w:r>
          </w:p>
        </w:tc>
        <w:tc>
          <w:tcPr>
            <w:tcW w:w="1559"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2 885,4</w:t>
            </w:r>
          </w:p>
        </w:tc>
        <w:tc>
          <w:tcPr>
            <w:tcW w:w="1418" w:type="dxa"/>
            <w:tcBorders>
              <w:top w:val="nil"/>
              <w:left w:val="nil"/>
              <w:bottom w:val="single" w:sz="4" w:space="0" w:color="auto"/>
              <w:right w:val="single" w:sz="4" w:space="0" w:color="auto"/>
            </w:tcBorders>
            <w:shd w:val="clear" w:color="000000" w:fill="FFFF99"/>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8,4</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vAlign w:val="center"/>
          </w:tcPr>
          <w:p w:rsidR="00D80D44" w:rsidRPr="00EA68EE" w:rsidRDefault="00D80D44">
            <w:pPr>
              <w:rPr>
                <w:color w:val="000000"/>
              </w:rPr>
            </w:pPr>
            <w:r w:rsidRPr="00EA68EE">
              <w:rPr>
                <w:color w:val="000000"/>
                <w:sz w:val="22"/>
                <w:szCs w:val="22"/>
              </w:rPr>
              <w:t>Пенсионное обеспечение</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10</w:t>
            </w:r>
          </w:p>
        </w:tc>
        <w:tc>
          <w:tcPr>
            <w:tcW w:w="567" w:type="dxa"/>
            <w:tcBorders>
              <w:top w:val="nil"/>
              <w:left w:val="nil"/>
              <w:bottom w:val="single" w:sz="4" w:space="0" w:color="auto"/>
              <w:right w:val="single" w:sz="4" w:space="0" w:color="auto"/>
            </w:tcBorders>
            <w:noWrap/>
            <w:vAlign w:val="center"/>
          </w:tcPr>
          <w:p w:rsidR="00D80D44" w:rsidRPr="00EA68EE" w:rsidRDefault="00D80D44">
            <w:pPr>
              <w:jc w:val="center"/>
              <w:rPr>
                <w:color w:val="000000"/>
              </w:rPr>
            </w:pPr>
            <w:r w:rsidRPr="00EA68EE">
              <w:rPr>
                <w:color w:val="000000"/>
                <w:sz w:val="22"/>
                <w:szCs w:val="22"/>
              </w:rPr>
              <w:t>01</w:t>
            </w:r>
          </w:p>
        </w:tc>
        <w:tc>
          <w:tcPr>
            <w:tcW w:w="1559"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2 885,4</w:t>
            </w:r>
          </w:p>
        </w:tc>
        <w:tc>
          <w:tcPr>
            <w:tcW w:w="1418" w:type="dxa"/>
            <w:tcBorders>
              <w:top w:val="nil"/>
              <w:left w:val="nil"/>
              <w:bottom w:val="single" w:sz="4" w:space="0" w:color="auto"/>
              <w:right w:val="single" w:sz="4" w:space="0" w:color="auto"/>
            </w:tcBorders>
            <w:noWrap/>
            <w:vAlign w:val="center"/>
          </w:tcPr>
          <w:p w:rsidR="00D80D44" w:rsidRPr="00EA68EE" w:rsidRDefault="00D80D44" w:rsidP="00D80D44">
            <w:pPr>
              <w:ind w:firstLineChars="100" w:firstLine="31680"/>
              <w:jc w:val="right"/>
              <w:rPr>
                <w:color w:val="000000"/>
              </w:rPr>
            </w:pPr>
            <w:r w:rsidRPr="00EA68EE">
              <w:rPr>
                <w:color w:val="000000"/>
                <w:sz w:val="22"/>
                <w:szCs w:val="22"/>
              </w:rPr>
              <w:t>8,4</w:t>
            </w:r>
          </w:p>
        </w:tc>
      </w:tr>
      <w:tr w:rsidR="00D80D44" w:rsidRPr="00EA68EE" w:rsidTr="00394C8B">
        <w:trPr>
          <w:trHeight w:val="300"/>
        </w:trPr>
        <w:tc>
          <w:tcPr>
            <w:tcW w:w="5260" w:type="dxa"/>
            <w:tcBorders>
              <w:top w:val="nil"/>
              <w:left w:val="single" w:sz="4" w:space="0" w:color="auto"/>
              <w:bottom w:val="single" w:sz="4" w:space="0" w:color="auto"/>
              <w:right w:val="single" w:sz="4" w:space="0" w:color="auto"/>
            </w:tcBorders>
            <w:shd w:val="clear" w:color="000000" w:fill="CCFFFF"/>
            <w:noWrap/>
            <w:vAlign w:val="center"/>
          </w:tcPr>
          <w:p w:rsidR="00D80D44" w:rsidRPr="00EA68EE" w:rsidRDefault="00D80D44">
            <w:pPr>
              <w:rPr>
                <w:b/>
                <w:bCs/>
                <w:color w:val="000000"/>
              </w:rPr>
            </w:pPr>
            <w:r w:rsidRPr="00EA68EE">
              <w:rPr>
                <w:b/>
                <w:bCs/>
                <w:color w:val="000000"/>
                <w:sz w:val="22"/>
                <w:szCs w:val="22"/>
              </w:rPr>
              <w:t>ВСЕГО РАСХОДОВ</w:t>
            </w:r>
          </w:p>
        </w:tc>
        <w:tc>
          <w:tcPr>
            <w:tcW w:w="567" w:type="dxa"/>
            <w:tcBorders>
              <w:top w:val="nil"/>
              <w:left w:val="nil"/>
              <w:bottom w:val="single" w:sz="4" w:space="0" w:color="auto"/>
              <w:right w:val="single" w:sz="4" w:space="0" w:color="auto"/>
            </w:tcBorders>
            <w:shd w:val="clear" w:color="000000" w:fill="CCFFFF"/>
            <w:noWrap/>
            <w:vAlign w:val="center"/>
          </w:tcPr>
          <w:p w:rsidR="00D80D44" w:rsidRPr="00EA68EE" w:rsidRDefault="00D80D44">
            <w:pPr>
              <w:jc w:val="center"/>
              <w:rPr>
                <w:b/>
                <w:bCs/>
                <w:color w:val="000000"/>
              </w:rPr>
            </w:pPr>
            <w:r w:rsidRPr="00EA68EE">
              <w:rPr>
                <w:b/>
                <w:bCs/>
                <w:color w:val="000000"/>
                <w:sz w:val="22"/>
                <w:szCs w:val="22"/>
              </w:rPr>
              <w:t> </w:t>
            </w:r>
          </w:p>
        </w:tc>
        <w:tc>
          <w:tcPr>
            <w:tcW w:w="567" w:type="dxa"/>
            <w:tcBorders>
              <w:top w:val="nil"/>
              <w:left w:val="nil"/>
              <w:bottom w:val="single" w:sz="4" w:space="0" w:color="auto"/>
              <w:right w:val="single" w:sz="4" w:space="0" w:color="auto"/>
            </w:tcBorders>
            <w:shd w:val="clear" w:color="000000" w:fill="CCFFFF"/>
            <w:noWrap/>
            <w:vAlign w:val="center"/>
          </w:tcPr>
          <w:p w:rsidR="00D80D44" w:rsidRPr="00EA68EE" w:rsidRDefault="00D80D44">
            <w:pPr>
              <w:jc w:val="center"/>
              <w:rPr>
                <w:b/>
                <w:bCs/>
                <w:color w:val="000000"/>
              </w:rPr>
            </w:pPr>
            <w:r w:rsidRPr="00EA68EE">
              <w:rPr>
                <w:b/>
                <w:bCs/>
                <w:color w:val="000000"/>
                <w:sz w:val="22"/>
                <w:szCs w:val="22"/>
              </w:rPr>
              <w:t> </w:t>
            </w:r>
          </w:p>
        </w:tc>
        <w:tc>
          <w:tcPr>
            <w:tcW w:w="1559" w:type="dxa"/>
            <w:tcBorders>
              <w:top w:val="nil"/>
              <w:left w:val="nil"/>
              <w:bottom w:val="single" w:sz="4" w:space="0" w:color="auto"/>
              <w:right w:val="single" w:sz="4" w:space="0" w:color="auto"/>
            </w:tcBorders>
            <w:shd w:val="clear" w:color="000000" w:fill="CCFFFF"/>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34 318,8</w:t>
            </w:r>
          </w:p>
        </w:tc>
        <w:tc>
          <w:tcPr>
            <w:tcW w:w="1418" w:type="dxa"/>
            <w:tcBorders>
              <w:top w:val="nil"/>
              <w:left w:val="nil"/>
              <w:bottom w:val="single" w:sz="4" w:space="0" w:color="auto"/>
              <w:right w:val="single" w:sz="4" w:space="0" w:color="auto"/>
            </w:tcBorders>
            <w:shd w:val="clear" w:color="000000" w:fill="CCFFFF"/>
            <w:noWrap/>
            <w:vAlign w:val="center"/>
          </w:tcPr>
          <w:p w:rsidR="00D80D44" w:rsidRPr="00EA68EE" w:rsidRDefault="00D80D44" w:rsidP="00D80D44">
            <w:pPr>
              <w:ind w:firstLineChars="100" w:firstLine="31680"/>
              <w:jc w:val="right"/>
              <w:rPr>
                <w:b/>
                <w:bCs/>
                <w:color w:val="000000"/>
              </w:rPr>
            </w:pPr>
            <w:r w:rsidRPr="00EA68EE">
              <w:rPr>
                <w:b/>
                <w:bCs/>
                <w:color w:val="000000"/>
                <w:sz w:val="22"/>
                <w:szCs w:val="22"/>
              </w:rPr>
              <w:t>100</w:t>
            </w:r>
          </w:p>
        </w:tc>
      </w:tr>
    </w:tbl>
    <w:p w:rsidR="00D80D44" w:rsidRPr="00EA68EE" w:rsidRDefault="00D80D44" w:rsidP="00AE13B5">
      <w:pPr>
        <w:tabs>
          <w:tab w:val="left" w:pos="426"/>
        </w:tabs>
        <w:ind w:firstLine="567"/>
        <w:jc w:val="both"/>
      </w:pPr>
    </w:p>
    <w:p w:rsidR="00D80D44" w:rsidRPr="00EA68EE" w:rsidRDefault="00D80D44" w:rsidP="00AE13B5">
      <w:pPr>
        <w:tabs>
          <w:tab w:val="left" w:pos="426"/>
        </w:tabs>
        <w:ind w:firstLine="567"/>
        <w:jc w:val="both"/>
      </w:pPr>
    </w:p>
    <w:p w:rsidR="00D80D44" w:rsidRPr="00EA68EE" w:rsidRDefault="00D80D44" w:rsidP="00AE13B5">
      <w:pPr>
        <w:tabs>
          <w:tab w:val="left" w:pos="426"/>
        </w:tabs>
        <w:ind w:firstLine="567"/>
        <w:jc w:val="both"/>
      </w:pPr>
      <w:r w:rsidRPr="00EA68EE">
        <w:t xml:space="preserve"> Общий объем и структура расходов местного бюджета на 2021 год характеризуются следующими данными:</w:t>
      </w:r>
    </w:p>
    <w:p w:rsidR="00D80D44" w:rsidRPr="00EA68EE" w:rsidRDefault="00D80D44" w:rsidP="0097042E">
      <w:pPr>
        <w:tabs>
          <w:tab w:val="left" w:pos="0"/>
        </w:tabs>
        <w:jc w:val="center"/>
        <w:rPr>
          <w:b/>
          <w:bCs/>
        </w:rPr>
      </w:pPr>
      <w:r w:rsidRPr="00EA68EE">
        <w:rPr>
          <w:b/>
          <w:bCs/>
          <w:noProof/>
        </w:rPr>
        <w:object w:dxaOrig="8920" w:dyaOrig="4823">
          <v:shape id="_x0000_i1028" type="#_x0000_t75" style="width:419.25pt;height:224.25pt" o:ole="">
            <v:imagedata r:id="rId14" o:title=""/>
            <o:lock v:ext="edit" aspectratio="f"/>
          </v:shape>
          <o:OLEObject Type="Embed" ProgID="Excel.Sheet.8" ShapeID="_x0000_i1028" DrawAspect="Content" ObjectID="_1671633594" r:id="rId15"/>
        </w:object>
      </w:r>
    </w:p>
    <w:p w:rsidR="00D80D44" w:rsidRPr="00EA68EE" w:rsidRDefault="00D80D44" w:rsidP="00335EA3">
      <w:pPr>
        <w:spacing w:before="120"/>
        <w:ind w:firstLine="567"/>
        <w:jc w:val="center"/>
      </w:pPr>
      <w:r w:rsidRPr="00EA68EE">
        <w:rPr>
          <w:noProof/>
        </w:rPr>
        <w:t>Рис. 3. Распределение расходов</w:t>
      </w:r>
    </w:p>
    <w:p w:rsidR="00D80D44" w:rsidRPr="00EA68EE" w:rsidRDefault="00D80D44" w:rsidP="00E0339D">
      <w:pPr>
        <w:spacing w:before="240" w:after="240"/>
        <w:jc w:val="center"/>
        <w:rPr>
          <w:b/>
          <w:bCs/>
          <w:color w:val="000000"/>
        </w:rPr>
      </w:pPr>
      <w:r w:rsidRPr="00EA68EE">
        <w:rPr>
          <w:b/>
          <w:bCs/>
          <w:color w:val="000000"/>
        </w:rPr>
        <w:t>Расходы на содержание органов местного самоуправления</w:t>
      </w:r>
    </w:p>
    <w:p w:rsidR="00D80D44" w:rsidRPr="00EA68EE" w:rsidRDefault="00D80D44" w:rsidP="00AE13B5">
      <w:pPr>
        <w:ind w:firstLine="567"/>
        <w:jc w:val="both"/>
      </w:pPr>
      <w:r w:rsidRPr="00EA68EE">
        <w:t xml:space="preserve">В проекте местного бюджета на 2021 год учтены расходы на содержание органов местного самоуправления муниципального образования в общей сумме </w:t>
      </w:r>
      <w:r w:rsidRPr="00EA68EE">
        <w:rPr>
          <w:b/>
        </w:rPr>
        <w:t>14 181,3</w:t>
      </w:r>
      <w:r w:rsidRPr="00EA68EE">
        <w:t xml:space="preserve"> тыс. руб., что составляет 41,3% в общей сумме расходов местного бюджета на 2021 год.</w:t>
      </w:r>
    </w:p>
    <w:p w:rsidR="00D80D44" w:rsidRPr="00EA68EE" w:rsidRDefault="00D80D44" w:rsidP="0014437E">
      <w:pPr>
        <w:ind w:firstLine="567"/>
        <w:jc w:val="both"/>
      </w:pPr>
      <w:r w:rsidRPr="00EA68EE">
        <w:t xml:space="preserve">Согласно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на содержание органов местного самоуправления муниципальных образований Ненецкого автономного округа, Администрации МО «Поселок Амдерма» НАО в качестве  </w:t>
      </w:r>
      <w:r w:rsidRPr="00EA68EE">
        <w:rPr>
          <w:b/>
          <w:bCs/>
        </w:rPr>
        <w:t>предельной доли расходов на оплату труда</w:t>
      </w:r>
      <w:r w:rsidRPr="00EA68EE">
        <w:t xml:space="preserve"> от налоговых и неналоговых доходов бюджета и дотаций местному бюджету следует учитывать 21,1% на содержание выборных должностных лиц местного самоуправления, осуществляющих свои полномочия на постоянной основе и муниципальных служащих.</w:t>
      </w:r>
    </w:p>
    <w:p w:rsidR="00D80D44" w:rsidRPr="00EA68EE" w:rsidRDefault="00D80D44" w:rsidP="0014437E">
      <w:pPr>
        <w:ind w:firstLine="567"/>
        <w:jc w:val="both"/>
      </w:pPr>
      <w:r w:rsidRPr="00EA68EE">
        <w:t>Предусмотренные в бюджете ассигнования не превышают установленные нормативы и составляют 19,1% или 3 568,6 тыс. руб. на содержание ВДЛ и муниципальных служащих (при нормативе 3 943,3 тыс. руб.).</w:t>
      </w:r>
    </w:p>
    <w:p w:rsidR="00D80D44" w:rsidRPr="00EA68EE" w:rsidRDefault="00D80D44" w:rsidP="00AE13B5">
      <w:pPr>
        <w:suppressAutoHyphens/>
        <w:ind w:firstLine="567"/>
        <w:jc w:val="both"/>
      </w:pPr>
      <w:r w:rsidRPr="00EA68EE">
        <w:t>Годовой фонд оплаты труда главы и муниципальных служащих на 2021 год сформирован на основании соответствующих действующих положений.</w:t>
      </w:r>
    </w:p>
    <w:p w:rsidR="00D80D44" w:rsidRPr="00EA68EE" w:rsidRDefault="00D80D44" w:rsidP="00AE13B5">
      <w:pPr>
        <w:tabs>
          <w:tab w:val="num" w:pos="0"/>
          <w:tab w:val="left" w:pos="540"/>
        </w:tabs>
        <w:ind w:firstLine="567"/>
        <w:jc w:val="both"/>
      </w:pPr>
      <w:r w:rsidRPr="00EA68EE">
        <w:t>Численность органов местного самоуправления, при формировании расходов местного бюджета на 2021 год, учтена в количестве 2 единиц, в том числе глава МО – 1 единица, численность должностей</w:t>
      </w:r>
      <w:r w:rsidRPr="00EA68EE">
        <w:rPr>
          <w:vertAlign w:val="subscript"/>
        </w:rPr>
        <w:t xml:space="preserve"> </w:t>
      </w:r>
      <w:r w:rsidRPr="00EA68EE">
        <w:t>муниципальной службы – 1 единица.</w:t>
      </w:r>
    </w:p>
    <w:p w:rsidR="00D80D44" w:rsidRPr="00EA68EE" w:rsidRDefault="00D80D44" w:rsidP="00AE13B5">
      <w:pPr>
        <w:tabs>
          <w:tab w:val="num" w:pos="0"/>
        </w:tabs>
        <w:ind w:firstLine="567"/>
        <w:jc w:val="both"/>
      </w:pPr>
      <w:r w:rsidRPr="00EA68EE">
        <w:t>В сравнении с 2020 годом численность муниципальных служащих осталась неизменной.</w:t>
      </w:r>
    </w:p>
    <w:p w:rsidR="00D80D44" w:rsidRPr="00EA68EE" w:rsidRDefault="00D80D44" w:rsidP="00E0339D">
      <w:pPr>
        <w:pStyle w:val="BodyTextIndent2"/>
        <w:spacing w:before="240" w:after="240"/>
        <w:ind w:firstLine="0"/>
        <w:jc w:val="center"/>
        <w:rPr>
          <w:b/>
          <w:bCs/>
        </w:rPr>
      </w:pPr>
      <w:r w:rsidRPr="00EA68EE">
        <w:rPr>
          <w:b/>
          <w:bCs/>
        </w:rPr>
        <w:t>Раздел 01 «Общегосударственные вопросы»</w:t>
      </w:r>
    </w:p>
    <w:p w:rsidR="00D80D44" w:rsidRPr="00EA68EE" w:rsidRDefault="00D80D44" w:rsidP="00590710">
      <w:pPr>
        <w:ind w:firstLine="567"/>
        <w:jc w:val="both"/>
      </w:pPr>
      <w:r w:rsidRPr="00EA68EE">
        <w:t xml:space="preserve">Расходы по разделу 01 «Общегосударственные вопросы» в проекте местного бюджета на 2021 год учтены в сумме </w:t>
      </w:r>
      <w:r w:rsidRPr="00EA68EE">
        <w:rPr>
          <w:b/>
        </w:rPr>
        <w:t>19 063,4</w:t>
      </w:r>
      <w:r w:rsidRPr="00EA68EE">
        <w:t xml:space="preserve"> тыс. руб. </w:t>
      </w:r>
      <w:r w:rsidRPr="00EA68EE">
        <w:rPr>
          <w:noProof/>
        </w:rPr>
        <w:t>Распределение расходов по данному разделу представлено на рис. 4:</w:t>
      </w:r>
    </w:p>
    <w:p w:rsidR="00D80D44" w:rsidRPr="00EA68EE" w:rsidRDefault="00D80D44" w:rsidP="0097042E">
      <w:pPr>
        <w:jc w:val="center"/>
      </w:pPr>
      <w:r w:rsidRPr="00EA68EE">
        <w:rPr>
          <w:noProof/>
        </w:rPr>
        <w:object w:dxaOrig="8698" w:dyaOrig="5501">
          <v:shape id="Объект 5" o:spid="_x0000_i1029" type="#_x0000_t75" style="width:387pt;height:225.75pt;visibility:visible" o:ole="">
            <v:imagedata r:id="rId16" o:title=""/>
            <o:lock v:ext="edit" aspectratio="f"/>
          </v:shape>
          <o:OLEObject Type="Embed" ProgID="Excel.Chart.8" ShapeID="Объект 5" DrawAspect="Content" ObjectID="_1671633595" r:id="rId17"/>
        </w:object>
      </w:r>
      <w:r w:rsidRPr="00EA68EE">
        <w:t xml:space="preserve">        </w:t>
      </w:r>
    </w:p>
    <w:p w:rsidR="00D80D44" w:rsidRPr="00EA68EE" w:rsidRDefault="00D80D44" w:rsidP="00335EA3">
      <w:pPr>
        <w:spacing w:before="120"/>
        <w:ind w:firstLine="567"/>
        <w:jc w:val="center"/>
      </w:pPr>
      <w:r w:rsidRPr="00EA68EE">
        <w:rPr>
          <w:noProof/>
        </w:rPr>
        <w:t xml:space="preserve">Рис. 4. Распределение расходов </w:t>
      </w:r>
      <w:r w:rsidRPr="00EA68EE">
        <w:t>по разделу 01 «Общегосударственные вопросы»</w:t>
      </w:r>
    </w:p>
    <w:p w:rsidR="00D80D44" w:rsidRPr="00EA68EE" w:rsidRDefault="00D80D44" w:rsidP="00E0339D">
      <w:pPr>
        <w:spacing w:before="240" w:after="240"/>
        <w:jc w:val="center"/>
        <w:rPr>
          <w:b/>
          <w:bCs/>
        </w:rPr>
      </w:pPr>
      <w:r w:rsidRPr="00EA68EE">
        <w:rPr>
          <w:b/>
          <w:bCs/>
        </w:rPr>
        <w:t>Подраздел 0102 «Функционирование высшего должностного лица субъекта РФ и муниципального образования»</w:t>
      </w:r>
    </w:p>
    <w:p w:rsidR="00D80D44" w:rsidRPr="00EA68EE" w:rsidRDefault="00D80D44" w:rsidP="00E0339D">
      <w:pPr>
        <w:autoSpaceDE w:val="0"/>
        <w:autoSpaceDN w:val="0"/>
        <w:adjustRightInd w:val="0"/>
        <w:jc w:val="both"/>
      </w:pPr>
      <w:r w:rsidRPr="00EA68EE">
        <w:t xml:space="preserve">            На содержание высшего должностного лица в 2021 году предусмотрены бюджетные ассигнования в общей сумме </w:t>
      </w:r>
      <w:r w:rsidRPr="00EA68EE">
        <w:rPr>
          <w:b/>
        </w:rPr>
        <w:t>2 962,3</w:t>
      </w:r>
      <w:r w:rsidRPr="00EA68EE">
        <w:t xml:space="preserve"> тыс. руб.</w:t>
      </w:r>
    </w:p>
    <w:p w:rsidR="00D80D44" w:rsidRPr="00EA68EE" w:rsidRDefault="00D80D44" w:rsidP="00E3725A">
      <w:pPr>
        <w:tabs>
          <w:tab w:val="left" w:pos="720"/>
        </w:tabs>
        <w:autoSpaceDE w:val="0"/>
        <w:autoSpaceDN w:val="0"/>
        <w:adjustRightInd w:val="0"/>
        <w:ind w:firstLine="567"/>
        <w:jc w:val="both"/>
        <w:rPr>
          <w:color w:val="FF0000"/>
        </w:rPr>
      </w:pPr>
      <w:r w:rsidRPr="00EA68EE">
        <w:t>Расходы запланированы в соответствии с Положением о денежном содержании и дополнительных гарантиях Главы МО «Поселок Амдерма» НАО, утвержденным Решением Совета депутатов МО «Поселок Амдерма» НАО от 03.10.2008 № 4 в действующей редакции. Расчет начислений на выплаты по оплате труда произведен с применением регрессивной шкалы страховых взносов из ставки начислений 30,2% и 10,0%.</w:t>
      </w:r>
    </w:p>
    <w:p w:rsidR="00D80D44" w:rsidRPr="00EA68EE" w:rsidRDefault="00D80D44" w:rsidP="00E0339D">
      <w:pPr>
        <w:spacing w:before="240" w:after="240"/>
        <w:jc w:val="center"/>
        <w:rPr>
          <w:b/>
          <w:bCs/>
        </w:rPr>
      </w:pPr>
      <w:r w:rsidRPr="00EA68EE">
        <w:rPr>
          <w:b/>
          <w:bCs/>
        </w:rPr>
        <w:t>Подраздел 0103 «Функционирование законодательных (представительных) органов государственной власти и представительных органов муниципальных образований»</w:t>
      </w:r>
    </w:p>
    <w:p w:rsidR="00D80D44" w:rsidRPr="00EA68EE" w:rsidRDefault="00D80D44" w:rsidP="00E3725A">
      <w:pPr>
        <w:pStyle w:val="ConsPlusNormal"/>
        <w:widowControl/>
        <w:ind w:firstLine="567"/>
        <w:jc w:val="both"/>
        <w:rPr>
          <w:rFonts w:ascii="Times New Roman" w:hAnsi="Times New Roman" w:cs="Times New Roman"/>
          <w:sz w:val="24"/>
          <w:szCs w:val="24"/>
        </w:rPr>
      </w:pPr>
      <w:r w:rsidRPr="00EA68EE">
        <w:rPr>
          <w:rFonts w:ascii="Times New Roman" w:hAnsi="Times New Roman" w:cs="Times New Roman"/>
          <w:sz w:val="24"/>
          <w:szCs w:val="24"/>
        </w:rPr>
        <w:t xml:space="preserve">Расходы на содержание и материальное обеспечение Совета депутатов в 2021 году запланированы в общей сумме </w:t>
      </w:r>
      <w:r w:rsidRPr="00EA68EE">
        <w:rPr>
          <w:rFonts w:ascii="Times New Roman" w:hAnsi="Times New Roman" w:cs="Times New Roman"/>
          <w:b/>
          <w:sz w:val="24"/>
          <w:szCs w:val="24"/>
        </w:rPr>
        <w:t>10,0</w:t>
      </w:r>
      <w:r w:rsidRPr="00EA68EE">
        <w:rPr>
          <w:rFonts w:ascii="Times New Roman" w:hAnsi="Times New Roman" w:cs="Times New Roman"/>
          <w:sz w:val="24"/>
          <w:szCs w:val="24"/>
        </w:rPr>
        <w:t xml:space="preserve"> тыс. руб. и включают в себя абонентское обслуживание в системе электронного документооборота и опубликование информационного бюллетеня.</w:t>
      </w:r>
    </w:p>
    <w:p w:rsidR="00D80D44" w:rsidRPr="00EA68EE" w:rsidRDefault="00D80D44" w:rsidP="00E3725A">
      <w:pPr>
        <w:pStyle w:val="ConsPlusNormal"/>
        <w:widowControl/>
        <w:ind w:firstLine="567"/>
        <w:jc w:val="both"/>
        <w:rPr>
          <w:rFonts w:ascii="Times New Roman" w:hAnsi="Times New Roman" w:cs="Times New Roman"/>
          <w:color w:val="000000"/>
          <w:sz w:val="24"/>
          <w:szCs w:val="24"/>
        </w:rPr>
      </w:pPr>
      <w:r w:rsidRPr="00EA68EE">
        <w:rPr>
          <w:rFonts w:ascii="Times New Roman" w:hAnsi="Times New Roman" w:cs="Times New Roman"/>
          <w:sz w:val="24"/>
          <w:szCs w:val="24"/>
        </w:rPr>
        <w:t xml:space="preserve"> Расходы запланированы согласно Положению «О статусе депутата Совета муниципального образования «Поселок Амдерма» НАО», утвержденному решением Совета муниципального образования «Поселок Амдерма» НАО от 02.07.2008 №1, П</w:t>
      </w:r>
      <w:r w:rsidRPr="00EA68EE">
        <w:rPr>
          <w:rFonts w:ascii="Times New Roman" w:hAnsi="Times New Roman" w:cs="Times New Roman"/>
          <w:color w:val="000000"/>
          <w:sz w:val="24"/>
          <w:szCs w:val="24"/>
        </w:rPr>
        <w:t xml:space="preserve">орядку выплаты компенсации депутатам Совета муниципального образования «Поселок Амдерма» НАО за время осуществления депутатских полномочий, </w:t>
      </w:r>
      <w:r w:rsidRPr="00EA68EE">
        <w:rPr>
          <w:rFonts w:ascii="Times New Roman" w:hAnsi="Times New Roman" w:cs="Times New Roman"/>
          <w:sz w:val="24"/>
          <w:szCs w:val="24"/>
        </w:rPr>
        <w:t>утвержденному решением Совета муниципального образования «Поселок Амдерма» НАО от</w:t>
      </w:r>
      <w:r w:rsidRPr="00EA68EE">
        <w:rPr>
          <w:rFonts w:ascii="Times New Roman" w:hAnsi="Times New Roman" w:cs="Times New Roman"/>
          <w:color w:val="000000"/>
          <w:sz w:val="24"/>
          <w:szCs w:val="24"/>
        </w:rPr>
        <w:t xml:space="preserve"> 02.07.2008 № 2.</w:t>
      </w:r>
    </w:p>
    <w:p w:rsidR="00D80D44" w:rsidRPr="00EA68EE" w:rsidRDefault="00D80D44" w:rsidP="00E0339D">
      <w:pPr>
        <w:spacing w:before="240"/>
        <w:jc w:val="center"/>
        <w:rPr>
          <w:b/>
          <w:bCs/>
        </w:rPr>
      </w:pPr>
      <w:r w:rsidRPr="00EA68EE">
        <w:rPr>
          <w:b/>
          <w:bCs/>
        </w:rPr>
        <w:t>Подраздел 0104 «Функционирование Правительства РФ,</w:t>
      </w:r>
    </w:p>
    <w:p w:rsidR="00D80D44" w:rsidRPr="00EA68EE" w:rsidRDefault="00D80D44" w:rsidP="00E0339D">
      <w:pPr>
        <w:spacing w:after="240"/>
        <w:jc w:val="center"/>
        <w:rPr>
          <w:b/>
          <w:bCs/>
        </w:rPr>
      </w:pPr>
      <w:r w:rsidRPr="00EA68EE">
        <w:rPr>
          <w:b/>
          <w:bCs/>
        </w:rPr>
        <w:t>высших исполнительных органов государственной власти субъектов РФ, местных администраций»</w:t>
      </w:r>
    </w:p>
    <w:p w:rsidR="00D80D44" w:rsidRPr="00EA68EE" w:rsidRDefault="00D80D44" w:rsidP="00E3725A">
      <w:pPr>
        <w:ind w:firstLine="567"/>
        <w:jc w:val="both"/>
      </w:pPr>
      <w:r w:rsidRPr="00EA68EE">
        <w:t>На содер</w:t>
      </w:r>
      <w:r>
        <w:t xml:space="preserve">жание Администрации МО «Поселок </w:t>
      </w:r>
      <w:r w:rsidRPr="00EA68EE">
        <w:t xml:space="preserve">Амдерма» НАО в 2021 году предусмотрены бюджетные ассигнования в сумме </w:t>
      </w:r>
      <w:r w:rsidRPr="00EA68EE">
        <w:rPr>
          <w:b/>
        </w:rPr>
        <w:t>14 181,3</w:t>
      </w:r>
      <w:r w:rsidRPr="00EA68EE">
        <w:rPr>
          <w:b/>
          <w:bCs/>
        </w:rPr>
        <w:t xml:space="preserve"> </w:t>
      </w:r>
      <w:r w:rsidRPr="00EA68EE">
        <w:t>тыс. руб.</w:t>
      </w:r>
    </w:p>
    <w:p w:rsidR="00D80D44" w:rsidRPr="00EA68EE" w:rsidRDefault="00D80D44" w:rsidP="00E3725A">
      <w:pPr>
        <w:ind w:firstLine="567"/>
        <w:jc w:val="both"/>
      </w:pPr>
      <w:r w:rsidRPr="00EA68EE">
        <w:t xml:space="preserve">Расходы на выплаты персоналу составляют </w:t>
      </w:r>
      <w:r w:rsidRPr="00EA68EE">
        <w:rPr>
          <w:b/>
        </w:rPr>
        <w:t>9 417,1</w:t>
      </w:r>
      <w:r w:rsidRPr="00EA68EE">
        <w:t xml:space="preserve"> тыс. руб., включают в себя расходы на оплату труда и начисления на оплату труда, оплату льготного проезда, командировочные расходы муниципальным служащим и работникам организационно-хозяйственной группы Администрации, пособия за первые три дня временной нетрудоспособности и сформированы на основании соответствующих действующих положений.</w:t>
      </w:r>
    </w:p>
    <w:p w:rsidR="00D80D44" w:rsidRPr="00EA68EE" w:rsidRDefault="00D80D44" w:rsidP="00E3725A">
      <w:pPr>
        <w:tabs>
          <w:tab w:val="left" w:pos="720"/>
        </w:tabs>
        <w:autoSpaceDE w:val="0"/>
        <w:autoSpaceDN w:val="0"/>
        <w:adjustRightInd w:val="0"/>
        <w:ind w:firstLine="567"/>
        <w:jc w:val="both"/>
        <w:rPr>
          <w:color w:val="FF0000"/>
        </w:rPr>
      </w:pPr>
      <w:r w:rsidRPr="00EA68EE">
        <w:t>Расчет начислений на выплаты по оплате труда произведен с применением регрессивной шкалы страховых взносов из ставки начислений 30,2 и 10,0%.</w:t>
      </w:r>
    </w:p>
    <w:p w:rsidR="00D80D44" w:rsidRPr="00EA68EE" w:rsidRDefault="00D80D44" w:rsidP="00E3725A">
      <w:pPr>
        <w:suppressAutoHyphens/>
        <w:ind w:firstLine="720"/>
        <w:jc w:val="both"/>
      </w:pPr>
      <w:r w:rsidRPr="00EA68EE">
        <w:rPr>
          <w:color w:val="000000"/>
        </w:rPr>
        <w:t>Численность должностей</w:t>
      </w:r>
      <w:r w:rsidRPr="00EA68EE">
        <w:rPr>
          <w:color w:val="000000"/>
          <w:vertAlign w:val="subscript"/>
        </w:rPr>
        <w:t xml:space="preserve"> </w:t>
      </w:r>
      <w:r w:rsidRPr="00EA68EE">
        <w:t>муниципальной службы учтена в количестве 1</w:t>
      </w:r>
      <w:r w:rsidRPr="00EA68EE">
        <w:rPr>
          <w:color w:val="000000"/>
        </w:rPr>
        <w:t xml:space="preserve"> единицы, численность</w:t>
      </w:r>
      <w:r w:rsidRPr="00EA68EE">
        <w:rPr>
          <w:color w:val="FF0000"/>
        </w:rPr>
        <w:t xml:space="preserve"> </w:t>
      </w:r>
      <w:r w:rsidRPr="00EA68EE">
        <w:rPr>
          <w:bCs/>
        </w:rPr>
        <w:t xml:space="preserve">работников, замещающих в органах муниципальной власти МО «Поселок Амдерма» НАО должности, не относящиеся к должностям муниципальной службы </w:t>
      </w:r>
      <w:r w:rsidRPr="00EA68EE">
        <w:t>– 8 единиц. В сравнении с 2020 годом численность работников осталась неизменной.</w:t>
      </w:r>
    </w:p>
    <w:p w:rsidR="00D80D44" w:rsidRPr="00EA68EE" w:rsidRDefault="00D80D44" w:rsidP="00E3725A">
      <w:pPr>
        <w:ind w:firstLine="567"/>
        <w:jc w:val="both"/>
      </w:pPr>
      <w:r w:rsidRPr="00EA68EE">
        <w:t xml:space="preserve">Расходы на закупку товаров, работ и услуг для муниципальных нужд составляют </w:t>
      </w:r>
      <w:r w:rsidRPr="00EA68EE">
        <w:rPr>
          <w:b/>
        </w:rPr>
        <w:t>4 551,3</w:t>
      </w:r>
      <w:r w:rsidRPr="00EA68EE">
        <w:t xml:space="preserve"> тыс. руб., в том числе расходы на приобретение ТМЦ, услуги связи, транспортные, коммунальные услуги, услуги по содержанию имущества и другие услуги.</w:t>
      </w:r>
    </w:p>
    <w:p w:rsidR="00D80D44" w:rsidRPr="00EA68EE" w:rsidRDefault="00D80D44" w:rsidP="00E3725A">
      <w:pPr>
        <w:ind w:firstLine="567"/>
        <w:jc w:val="both"/>
      </w:pPr>
      <w:r w:rsidRPr="00EA68EE">
        <w:t xml:space="preserve">Сумма уплаты налога на имущество организаций включена в расходы Администрации МО и составляет </w:t>
      </w:r>
      <w:r w:rsidRPr="00EA68EE">
        <w:rPr>
          <w:b/>
        </w:rPr>
        <w:t>165,0</w:t>
      </w:r>
      <w:r w:rsidRPr="00EA68EE">
        <w:t xml:space="preserve"> тыс. руб.</w:t>
      </w:r>
    </w:p>
    <w:p w:rsidR="00D80D44" w:rsidRPr="00EA68EE" w:rsidRDefault="00D80D44" w:rsidP="00E3725A">
      <w:pPr>
        <w:suppressAutoHyphens/>
        <w:spacing w:before="240" w:after="240"/>
        <w:ind w:firstLine="720"/>
        <w:jc w:val="both"/>
      </w:pPr>
      <w:r w:rsidRPr="00EA68EE">
        <w:rPr>
          <w:b/>
          <w:bCs/>
        </w:rPr>
        <w:t>Подраздел 0106 «Обеспечение деятельности финансовых, налоговых и таможенных органов и органов финансового (финансово-бюджетного) надзора»</w:t>
      </w:r>
    </w:p>
    <w:p w:rsidR="00D80D44" w:rsidRPr="00EA68EE" w:rsidRDefault="00D80D44" w:rsidP="00E3725A">
      <w:pPr>
        <w:pStyle w:val="BodyTextFirstIndent2"/>
        <w:suppressAutoHyphens/>
        <w:spacing w:after="0"/>
        <w:ind w:left="0" w:firstLine="567"/>
        <w:jc w:val="both"/>
      </w:pPr>
      <w:r w:rsidRPr="00EA68EE">
        <w:t>Расходы по данному подразделу включают расходы на сотрудничество с Контрольно-счетным органом муниципального образования «Муниципальный район «Заполярный район» в сумме 483,4 тыс. руб. согласно письму Контрольно-счетной палаты Муниципального района «Заполярный район».</w:t>
      </w:r>
    </w:p>
    <w:p w:rsidR="00D80D44" w:rsidRPr="00EA68EE" w:rsidRDefault="00D80D44" w:rsidP="00E3725A">
      <w:pPr>
        <w:spacing w:before="240" w:after="240"/>
        <w:jc w:val="center"/>
        <w:rPr>
          <w:b/>
          <w:bCs/>
        </w:rPr>
      </w:pPr>
      <w:r w:rsidRPr="00EA68EE">
        <w:t xml:space="preserve"> </w:t>
      </w:r>
      <w:r w:rsidRPr="00EA68EE">
        <w:rPr>
          <w:b/>
          <w:bCs/>
        </w:rPr>
        <w:t>Подраздел</w:t>
      </w:r>
      <w:r w:rsidRPr="00EA68EE">
        <w:tab/>
      </w:r>
      <w:r w:rsidRPr="00EA68EE">
        <w:rPr>
          <w:b/>
          <w:bCs/>
        </w:rPr>
        <w:t>0111 «Резервные фонды»</w:t>
      </w:r>
    </w:p>
    <w:p w:rsidR="00D80D44" w:rsidRPr="00EA68EE" w:rsidRDefault="00D80D44" w:rsidP="00E3725A">
      <w:pPr>
        <w:ind w:firstLine="567"/>
        <w:jc w:val="both"/>
        <w:rPr>
          <w:b/>
          <w:bCs/>
        </w:rPr>
      </w:pPr>
      <w:r w:rsidRPr="00EA68EE">
        <w:t xml:space="preserve">На 2021 год в бюджете муниципального образования запланирован резервный фонд Администрации МО «Поселок Амдерма» НАО в сумме </w:t>
      </w:r>
      <w:r w:rsidRPr="00EA68EE">
        <w:rPr>
          <w:b/>
        </w:rPr>
        <w:t>10,0</w:t>
      </w:r>
      <w:r w:rsidRPr="00EA68EE">
        <w:t xml:space="preserve"> тыс. руб.</w:t>
      </w:r>
    </w:p>
    <w:p w:rsidR="00D80D44" w:rsidRPr="00EA68EE" w:rsidRDefault="00D80D44" w:rsidP="00E3725A">
      <w:pPr>
        <w:ind w:firstLine="567"/>
        <w:jc w:val="both"/>
      </w:pPr>
      <w:r w:rsidRPr="00EA68EE">
        <w:t>Расходование средств из резервного фонда Администрации МО «Поселок Амдерма» НАО осуществляется в соответствии с «Положением о порядке использования бюджетных ассигнований резервного фонда администрации МО «Поселок Амдерма» НАО», утвержденным постановлением администрации МО «Поселок Амдерма» НАО от 11.06.2009 №57-П  (в ред. от 17.07.2009 №63-п, от 09.04.2010 № 31-П, от 24.11.2017 № 152-П).</w:t>
      </w:r>
    </w:p>
    <w:p w:rsidR="00D80D44" w:rsidRPr="00EA68EE" w:rsidRDefault="00D80D44" w:rsidP="00E3725A">
      <w:pPr>
        <w:ind w:firstLine="567"/>
        <w:jc w:val="both"/>
      </w:pPr>
      <w:r w:rsidRPr="00EA68EE">
        <w:t>Согласно Положению, основное направление расходования средств – на проведение аварийно-восстановительных и иных мероприятий, связанных с ликвидацией последствий нарушения функционирования системы жизнеобеспечения населения МО «Поселок Амдерма» НАО, на оказание материальной помощи малоимущим категориям населения, а также на проведение мероприятий местного значения.</w:t>
      </w:r>
    </w:p>
    <w:p w:rsidR="00D80D44" w:rsidRPr="00EA68EE" w:rsidRDefault="00D80D44" w:rsidP="00E3725A">
      <w:pPr>
        <w:spacing w:before="240" w:after="240"/>
        <w:jc w:val="center"/>
        <w:rPr>
          <w:b/>
          <w:bCs/>
        </w:rPr>
      </w:pPr>
      <w:r w:rsidRPr="00EA68EE">
        <w:rPr>
          <w:b/>
          <w:bCs/>
        </w:rPr>
        <w:t>Подраздел 0113 «Другие общегосударственные вопросы»</w:t>
      </w:r>
    </w:p>
    <w:p w:rsidR="00D80D44" w:rsidRPr="00EA68EE" w:rsidRDefault="00D80D44" w:rsidP="00E3725A">
      <w:pPr>
        <w:pStyle w:val="BodyTextIndent"/>
        <w:spacing w:after="0"/>
        <w:ind w:left="0" w:firstLine="567"/>
        <w:jc w:val="both"/>
      </w:pPr>
      <w:r w:rsidRPr="00EA68EE">
        <w:t xml:space="preserve">Ассигнования в общей сумме </w:t>
      </w:r>
      <w:r w:rsidRPr="00EA68EE">
        <w:rPr>
          <w:b/>
        </w:rPr>
        <w:t>1 216,4</w:t>
      </w:r>
      <w:r w:rsidRPr="00EA68EE">
        <w:t xml:space="preserve"> тыс. руб. по подразделу характеризуются следующими данными:</w:t>
      </w:r>
    </w:p>
    <w:p w:rsidR="00D80D44" w:rsidRPr="00EA68EE" w:rsidRDefault="00D80D44" w:rsidP="00E3725A">
      <w:pPr>
        <w:pStyle w:val="BodyTextIndent"/>
        <w:numPr>
          <w:ilvl w:val="0"/>
          <w:numId w:val="42"/>
        </w:numPr>
        <w:spacing w:after="0"/>
        <w:ind w:left="0" w:firstLine="426"/>
        <w:jc w:val="both"/>
      </w:pPr>
      <w:r w:rsidRPr="00EA68EE">
        <w:t>на выполнение работ по промывке, испытаний на плотность и прочность системы отопления потребителя тепловой энергии предусмотрено 22,0 тыс. руб.;</w:t>
      </w:r>
    </w:p>
    <w:p w:rsidR="00D80D44" w:rsidRPr="00EA68EE" w:rsidRDefault="00D80D44" w:rsidP="00E3725A">
      <w:pPr>
        <w:pStyle w:val="BodyTextIndent"/>
        <w:numPr>
          <w:ilvl w:val="0"/>
          <w:numId w:val="42"/>
        </w:numPr>
        <w:spacing w:after="0"/>
        <w:ind w:left="0" w:firstLine="426"/>
        <w:jc w:val="both"/>
      </w:pPr>
      <w:r w:rsidRPr="00EA68EE">
        <w:t>на оплату коммунальных услуг по временно не заселенным (пустующим) жилым помещениям, находящихся в собственности Администрации МО запланировано 490,2 тыс. руб.;</w:t>
      </w:r>
    </w:p>
    <w:p w:rsidR="00D80D44" w:rsidRPr="00EA68EE" w:rsidRDefault="00D80D44" w:rsidP="00E3725A">
      <w:pPr>
        <w:pStyle w:val="BodyTextIndent"/>
        <w:numPr>
          <w:ilvl w:val="0"/>
          <w:numId w:val="42"/>
        </w:numPr>
        <w:spacing w:after="0"/>
        <w:ind w:left="0" w:firstLine="426"/>
        <w:jc w:val="both"/>
      </w:pPr>
      <w:r w:rsidRPr="00EA68EE">
        <w:t>субвенции органам местного самоуправления на осуществление отдельных государственных полномочий Ненецкого автономного округа в сфере административных правонарушений согласно протоколу согласования объема межбюджетных трансфертов из Отдела бухгалтерского учета аппарата Администрации НАО на 2021 год предусмотрены в размере 44,6 тыс. руб.;</w:t>
      </w:r>
    </w:p>
    <w:p w:rsidR="00D80D44" w:rsidRPr="00EA68EE" w:rsidRDefault="00D80D44" w:rsidP="00E3725A">
      <w:pPr>
        <w:numPr>
          <w:ilvl w:val="0"/>
          <w:numId w:val="42"/>
        </w:numPr>
        <w:ind w:left="0" w:firstLine="426"/>
        <w:jc w:val="both"/>
      </w:pPr>
      <w:r w:rsidRPr="00EA68EE">
        <w:t>уплата членских взносов в Ассоциацию «Совет муниципальных образований Ненецкого автономного округа» спрогнозирована в размере 320,0 тыс. руб.;</w:t>
      </w:r>
    </w:p>
    <w:p w:rsidR="00D80D44" w:rsidRPr="00EA68EE" w:rsidRDefault="00D80D44" w:rsidP="00E3725A">
      <w:pPr>
        <w:numPr>
          <w:ilvl w:val="0"/>
          <w:numId w:val="42"/>
        </w:numPr>
        <w:ind w:left="0" w:firstLine="426"/>
        <w:jc w:val="both"/>
      </w:pPr>
      <w:r w:rsidRPr="00EA68EE">
        <w:t>плата за содержание пустующего жилого фонда, находящегося в муниципальной собственности предусмотрена в сумме 299,6 тыс. руб.;</w:t>
      </w:r>
    </w:p>
    <w:p w:rsidR="00D80D44" w:rsidRPr="00EA68EE" w:rsidRDefault="00D80D44" w:rsidP="00E3725A">
      <w:pPr>
        <w:numPr>
          <w:ilvl w:val="0"/>
          <w:numId w:val="42"/>
        </w:numPr>
        <w:ind w:left="0" w:firstLine="426"/>
        <w:jc w:val="both"/>
      </w:pPr>
      <w:r w:rsidRPr="00EA68EE">
        <w:t>на оплату услуг по оценке недвижимости, признание прав и регулирование отношений по муниципальной собственности предусмотрено 40,0 тыс. руб.</w:t>
      </w:r>
    </w:p>
    <w:p w:rsidR="00D80D44" w:rsidRPr="00EA68EE" w:rsidRDefault="00D80D44" w:rsidP="00E3725A">
      <w:pPr>
        <w:pStyle w:val="BodyTextIndent2"/>
        <w:spacing w:before="240" w:after="240"/>
        <w:ind w:firstLine="0"/>
        <w:jc w:val="center"/>
        <w:rPr>
          <w:b/>
          <w:bCs/>
        </w:rPr>
      </w:pPr>
      <w:r w:rsidRPr="00EA68EE">
        <w:rPr>
          <w:b/>
          <w:bCs/>
        </w:rPr>
        <w:t>Раздел 02 «Национальная оборона»</w:t>
      </w:r>
    </w:p>
    <w:p w:rsidR="00D80D44" w:rsidRPr="00EA68EE" w:rsidRDefault="00D80D44" w:rsidP="00E3725A">
      <w:pPr>
        <w:pStyle w:val="BodyTextIndent2"/>
        <w:jc w:val="left"/>
      </w:pPr>
      <w:r w:rsidRPr="00EA68EE">
        <w:t xml:space="preserve">Расходы по разделу 02 «Национальная оборона» в проекте местного бюджета на 2021 год учтены в сумме </w:t>
      </w:r>
      <w:r w:rsidRPr="00EA68EE">
        <w:rPr>
          <w:b/>
        </w:rPr>
        <w:t>57,7</w:t>
      </w:r>
      <w:r w:rsidRPr="00EA68EE">
        <w:t xml:space="preserve"> тыс. руб.</w:t>
      </w:r>
    </w:p>
    <w:p w:rsidR="00D80D44" w:rsidRPr="00EA68EE" w:rsidRDefault="00D80D44" w:rsidP="00E3725A">
      <w:pPr>
        <w:spacing w:before="240" w:after="240"/>
        <w:jc w:val="center"/>
        <w:rPr>
          <w:b/>
          <w:bCs/>
          <w:color w:val="000000"/>
        </w:rPr>
      </w:pPr>
      <w:r w:rsidRPr="00EA68EE">
        <w:rPr>
          <w:b/>
          <w:bCs/>
        </w:rPr>
        <w:t>Подраздел</w:t>
      </w:r>
      <w:r w:rsidRPr="00EA68EE">
        <w:rPr>
          <w:b/>
          <w:bCs/>
          <w:color w:val="000000"/>
        </w:rPr>
        <w:t xml:space="preserve"> 0203 Мобилизационная и вневойсковая подготовка</w:t>
      </w:r>
    </w:p>
    <w:p w:rsidR="00D80D44" w:rsidRPr="00EA68EE" w:rsidRDefault="00D80D44" w:rsidP="00E3725A">
      <w:pPr>
        <w:ind w:firstLine="567"/>
        <w:jc w:val="both"/>
      </w:pPr>
      <w:r w:rsidRPr="00EA68EE">
        <w:t xml:space="preserve">Расходы на </w:t>
      </w:r>
      <w:r w:rsidRPr="00EA68EE">
        <w:rPr>
          <w:b/>
          <w:bCs/>
        </w:rPr>
        <w:t>осуществление первичного воинского учета</w:t>
      </w:r>
      <w:r w:rsidRPr="00EA68EE">
        <w:t xml:space="preserve"> на территориях, где отсутствуют военные комиссариаты, учтены в пределах средств, выделяемых из окружного бюджета на осуществление первичного воинского учета на территориях, где отсутствуют военные комиссариаты, а именно в размере </w:t>
      </w:r>
      <w:r w:rsidRPr="00EA68EE">
        <w:rPr>
          <w:b/>
        </w:rPr>
        <w:t>57,7</w:t>
      </w:r>
      <w:r w:rsidRPr="00EA68EE">
        <w:t xml:space="preserve"> тыс. руб.</w:t>
      </w:r>
    </w:p>
    <w:p w:rsidR="00D80D44" w:rsidRPr="00EA68EE" w:rsidRDefault="00D80D44" w:rsidP="00E3725A">
      <w:pPr>
        <w:ind w:firstLine="567"/>
        <w:jc w:val="both"/>
      </w:pPr>
    </w:p>
    <w:p w:rsidR="00D80D44" w:rsidRPr="00EA68EE" w:rsidRDefault="00D80D44" w:rsidP="00E3725A">
      <w:pPr>
        <w:spacing w:before="240"/>
        <w:jc w:val="center"/>
        <w:rPr>
          <w:b/>
          <w:bCs/>
        </w:rPr>
      </w:pPr>
      <w:r w:rsidRPr="00EA68EE">
        <w:rPr>
          <w:b/>
          <w:bCs/>
        </w:rPr>
        <w:t xml:space="preserve">Раздел 03 «Национальная безопасность и </w:t>
      </w:r>
    </w:p>
    <w:p w:rsidR="00D80D44" w:rsidRPr="00EA68EE" w:rsidRDefault="00D80D44" w:rsidP="00E3725A">
      <w:pPr>
        <w:spacing w:after="240"/>
        <w:jc w:val="center"/>
        <w:rPr>
          <w:b/>
          <w:bCs/>
        </w:rPr>
      </w:pPr>
      <w:r w:rsidRPr="00EA68EE">
        <w:rPr>
          <w:b/>
          <w:bCs/>
        </w:rPr>
        <w:t>правоохранительная деятельность»</w:t>
      </w:r>
    </w:p>
    <w:p w:rsidR="00D80D44" w:rsidRPr="00EA68EE" w:rsidRDefault="00D80D44" w:rsidP="00E3725A">
      <w:pPr>
        <w:pStyle w:val="BodyTextIndent2"/>
        <w:jc w:val="left"/>
      </w:pPr>
      <w:r w:rsidRPr="00EA68EE">
        <w:t xml:space="preserve">Расходы по разделу 03 «Национальная безопасность и правоохранительная деятельность» в проекте местного бюджета на 2021 год учтены в сумме </w:t>
      </w:r>
      <w:r w:rsidRPr="00EA68EE">
        <w:rPr>
          <w:b/>
        </w:rPr>
        <w:t>231,1</w:t>
      </w:r>
      <w:r w:rsidRPr="00EA68EE">
        <w:t xml:space="preserve"> тыс. руб.</w:t>
      </w:r>
    </w:p>
    <w:p w:rsidR="00D80D44" w:rsidRPr="00EA68EE" w:rsidRDefault="00D80D44" w:rsidP="00E3725A">
      <w:pPr>
        <w:spacing w:before="240" w:after="240"/>
        <w:ind w:firstLine="709"/>
        <w:jc w:val="center"/>
        <w:rPr>
          <w:b/>
          <w:bCs/>
        </w:rPr>
      </w:pPr>
    </w:p>
    <w:p w:rsidR="00D80D44" w:rsidRPr="00EA68EE" w:rsidRDefault="00D80D44" w:rsidP="00E3725A">
      <w:pPr>
        <w:spacing w:before="240" w:after="240"/>
        <w:ind w:firstLine="709"/>
        <w:jc w:val="center"/>
        <w:rPr>
          <w:b/>
          <w:bCs/>
        </w:rPr>
      </w:pPr>
      <w:r w:rsidRPr="00EA68EE">
        <w:rPr>
          <w:b/>
          <w:bCs/>
        </w:rPr>
        <w:t>Подраздел 0309 «Гражданская оборона»</w:t>
      </w:r>
    </w:p>
    <w:p w:rsidR="00D80D44" w:rsidRPr="00EA68EE" w:rsidRDefault="00D80D44" w:rsidP="00E3725A">
      <w:pPr>
        <w:ind w:firstLine="567"/>
        <w:jc w:val="both"/>
      </w:pPr>
      <w:r w:rsidRPr="00EA68EE">
        <w:t>На мероприятия в рамках муниципальной программы "Безопасность на территории муниципального района "Заполярный район" на 2019-2030 годы" запланировано 106,1 тыс. руб. на 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w:t>
      </w:r>
    </w:p>
    <w:p w:rsidR="00D80D44" w:rsidRPr="00EA68EE" w:rsidRDefault="00D80D44" w:rsidP="006677DC">
      <w:pPr>
        <w:spacing w:before="240" w:after="240"/>
        <w:ind w:firstLine="709"/>
        <w:jc w:val="center"/>
        <w:rPr>
          <w:b/>
          <w:bCs/>
        </w:rPr>
      </w:pPr>
      <w:r w:rsidRPr="00EA68EE">
        <w:rPr>
          <w:b/>
          <w:bCs/>
        </w:rPr>
        <w:t>Подраздел 0310 "Защита населения и территории от чрезвычайных ситуаций природного и техногенного характера, пожарная безопасность"</w:t>
      </w:r>
    </w:p>
    <w:p w:rsidR="00D80D44" w:rsidRPr="00EA68EE" w:rsidRDefault="00D80D44" w:rsidP="006677DC">
      <w:pPr>
        <w:spacing w:before="240" w:after="240"/>
        <w:ind w:firstLine="709"/>
        <w:jc w:val="both"/>
      </w:pPr>
      <w:r w:rsidRPr="00EA68EE">
        <w:t>На мероприятия в рамках муниципальной программы "Безопасность на территории муниципального района "Заполярный район" на 2019-2030 годы" запланировано 113,8 тыс. руб. на предупреждение и ликвидацию последствий ЧС в границах поселений муниципальных образований.</w:t>
      </w:r>
    </w:p>
    <w:p w:rsidR="00D80D44" w:rsidRPr="00EA68EE" w:rsidRDefault="00D80D44" w:rsidP="00E3725A">
      <w:pPr>
        <w:spacing w:before="240"/>
        <w:ind w:firstLine="709"/>
        <w:jc w:val="center"/>
        <w:rPr>
          <w:b/>
          <w:bCs/>
        </w:rPr>
      </w:pPr>
      <w:r w:rsidRPr="00EA68EE">
        <w:rPr>
          <w:b/>
          <w:bCs/>
        </w:rPr>
        <w:t>Подраздел 0314 «Другие вопросы в области</w:t>
      </w:r>
    </w:p>
    <w:p w:rsidR="00D80D44" w:rsidRPr="00EA68EE" w:rsidRDefault="00D80D44" w:rsidP="00E3725A">
      <w:pPr>
        <w:spacing w:after="240"/>
        <w:ind w:firstLine="709"/>
        <w:jc w:val="center"/>
        <w:rPr>
          <w:b/>
          <w:bCs/>
        </w:rPr>
      </w:pPr>
      <w:r w:rsidRPr="00EA68EE">
        <w:rPr>
          <w:b/>
          <w:bCs/>
        </w:rPr>
        <w:t>национальной безопасности и правоохранительной деятельности»</w:t>
      </w:r>
    </w:p>
    <w:p w:rsidR="00D80D44" w:rsidRPr="00EA68EE" w:rsidRDefault="00D80D44" w:rsidP="00E3725A">
      <w:pPr>
        <w:ind w:firstLine="567"/>
        <w:jc w:val="both"/>
      </w:pPr>
      <w:r w:rsidRPr="00EA68EE">
        <w:t>На мероприятия в рамках муниципальной программы "Безопасность на территории муниципального района "Заполярный район" на 2019-2030 годы" запланировано 11,2 тыс. руб. на организацию обучения неработающего населения в области гражданской обороны и защиты от чрезвычайных ситуаций.</w:t>
      </w:r>
    </w:p>
    <w:p w:rsidR="00D80D44" w:rsidRPr="00EA68EE" w:rsidRDefault="00D80D44" w:rsidP="00E3725A">
      <w:pPr>
        <w:spacing w:before="240" w:after="240"/>
        <w:ind w:firstLine="720"/>
        <w:jc w:val="center"/>
        <w:rPr>
          <w:b/>
          <w:bCs/>
        </w:rPr>
      </w:pPr>
      <w:r w:rsidRPr="00EA68EE">
        <w:rPr>
          <w:b/>
          <w:bCs/>
        </w:rPr>
        <w:t>Раздел 04 «Национальная экономика»</w:t>
      </w:r>
    </w:p>
    <w:p w:rsidR="00D80D44" w:rsidRPr="00EA68EE" w:rsidRDefault="00D80D44" w:rsidP="00E3725A">
      <w:pPr>
        <w:ind w:firstLine="720"/>
        <w:jc w:val="both"/>
        <w:rPr>
          <w:bCs/>
        </w:rPr>
      </w:pPr>
      <w:r w:rsidRPr="00EA68EE">
        <w:rPr>
          <w:bCs/>
        </w:rPr>
        <w:t xml:space="preserve">Расходы по разделу 04 «Национальная экономика» в проекте местного бюджета 2021 года учтены в сумме </w:t>
      </w:r>
      <w:r w:rsidRPr="00EA68EE">
        <w:rPr>
          <w:b/>
          <w:bCs/>
        </w:rPr>
        <w:t>10 505,9</w:t>
      </w:r>
      <w:r w:rsidRPr="00EA68EE">
        <w:rPr>
          <w:bCs/>
        </w:rPr>
        <w:t xml:space="preserve"> тыс. руб.</w:t>
      </w:r>
    </w:p>
    <w:p w:rsidR="00D80D44" w:rsidRPr="00EA68EE" w:rsidRDefault="00D80D44" w:rsidP="00E3725A">
      <w:pPr>
        <w:spacing w:before="240" w:after="240"/>
        <w:ind w:firstLine="709"/>
        <w:jc w:val="center"/>
        <w:rPr>
          <w:b/>
          <w:bCs/>
        </w:rPr>
      </w:pPr>
      <w:r w:rsidRPr="00EA68EE">
        <w:rPr>
          <w:b/>
          <w:bCs/>
        </w:rPr>
        <w:t>Подраздел 0409 «Дорожное хозяйство (дорожные фонды)»</w:t>
      </w:r>
    </w:p>
    <w:p w:rsidR="00D80D44" w:rsidRPr="00EA68EE" w:rsidRDefault="00D80D44" w:rsidP="00E3725A">
      <w:pPr>
        <w:ind w:firstLine="567"/>
        <w:jc w:val="both"/>
      </w:pPr>
      <w:r w:rsidRPr="00EA68EE">
        <w:t xml:space="preserve">Расходы по подразделу 0409 «Дорожное хозяйство (дорожные фонды)» в проекте местного бюджета на 2021 год учтены в сумме </w:t>
      </w:r>
      <w:r w:rsidRPr="00EA68EE">
        <w:rPr>
          <w:b/>
        </w:rPr>
        <w:t>10 345,9</w:t>
      </w:r>
      <w:r w:rsidRPr="00EA68EE">
        <w:t xml:space="preserve"> тыс. руб., из них расходы дорожного фонда местного бюджета – 6 121,3</w:t>
      </w:r>
      <w:bookmarkStart w:id="0" w:name="_GoBack"/>
      <w:bookmarkEnd w:id="0"/>
      <w:r w:rsidRPr="00EA68EE">
        <w:t xml:space="preserve"> тыс. руб., средства дорожного фонда районного бюджета – 4 224,6 тыс. руб. </w:t>
      </w:r>
      <w:r w:rsidRPr="00EA68EE">
        <w:rPr>
          <w:noProof/>
        </w:rPr>
        <w:t xml:space="preserve">По данному разделу запланированы расходы </w:t>
      </w:r>
      <w:r w:rsidRPr="00EA68EE">
        <w:t>на содержание и ремонт автомобильных дорог общего пользования, инженерных сооружений на них.</w:t>
      </w:r>
    </w:p>
    <w:p w:rsidR="00D80D44" w:rsidRPr="00EA68EE" w:rsidRDefault="00D80D44" w:rsidP="00E3725A">
      <w:pPr>
        <w:spacing w:before="240" w:after="240"/>
        <w:ind w:firstLine="709"/>
        <w:jc w:val="center"/>
        <w:rPr>
          <w:b/>
          <w:bCs/>
        </w:rPr>
      </w:pPr>
      <w:r w:rsidRPr="00EA68EE">
        <w:rPr>
          <w:b/>
          <w:bCs/>
        </w:rPr>
        <w:t>Подраздел 0412 «Другие вопросы в области национальной экономики»</w:t>
      </w:r>
    </w:p>
    <w:p w:rsidR="00D80D44" w:rsidRPr="00EA68EE" w:rsidRDefault="00D80D44" w:rsidP="00E3725A">
      <w:pPr>
        <w:ind w:firstLine="567"/>
        <w:jc w:val="both"/>
      </w:pPr>
      <w:r w:rsidRPr="00EA68EE">
        <w:t xml:space="preserve">Расходы по данному подразделу составляют </w:t>
      </w:r>
      <w:r w:rsidRPr="00EA68EE">
        <w:rPr>
          <w:b/>
        </w:rPr>
        <w:t>160,0</w:t>
      </w:r>
      <w:r w:rsidRPr="00EA68EE">
        <w:t xml:space="preserve"> тыс. руб., в том числе:</w:t>
      </w:r>
    </w:p>
    <w:p w:rsidR="00D80D44" w:rsidRPr="00EA68EE" w:rsidRDefault="00D80D44" w:rsidP="00E3725A">
      <w:pPr>
        <w:numPr>
          <w:ilvl w:val="0"/>
          <w:numId w:val="44"/>
        </w:numPr>
        <w:ind w:left="0" w:firstLine="426"/>
        <w:jc w:val="both"/>
      </w:pPr>
      <w:r w:rsidRPr="00EA68EE">
        <w:t>на межевание и кадастровую оценку 5-ти земельных участков – 150,0 тыс. руб.;</w:t>
      </w:r>
    </w:p>
    <w:p w:rsidR="00D80D44" w:rsidRPr="00EA68EE" w:rsidRDefault="00D80D44" w:rsidP="00E3725A">
      <w:pPr>
        <w:numPr>
          <w:ilvl w:val="0"/>
          <w:numId w:val="44"/>
        </w:numPr>
        <w:ind w:left="0" w:firstLine="426"/>
        <w:jc w:val="both"/>
      </w:pPr>
      <w:r w:rsidRPr="00EA68EE">
        <w:t>на реализацию мероприятий по муниципальной программе «Поддержка малого и среднего предпринимательства в муниципальном образовании «Поселок Амдерма» Ненецкого автономного округа на 2020-2022 годы» - 10,0 тыс. руб.</w:t>
      </w:r>
    </w:p>
    <w:p w:rsidR="00D80D44" w:rsidRPr="00EA68EE" w:rsidRDefault="00D80D44" w:rsidP="00E3725A">
      <w:pPr>
        <w:spacing w:before="240" w:after="240"/>
        <w:ind w:firstLine="720"/>
        <w:jc w:val="center"/>
        <w:rPr>
          <w:b/>
          <w:bCs/>
        </w:rPr>
      </w:pPr>
      <w:r w:rsidRPr="00EA68EE">
        <w:rPr>
          <w:b/>
          <w:bCs/>
        </w:rPr>
        <w:t>Раздел 05 «Жилищно-коммунальное хозяйство»</w:t>
      </w:r>
    </w:p>
    <w:p w:rsidR="00D80D44" w:rsidRPr="00EA68EE" w:rsidRDefault="00D80D44" w:rsidP="00E3725A">
      <w:pPr>
        <w:ind w:firstLine="567"/>
        <w:jc w:val="both"/>
        <w:rPr>
          <w:noProof/>
        </w:rPr>
      </w:pPr>
      <w:r w:rsidRPr="00EA68EE">
        <w:t xml:space="preserve">Расходы по разделу 05 «Жилищно-коммунальное хозяйство» в проекте местного бюджета на 2021 год учтены в сумме </w:t>
      </w:r>
      <w:r w:rsidRPr="00EA68EE">
        <w:rPr>
          <w:b/>
        </w:rPr>
        <w:t>1 575,2</w:t>
      </w:r>
      <w:r w:rsidRPr="00EA68EE">
        <w:t xml:space="preserve"> тыс. руб. </w:t>
      </w:r>
      <w:r w:rsidRPr="00EA68EE">
        <w:rPr>
          <w:noProof/>
        </w:rPr>
        <w:t>Распределение расходов по данному разделу представлено на рис. 5.</w:t>
      </w:r>
    </w:p>
    <w:p w:rsidR="00D80D44" w:rsidRPr="00EA68EE" w:rsidRDefault="00D80D44" w:rsidP="00E3725A">
      <w:pPr>
        <w:ind w:firstLine="567"/>
        <w:jc w:val="both"/>
      </w:pPr>
    </w:p>
    <w:p w:rsidR="00D80D44" w:rsidRPr="00EA68EE" w:rsidRDefault="00D80D44" w:rsidP="00E3725A">
      <w:pPr>
        <w:jc w:val="center"/>
        <w:rPr>
          <w:b/>
          <w:bCs/>
        </w:rPr>
      </w:pPr>
      <w:r w:rsidRPr="00EA68EE">
        <w:rPr>
          <w:b/>
          <w:noProof/>
        </w:rPr>
        <w:object w:dxaOrig="8612" w:dyaOrig="4839">
          <v:shape id="Объект 6" o:spid="_x0000_i1030" type="#_x0000_t75" style="width:383.25pt;height:210.75pt;visibility:visible" o:ole="">
            <v:imagedata r:id="rId18" o:title="" cropbottom="-14f"/>
            <o:lock v:ext="edit" aspectratio="f"/>
          </v:shape>
          <o:OLEObject Type="Embed" ProgID="Excel.Chart.8" ShapeID="Объект 6" DrawAspect="Content" ObjectID="_1671633596" r:id="rId19"/>
        </w:object>
      </w:r>
    </w:p>
    <w:p w:rsidR="00D80D44" w:rsidRPr="00EA68EE" w:rsidRDefault="00D80D44" w:rsidP="00E3725A">
      <w:pPr>
        <w:ind w:firstLine="720"/>
        <w:jc w:val="center"/>
        <w:rPr>
          <w:b/>
          <w:bCs/>
        </w:rPr>
      </w:pPr>
      <w:r w:rsidRPr="00EA68EE">
        <w:rPr>
          <w:noProof/>
        </w:rPr>
        <w:t xml:space="preserve">Рис. 5. Распределение расходов </w:t>
      </w:r>
      <w:r w:rsidRPr="00EA68EE">
        <w:t>по разделу 05 «Жилищно-коммунальное хозяйство»</w:t>
      </w:r>
    </w:p>
    <w:p w:rsidR="00D80D44" w:rsidRPr="00EA68EE" w:rsidRDefault="00D80D44" w:rsidP="00E3725A">
      <w:pPr>
        <w:spacing w:before="240" w:after="240"/>
        <w:jc w:val="center"/>
        <w:rPr>
          <w:b/>
          <w:bCs/>
        </w:rPr>
      </w:pPr>
      <w:r w:rsidRPr="00EA68EE">
        <w:rPr>
          <w:b/>
          <w:bCs/>
        </w:rPr>
        <w:t>Подраздел 0501 «Жилищное хозяйство»</w:t>
      </w:r>
    </w:p>
    <w:p w:rsidR="00D80D44" w:rsidRPr="00EA68EE" w:rsidRDefault="00D80D44" w:rsidP="00E3725A">
      <w:pPr>
        <w:ind w:firstLine="567"/>
        <w:jc w:val="both"/>
      </w:pPr>
      <w:r w:rsidRPr="00EA68EE">
        <w:t xml:space="preserve">Ассигнования данного подраздела предусмотрены в общем объеме </w:t>
      </w:r>
      <w:r w:rsidRPr="00EA68EE">
        <w:rPr>
          <w:b/>
        </w:rPr>
        <w:t>673,4</w:t>
      </w:r>
      <w:r w:rsidRPr="00EA68EE">
        <w:t xml:space="preserve"> тыс. руб. Данные средства планируется направить на проведение мероприятий по поверке индивидуальных приборов учета холодного и горячего водоснабжения в многоквартирных жилых домах поселка Амдерма.</w:t>
      </w:r>
    </w:p>
    <w:p w:rsidR="00D80D44" w:rsidRPr="00EA68EE" w:rsidRDefault="00D80D44" w:rsidP="00E3725A">
      <w:pPr>
        <w:ind w:firstLine="567"/>
        <w:jc w:val="both"/>
      </w:pPr>
      <w:r w:rsidRPr="00EA68EE">
        <w:t>Средства на проведение мероприятий по текущему ремонту помещений, находящихся в муниципальной собственности, не предусмотрены на начало 2021 года в связи с отсутствием актуальной сметной документации.</w:t>
      </w:r>
    </w:p>
    <w:p w:rsidR="00D80D44" w:rsidRPr="00EA68EE" w:rsidRDefault="00D80D44" w:rsidP="00E3725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240"/>
        <w:ind w:firstLine="540"/>
        <w:jc w:val="center"/>
        <w:rPr>
          <w:b/>
          <w:bCs/>
        </w:rPr>
      </w:pPr>
      <w:r w:rsidRPr="00EA68EE">
        <w:rPr>
          <w:b/>
          <w:bCs/>
        </w:rPr>
        <w:t>Подраздел 0502 «Коммунальное хозяйство»</w:t>
      </w:r>
    </w:p>
    <w:p w:rsidR="00D80D44" w:rsidRPr="00EA68EE" w:rsidRDefault="00D80D44" w:rsidP="00E3725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both"/>
        <w:rPr>
          <w:bCs/>
        </w:rPr>
      </w:pPr>
      <w:r w:rsidRPr="00EA68EE">
        <w:rPr>
          <w:color w:val="000000"/>
        </w:rPr>
        <w:t xml:space="preserve">С целью содержания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предусмотрены средства в размере </w:t>
      </w:r>
      <w:r w:rsidRPr="00EA68EE">
        <w:rPr>
          <w:b/>
          <w:color w:val="000000"/>
        </w:rPr>
        <w:t>13,4</w:t>
      </w:r>
      <w:r w:rsidRPr="00EA68EE">
        <w:rPr>
          <w:color w:val="000000"/>
        </w:rPr>
        <w:t xml:space="preserve"> тыс. руб.</w:t>
      </w:r>
    </w:p>
    <w:p w:rsidR="00D80D44" w:rsidRPr="00EA68EE" w:rsidRDefault="00D80D44" w:rsidP="00E3725A">
      <w:pPr>
        <w:spacing w:before="240" w:after="240"/>
        <w:jc w:val="center"/>
        <w:rPr>
          <w:b/>
          <w:bCs/>
        </w:rPr>
      </w:pPr>
      <w:r w:rsidRPr="00EA68EE">
        <w:rPr>
          <w:b/>
          <w:bCs/>
        </w:rPr>
        <w:t>Подраздел 0503 «Благоустройство»</w:t>
      </w:r>
    </w:p>
    <w:p w:rsidR="00D80D44" w:rsidRPr="00EA68EE" w:rsidRDefault="00D80D44" w:rsidP="00E3725A">
      <w:pPr>
        <w:ind w:firstLine="567"/>
        <w:jc w:val="both"/>
      </w:pPr>
      <w:r w:rsidRPr="00EA68EE">
        <w:t xml:space="preserve">В составе данного подраздела предусмотрены ассигнования в общем объеме </w:t>
      </w:r>
      <w:r w:rsidRPr="00EA68EE">
        <w:rPr>
          <w:b/>
        </w:rPr>
        <w:t>795,9</w:t>
      </w:r>
      <w:r w:rsidRPr="00EA68EE">
        <w:t xml:space="preserve"> тыс. руб. на следующие цели:</w:t>
      </w:r>
    </w:p>
    <w:p w:rsidR="00D80D44" w:rsidRPr="00EA68EE" w:rsidRDefault="00D80D44" w:rsidP="00E3725A">
      <w:pPr>
        <w:ind w:firstLine="539"/>
        <w:jc w:val="both"/>
      </w:pPr>
      <w:r w:rsidRPr="00EA68EE">
        <w:t>- организация уличного освещения на территории МО «Поселок Амдерма» НАО в сумме 514,9 тыс. руб.;</w:t>
      </w:r>
    </w:p>
    <w:p w:rsidR="00D80D44" w:rsidRPr="00EA68EE" w:rsidRDefault="00D80D44" w:rsidP="00E3725A">
      <w:pPr>
        <w:ind w:firstLine="539"/>
        <w:jc w:val="both"/>
      </w:pPr>
      <w:r w:rsidRPr="00EA68EE">
        <w:t>- расходы по благоустройству территорий поселений в сумме 281,0 тыс. руб.</w:t>
      </w:r>
    </w:p>
    <w:p w:rsidR="00D80D44" w:rsidRPr="00EA68EE" w:rsidRDefault="00D80D44" w:rsidP="00E3725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ind w:firstLine="540"/>
        <w:jc w:val="center"/>
        <w:rPr>
          <w:b/>
          <w:bCs/>
        </w:rPr>
      </w:pPr>
      <w:r w:rsidRPr="00EA68EE">
        <w:rPr>
          <w:b/>
          <w:bCs/>
        </w:rPr>
        <w:t>Подраздел 0505 «Другие вопросы в области</w:t>
      </w:r>
    </w:p>
    <w:p w:rsidR="00D80D44" w:rsidRPr="00EA68EE" w:rsidRDefault="00D80D44" w:rsidP="00E3725A">
      <w:pPr>
        <w:autoSpaceDE w:val="0"/>
        <w:autoSpaceDN w:val="0"/>
        <w:adjustRightInd w:val="0"/>
        <w:spacing w:after="240"/>
        <w:ind w:firstLine="540"/>
        <w:jc w:val="center"/>
        <w:rPr>
          <w:b/>
          <w:bCs/>
        </w:rPr>
      </w:pPr>
      <w:r w:rsidRPr="00EA68EE">
        <w:rPr>
          <w:b/>
          <w:bCs/>
        </w:rPr>
        <w:t>жилищно-коммунального хозяйства»</w:t>
      </w:r>
    </w:p>
    <w:p w:rsidR="00D80D44" w:rsidRPr="00EA68EE" w:rsidRDefault="00D80D44" w:rsidP="00E3725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both"/>
        <w:rPr>
          <w:bCs/>
        </w:rPr>
      </w:pPr>
      <w:r w:rsidRPr="00EA68EE">
        <w:rPr>
          <w:bCs/>
        </w:rPr>
        <w:t xml:space="preserve">В 2021 году предоставляются межбюджетные трансферты на организацию ритуальных услуг в общей сумме </w:t>
      </w:r>
      <w:r w:rsidRPr="00EA68EE">
        <w:rPr>
          <w:b/>
          <w:bCs/>
        </w:rPr>
        <w:t>92,5</w:t>
      </w:r>
      <w:r w:rsidRPr="00EA68EE">
        <w:rPr>
          <w:bCs/>
        </w:rPr>
        <w:t xml:space="preserve"> тыс. руб., в том числе: за счет районного бюджета – 50,5 тыс. руб., за счет местного бюджета – 42,0 тыс. руб.</w:t>
      </w:r>
    </w:p>
    <w:p w:rsidR="00D80D44" w:rsidRPr="00EA68EE" w:rsidRDefault="00D80D44" w:rsidP="00E3725A">
      <w:pPr>
        <w:autoSpaceDE w:val="0"/>
        <w:autoSpaceDN w:val="0"/>
        <w:adjustRightInd w:val="0"/>
        <w:spacing w:before="240" w:after="240"/>
        <w:ind w:firstLine="540"/>
        <w:jc w:val="center"/>
        <w:rPr>
          <w:b/>
          <w:bCs/>
        </w:rPr>
      </w:pPr>
      <w:r w:rsidRPr="00EA68EE">
        <w:rPr>
          <w:b/>
          <w:bCs/>
        </w:rPr>
        <w:t xml:space="preserve">Раздел 10 «Социальная политика» </w:t>
      </w:r>
    </w:p>
    <w:p w:rsidR="00D80D44" w:rsidRPr="00EA68EE" w:rsidRDefault="00D80D44" w:rsidP="00E3725A">
      <w:pPr>
        <w:suppressAutoHyphens/>
        <w:ind w:firstLine="567"/>
        <w:jc w:val="both"/>
      </w:pPr>
      <w:r w:rsidRPr="00EA68EE">
        <w:t xml:space="preserve">Средства данного раздела предусмотрены в объеме </w:t>
      </w:r>
      <w:r w:rsidRPr="00EA68EE">
        <w:rPr>
          <w:b/>
        </w:rPr>
        <w:t>2 885,4</w:t>
      </w:r>
      <w:r w:rsidRPr="00EA68EE">
        <w:t xml:space="preserve"> тыс. руб. на выполнение обязательств Администрации МО по обеспечению выплат пенсии.</w:t>
      </w:r>
    </w:p>
    <w:p w:rsidR="00D80D44" w:rsidRPr="00EA68EE" w:rsidRDefault="00D80D44" w:rsidP="00E3725A">
      <w:pPr>
        <w:suppressAutoHyphens/>
        <w:spacing w:before="240" w:after="240"/>
        <w:ind w:firstLine="720"/>
        <w:jc w:val="center"/>
        <w:rPr>
          <w:b/>
          <w:bCs/>
        </w:rPr>
      </w:pPr>
      <w:r w:rsidRPr="00EA68EE">
        <w:rPr>
          <w:b/>
          <w:bCs/>
        </w:rPr>
        <w:t>Подраздел 1001 «Пенсионное обеспечение»</w:t>
      </w:r>
    </w:p>
    <w:p w:rsidR="00D80D44" w:rsidRPr="00EA68EE" w:rsidRDefault="00D80D44" w:rsidP="00E3725A">
      <w:pPr>
        <w:suppressAutoHyphens/>
        <w:ind w:firstLine="567"/>
        <w:jc w:val="both"/>
        <w:rPr>
          <w:b/>
          <w:bCs/>
        </w:rPr>
      </w:pPr>
      <w:r w:rsidRPr="00EA68EE">
        <w:t>Ассигнования данного подраздела, с целью доплаты к пенсии муниципальных служащих и выборных должностных лиц на 2021 год, составляют 2 885,4 тыс. руб.</w:t>
      </w:r>
    </w:p>
    <w:p w:rsidR="00D80D44" w:rsidRPr="00EA68EE" w:rsidRDefault="00D80D44" w:rsidP="00E3725A">
      <w:pPr>
        <w:suppressAutoHyphens/>
        <w:ind w:firstLine="567"/>
        <w:jc w:val="both"/>
      </w:pPr>
      <w:r w:rsidRPr="00EA68EE">
        <w:t>Субсидии местным бюджетам на софинансирование расходных обязательств по обеспечению выплат пенсии муниципальных служащих и выборных должностных лиц за счет средств окружного бюджета не предоставлены.</w:t>
      </w:r>
    </w:p>
    <w:p w:rsidR="00D80D44" w:rsidRPr="00EA68EE" w:rsidRDefault="00D80D44" w:rsidP="00E3725A">
      <w:pPr>
        <w:ind w:firstLine="567"/>
        <w:jc w:val="both"/>
      </w:pPr>
      <w:r w:rsidRPr="00EA68EE">
        <w:t xml:space="preserve">Сумма выплат пенсий за выслугу лет лицам, замещавшим выборные должности и должности муниципальной службы составляют 2 885,4 тыс. руб. </w:t>
      </w:r>
    </w:p>
    <w:p w:rsidR="00D80D44" w:rsidRPr="00EA68EE" w:rsidRDefault="00D80D44" w:rsidP="00E3725A">
      <w:pPr>
        <w:ind w:firstLine="567"/>
        <w:jc w:val="both"/>
      </w:pPr>
      <w:r w:rsidRPr="00EA68EE">
        <w:t>Доплаты к пенсии в 2021 году планируется выплачивать 9-ти гражданам.</w:t>
      </w:r>
    </w:p>
    <w:p w:rsidR="00D80D44" w:rsidRPr="00EA68EE" w:rsidRDefault="00D80D44" w:rsidP="00E3725A">
      <w:pPr>
        <w:pStyle w:val="BodyTextIndent2"/>
        <w:suppressAutoHyphens/>
        <w:spacing w:before="240" w:after="240"/>
        <w:jc w:val="center"/>
        <w:rPr>
          <w:b/>
          <w:bCs/>
        </w:rPr>
      </w:pPr>
      <w:r w:rsidRPr="00EA68EE">
        <w:rPr>
          <w:b/>
          <w:bCs/>
        </w:rPr>
        <w:t>Дефицит бюджета</w:t>
      </w:r>
    </w:p>
    <w:p w:rsidR="00D80D44" w:rsidRPr="00EA68EE" w:rsidRDefault="00D80D44" w:rsidP="00E3725A">
      <w:pPr>
        <w:pStyle w:val="ConsPlusNormal"/>
        <w:widowControl/>
        <w:ind w:firstLine="567"/>
        <w:jc w:val="both"/>
        <w:rPr>
          <w:rFonts w:ascii="Times New Roman" w:hAnsi="Times New Roman" w:cs="Times New Roman"/>
          <w:sz w:val="24"/>
          <w:szCs w:val="24"/>
        </w:rPr>
      </w:pPr>
      <w:r w:rsidRPr="00EA68EE">
        <w:rPr>
          <w:rFonts w:ascii="Times New Roman" w:hAnsi="Times New Roman" w:cs="Times New Roman"/>
          <w:sz w:val="24"/>
          <w:szCs w:val="24"/>
        </w:rPr>
        <w:t>Дефицит бюджета МО «Поселок Амдерма» НАО на 2021 год составляет</w:t>
      </w:r>
      <w:r w:rsidRPr="00EA68EE">
        <w:rPr>
          <w:rFonts w:ascii="Times New Roman" w:hAnsi="Times New Roman" w:cs="Times New Roman"/>
          <w:b/>
          <w:bCs/>
          <w:sz w:val="24"/>
          <w:szCs w:val="24"/>
        </w:rPr>
        <w:t xml:space="preserve"> 3 136,5 </w:t>
      </w:r>
      <w:r w:rsidRPr="00EA68EE">
        <w:rPr>
          <w:rFonts w:ascii="Times New Roman" w:hAnsi="Times New Roman" w:cs="Times New Roman"/>
          <w:bCs/>
          <w:sz w:val="24"/>
          <w:szCs w:val="24"/>
        </w:rPr>
        <w:t>тыс. руб.</w:t>
      </w:r>
      <w:r w:rsidRPr="00EA68EE">
        <w:rPr>
          <w:rFonts w:ascii="Times New Roman" w:hAnsi="Times New Roman" w:cs="Times New Roman"/>
          <w:sz w:val="24"/>
          <w:szCs w:val="24"/>
        </w:rPr>
        <w:t xml:space="preserve"> или 49,3% от утвержденного общего годового объема доходов бюджета без учета утвержденного объема безвозмездных поступлений.</w:t>
      </w:r>
    </w:p>
    <w:p w:rsidR="00D80D44" w:rsidRPr="00EA68EE" w:rsidRDefault="00D80D44" w:rsidP="00E3725A">
      <w:pPr>
        <w:ind w:firstLine="567"/>
        <w:jc w:val="both"/>
      </w:pPr>
      <w:r w:rsidRPr="00EA68EE">
        <w:t>Источником финансирования дефицита являются ожидаемые остатки средств местного бюджета на едином доходном счете по состоянию на 01.01.2021.</w:t>
      </w:r>
    </w:p>
    <w:p w:rsidR="00D80D44" w:rsidRPr="00EA68EE" w:rsidRDefault="00D80D44" w:rsidP="00094F7B">
      <w:pPr>
        <w:ind w:firstLine="720"/>
        <w:jc w:val="both"/>
      </w:pPr>
    </w:p>
    <w:p w:rsidR="00D80D44" w:rsidRPr="00EA68EE" w:rsidRDefault="00D80D44" w:rsidP="00094F7B">
      <w:pPr>
        <w:autoSpaceDE w:val="0"/>
        <w:autoSpaceDN w:val="0"/>
        <w:adjustRightInd w:val="0"/>
        <w:ind w:firstLine="720"/>
        <w:jc w:val="both"/>
      </w:pPr>
    </w:p>
    <w:tbl>
      <w:tblPr>
        <w:tblW w:w="9464" w:type="dxa"/>
        <w:tblLook w:val="00A0"/>
      </w:tblPr>
      <w:tblGrid>
        <w:gridCol w:w="7479"/>
        <w:gridCol w:w="1985"/>
      </w:tblGrid>
      <w:tr w:rsidR="00D80D44" w:rsidRPr="00EA68EE" w:rsidTr="002E3676">
        <w:tc>
          <w:tcPr>
            <w:tcW w:w="7479" w:type="dxa"/>
            <w:vAlign w:val="center"/>
          </w:tcPr>
          <w:p w:rsidR="00D80D44" w:rsidRPr="00EA68EE" w:rsidRDefault="00D80D44" w:rsidP="001B1EB8">
            <w:r w:rsidRPr="00EA68EE">
              <w:t>Финансист Администрации</w:t>
            </w:r>
          </w:p>
          <w:p w:rsidR="00D80D44" w:rsidRPr="00EA68EE" w:rsidRDefault="00D80D44" w:rsidP="001B1EB8">
            <w:r w:rsidRPr="00EA68EE">
              <w:t>МО «Поселок Амдерма» НАО</w:t>
            </w:r>
            <w:r w:rsidRPr="00EA68EE">
              <w:tab/>
            </w:r>
          </w:p>
        </w:tc>
        <w:tc>
          <w:tcPr>
            <w:tcW w:w="1985" w:type="dxa"/>
            <w:vAlign w:val="center"/>
          </w:tcPr>
          <w:p w:rsidR="00D80D44" w:rsidRPr="00EA68EE" w:rsidRDefault="00D80D44" w:rsidP="002E3676">
            <w:pPr>
              <w:jc w:val="right"/>
            </w:pPr>
          </w:p>
          <w:p w:rsidR="00D80D44" w:rsidRPr="00EA68EE" w:rsidRDefault="00D80D44" w:rsidP="001B1EB8">
            <w:pPr>
              <w:jc w:val="right"/>
            </w:pPr>
            <w:r w:rsidRPr="00EA68EE">
              <w:t>М.С. Пятакова</w:t>
            </w:r>
          </w:p>
        </w:tc>
      </w:tr>
    </w:tbl>
    <w:p w:rsidR="00D80D44" w:rsidRPr="00EA68EE" w:rsidRDefault="00D80D44" w:rsidP="00BE4D19"/>
    <w:sectPr w:rsidR="00D80D44" w:rsidRPr="00EA68EE" w:rsidSect="00A43B27">
      <w:footerReference w:type="default" r:id="rId20"/>
      <w:pgSz w:w="11906" w:h="16838"/>
      <w:pgMar w:top="1135"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D44" w:rsidRDefault="00D80D44">
      <w:r>
        <w:separator/>
      </w:r>
    </w:p>
  </w:endnote>
  <w:endnote w:type="continuationSeparator" w:id="1">
    <w:p w:rsidR="00D80D44" w:rsidRDefault="00D80D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D44" w:rsidRDefault="00D80D44" w:rsidP="009416F2">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D80D44" w:rsidRDefault="00D80D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D44" w:rsidRDefault="00D80D44">
      <w:r>
        <w:separator/>
      </w:r>
    </w:p>
  </w:footnote>
  <w:footnote w:type="continuationSeparator" w:id="1">
    <w:p w:rsidR="00D80D44" w:rsidRDefault="00D80D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6086"/>
    <w:multiLevelType w:val="hybridMultilevel"/>
    <w:tmpl w:val="963CEC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3FA328C"/>
    <w:multiLevelType w:val="hybridMultilevel"/>
    <w:tmpl w:val="562E8370"/>
    <w:lvl w:ilvl="0" w:tplc="6BB0C516">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8D03BCD"/>
    <w:multiLevelType w:val="hybridMultilevel"/>
    <w:tmpl w:val="3E22FF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DB1675E"/>
    <w:multiLevelType w:val="hybridMultilevel"/>
    <w:tmpl w:val="A988738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58C56ED"/>
    <w:multiLevelType w:val="hybridMultilevel"/>
    <w:tmpl w:val="15B2C112"/>
    <w:lvl w:ilvl="0" w:tplc="1EAC26DC">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5">
    <w:nsid w:val="1B233D3D"/>
    <w:multiLevelType w:val="hybridMultilevel"/>
    <w:tmpl w:val="1AF0B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CED55D7"/>
    <w:multiLevelType w:val="hybridMultilevel"/>
    <w:tmpl w:val="C8F869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B37090"/>
    <w:multiLevelType w:val="hybridMultilevel"/>
    <w:tmpl w:val="36163F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F025754"/>
    <w:multiLevelType w:val="hybridMultilevel"/>
    <w:tmpl w:val="CBF87CBE"/>
    <w:lvl w:ilvl="0" w:tplc="A7A871D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nsid w:val="20E47428"/>
    <w:multiLevelType w:val="hybridMultilevel"/>
    <w:tmpl w:val="9C70F2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22303720"/>
    <w:multiLevelType w:val="hybridMultilevel"/>
    <w:tmpl w:val="FABCB8F2"/>
    <w:lvl w:ilvl="0" w:tplc="04190001">
      <w:start w:val="1"/>
      <w:numFmt w:val="bullet"/>
      <w:lvlText w:val=""/>
      <w:lvlJc w:val="left"/>
      <w:pPr>
        <w:tabs>
          <w:tab w:val="num" w:pos="1798"/>
        </w:tabs>
        <w:ind w:left="1798" w:hanging="360"/>
      </w:pPr>
      <w:rPr>
        <w:rFonts w:ascii="Symbol" w:hAnsi="Symbol" w:hint="default"/>
      </w:rPr>
    </w:lvl>
    <w:lvl w:ilvl="1" w:tplc="04190003">
      <w:start w:val="1"/>
      <w:numFmt w:val="bullet"/>
      <w:lvlText w:val="o"/>
      <w:lvlJc w:val="left"/>
      <w:pPr>
        <w:tabs>
          <w:tab w:val="num" w:pos="2518"/>
        </w:tabs>
        <w:ind w:left="2518" w:hanging="360"/>
      </w:pPr>
      <w:rPr>
        <w:rFonts w:ascii="Courier New" w:hAnsi="Courier New" w:hint="default"/>
      </w:rPr>
    </w:lvl>
    <w:lvl w:ilvl="2" w:tplc="04190005">
      <w:start w:val="1"/>
      <w:numFmt w:val="bullet"/>
      <w:lvlText w:val=""/>
      <w:lvlJc w:val="left"/>
      <w:pPr>
        <w:tabs>
          <w:tab w:val="num" w:pos="3238"/>
        </w:tabs>
        <w:ind w:left="3238" w:hanging="360"/>
      </w:pPr>
      <w:rPr>
        <w:rFonts w:ascii="Wingdings" w:hAnsi="Wingdings" w:hint="default"/>
      </w:rPr>
    </w:lvl>
    <w:lvl w:ilvl="3" w:tplc="04190001">
      <w:start w:val="1"/>
      <w:numFmt w:val="bullet"/>
      <w:lvlText w:val=""/>
      <w:lvlJc w:val="left"/>
      <w:pPr>
        <w:tabs>
          <w:tab w:val="num" w:pos="3958"/>
        </w:tabs>
        <w:ind w:left="3958" w:hanging="360"/>
      </w:pPr>
      <w:rPr>
        <w:rFonts w:ascii="Symbol" w:hAnsi="Symbol" w:hint="default"/>
      </w:rPr>
    </w:lvl>
    <w:lvl w:ilvl="4" w:tplc="04190003">
      <w:start w:val="1"/>
      <w:numFmt w:val="bullet"/>
      <w:lvlText w:val="o"/>
      <w:lvlJc w:val="left"/>
      <w:pPr>
        <w:tabs>
          <w:tab w:val="num" w:pos="4678"/>
        </w:tabs>
        <w:ind w:left="4678" w:hanging="360"/>
      </w:pPr>
      <w:rPr>
        <w:rFonts w:ascii="Courier New" w:hAnsi="Courier New" w:hint="default"/>
      </w:rPr>
    </w:lvl>
    <w:lvl w:ilvl="5" w:tplc="04190005">
      <w:start w:val="1"/>
      <w:numFmt w:val="bullet"/>
      <w:lvlText w:val=""/>
      <w:lvlJc w:val="left"/>
      <w:pPr>
        <w:tabs>
          <w:tab w:val="num" w:pos="5398"/>
        </w:tabs>
        <w:ind w:left="5398" w:hanging="360"/>
      </w:pPr>
      <w:rPr>
        <w:rFonts w:ascii="Wingdings" w:hAnsi="Wingdings" w:hint="default"/>
      </w:rPr>
    </w:lvl>
    <w:lvl w:ilvl="6" w:tplc="04190001">
      <w:start w:val="1"/>
      <w:numFmt w:val="bullet"/>
      <w:lvlText w:val=""/>
      <w:lvlJc w:val="left"/>
      <w:pPr>
        <w:tabs>
          <w:tab w:val="num" w:pos="6118"/>
        </w:tabs>
        <w:ind w:left="6118" w:hanging="360"/>
      </w:pPr>
      <w:rPr>
        <w:rFonts w:ascii="Symbol" w:hAnsi="Symbol" w:hint="default"/>
      </w:rPr>
    </w:lvl>
    <w:lvl w:ilvl="7" w:tplc="04190003">
      <w:start w:val="1"/>
      <w:numFmt w:val="bullet"/>
      <w:lvlText w:val="o"/>
      <w:lvlJc w:val="left"/>
      <w:pPr>
        <w:tabs>
          <w:tab w:val="num" w:pos="6838"/>
        </w:tabs>
        <w:ind w:left="6838" w:hanging="360"/>
      </w:pPr>
      <w:rPr>
        <w:rFonts w:ascii="Courier New" w:hAnsi="Courier New" w:hint="default"/>
      </w:rPr>
    </w:lvl>
    <w:lvl w:ilvl="8" w:tplc="04190005">
      <w:start w:val="1"/>
      <w:numFmt w:val="bullet"/>
      <w:lvlText w:val=""/>
      <w:lvlJc w:val="left"/>
      <w:pPr>
        <w:tabs>
          <w:tab w:val="num" w:pos="7558"/>
        </w:tabs>
        <w:ind w:left="7558" w:hanging="360"/>
      </w:pPr>
      <w:rPr>
        <w:rFonts w:ascii="Wingdings" w:hAnsi="Wingdings" w:hint="default"/>
      </w:rPr>
    </w:lvl>
  </w:abstractNum>
  <w:abstractNum w:abstractNumId="11">
    <w:nsid w:val="23843ED4"/>
    <w:multiLevelType w:val="hybridMultilevel"/>
    <w:tmpl w:val="8D9C1AE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7E955C5"/>
    <w:multiLevelType w:val="hybridMultilevel"/>
    <w:tmpl w:val="4B84553E"/>
    <w:lvl w:ilvl="0" w:tplc="994C602E">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C155B34"/>
    <w:multiLevelType w:val="hybridMultilevel"/>
    <w:tmpl w:val="7958A706"/>
    <w:lvl w:ilvl="0" w:tplc="1EAC26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1983FF0"/>
    <w:multiLevelType w:val="hybridMultilevel"/>
    <w:tmpl w:val="00EA76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9AF3DB9"/>
    <w:multiLevelType w:val="hybridMultilevel"/>
    <w:tmpl w:val="4ED0D3D0"/>
    <w:lvl w:ilvl="0" w:tplc="23D402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CE85361"/>
    <w:multiLevelType w:val="hybridMultilevel"/>
    <w:tmpl w:val="076ABBAA"/>
    <w:lvl w:ilvl="0" w:tplc="221600E0">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D3E2936"/>
    <w:multiLevelType w:val="hybridMultilevel"/>
    <w:tmpl w:val="84786F7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3E99450A"/>
    <w:multiLevelType w:val="hybridMultilevel"/>
    <w:tmpl w:val="9A8C9C28"/>
    <w:lvl w:ilvl="0" w:tplc="19D8B6C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9">
    <w:nsid w:val="416034E8"/>
    <w:multiLevelType w:val="hybridMultilevel"/>
    <w:tmpl w:val="EABA6628"/>
    <w:lvl w:ilvl="0" w:tplc="0352AEBC">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33D3238"/>
    <w:multiLevelType w:val="hybridMultilevel"/>
    <w:tmpl w:val="913873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6B13E0F"/>
    <w:multiLevelType w:val="hybridMultilevel"/>
    <w:tmpl w:val="0C069096"/>
    <w:lvl w:ilvl="0" w:tplc="7A266BA4">
      <w:start w:val="1"/>
      <w:numFmt w:val="decimal"/>
      <w:lvlText w:val="%1."/>
      <w:lvlJc w:val="left"/>
      <w:pPr>
        <w:ind w:left="480" w:hanging="360"/>
      </w:pPr>
      <w:rPr>
        <w:rFonts w:cs="Times New Roman" w:hint="default"/>
      </w:rPr>
    </w:lvl>
    <w:lvl w:ilvl="1" w:tplc="04190019">
      <w:start w:val="1"/>
      <w:numFmt w:val="lowerLetter"/>
      <w:lvlText w:val="%2."/>
      <w:lvlJc w:val="left"/>
      <w:pPr>
        <w:ind w:left="1200" w:hanging="360"/>
      </w:pPr>
      <w:rPr>
        <w:rFonts w:cs="Times New Roman"/>
      </w:rPr>
    </w:lvl>
    <w:lvl w:ilvl="2" w:tplc="0419001B">
      <w:start w:val="1"/>
      <w:numFmt w:val="lowerRoman"/>
      <w:lvlText w:val="%3."/>
      <w:lvlJc w:val="right"/>
      <w:pPr>
        <w:ind w:left="1920" w:hanging="180"/>
      </w:pPr>
      <w:rPr>
        <w:rFonts w:cs="Times New Roman"/>
      </w:rPr>
    </w:lvl>
    <w:lvl w:ilvl="3" w:tplc="0419000F">
      <w:start w:val="1"/>
      <w:numFmt w:val="decimal"/>
      <w:lvlText w:val="%4."/>
      <w:lvlJc w:val="left"/>
      <w:pPr>
        <w:ind w:left="2640" w:hanging="360"/>
      </w:pPr>
      <w:rPr>
        <w:rFonts w:cs="Times New Roman"/>
      </w:rPr>
    </w:lvl>
    <w:lvl w:ilvl="4" w:tplc="04190019">
      <w:start w:val="1"/>
      <w:numFmt w:val="lowerLetter"/>
      <w:lvlText w:val="%5."/>
      <w:lvlJc w:val="left"/>
      <w:pPr>
        <w:ind w:left="3360" w:hanging="360"/>
      </w:pPr>
      <w:rPr>
        <w:rFonts w:cs="Times New Roman"/>
      </w:rPr>
    </w:lvl>
    <w:lvl w:ilvl="5" w:tplc="0419001B">
      <w:start w:val="1"/>
      <w:numFmt w:val="lowerRoman"/>
      <w:lvlText w:val="%6."/>
      <w:lvlJc w:val="right"/>
      <w:pPr>
        <w:ind w:left="4080" w:hanging="180"/>
      </w:pPr>
      <w:rPr>
        <w:rFonts w:cs="Times New Roman"/>
      </w:rPr>
    </w:lvl>
    <w:lvl w:ilvl="6" w:tplc="0419000F">
      <w:start w:val="1"/>
      <w:numFmt w:val="decimal"/>
      <w:lvlText w:val="%7."/>
      <w:lvlJc w:val="left"/>
      <w:pPr>
        <w:ind w:left="4800" w:hanging="360"/>
      </w:pPr>
      <w:rPr>
        <w:rFonts w:cs="Times New Roman"/>
      </w:rPr>
    </w:lvl>
    <w:lvl w:ilvl="7" w:tplc="04190019">
      <w:start w:val="1"/>
      <w:numFmt w:val="lowerLetter"/>
      <w:lvlText w:val="%8."/>
      <w:lvlJc w:val="left"/>
      <w:pPr>
        <w:ind w:left="5520" w:hanging="360"/>
      </w:pPr>
      <w:rPr>
        <w:rFonts w:cs="Times New Roman"/>
      </w:rPr>
    </w:lvl>
    <w:lvl w:ilvl="8" w:tplc="0419001B">
      <w:start w:val="1"/>
      <w:numFmt w:val="lowerRoman"/>
      <w:lvlText w:val="%9."/>
      <w:lvlJc w:val="right"/>
      <w:pPr>
        <w:ind w:left="6240" w:hanging="180"/>
      </w:pPr>
      <w:rPr>
        <w:rFonts w:cs="Times New Roman"/>
      </w:rPr>
    </w:lvl>
  </w:abstractNum>
  <w:abstractNum w:abstractNumId="22">
    <w:nsid w:val="47315428"/>
    <w:multiLevelType w:val="hybridMultilevel"/>
    <w:tmpl w:val="A4A26314"/>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48897030"/>
    <w:multiLevelType w:val="hybridMultilevel"/>
    <w:tmpl w:val="49222E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4">
    <w:nsid w:val="49A340D7"/>
    <w:multiLevelType w:val="hybridMultilevel"/>
    <w:tmpl w:val="86B2E75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4B732CD1"/>
    <w:multiLevelType w:val="hybridMultilevel"/>
    <w:tmpl w:val="43ACA804"/>
    <w:lvl w:ilvl="0" w:tplc="59E0489E">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C830743"/>
    <w:multiLevelType w:val="hybridMultilevel"/>
    <w:tmpl w:val="0DC6C34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C9D677D"/>
    <w:multiLevelType w:val="hybridMultilevel"/>
    <w:tmpl w:val="9BDA8B48"/>
    <w:lvl w:ilvl="0" w:tplc="23D402D8">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8">
    <w:nsid w:val="4DCC6378"/>
    <w:multiLevelType w:val="hybridMultilevel"/>
    <w:tmpl w:val="8EACCD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4E38708E"/>
    <w:multiLevelType w:val="hybridMultilevel"/>
    <w:tmpl w:val="9E243E6E"/>
    <w:lvl w:ilvl="0" w:tplc="04190001">
      <w:start w:val="1"/>
      <w:numFmt w:val="bullet"/>
      <w:lvlText w:val=""/>
      <w:lvlJc w:val="left"/>
      <w:pPr>
        <w:tabs>
          <w:tab w:val="num" w:pos="790"/>
        </w:tabs>
        <w:ind w:left="790" w:hanging="360"/>
      </w:pPr>
      <w:rPr>
        <w:rFonts w:ascii="Symbol" w:hAnsi="Symbol" w:hint="default"/>
      </w:rPr>
    </w:lvl>
    <w:lvl w:ilvl="1" w:tplc="04190003">
      <w:start w:val="1"/>
      <w:numFmt w:val="bullet"/>
      <w:lvlText w:val="o"/>
      <w:lvlJc w:val="left"/>
      <w:pPr>
        <w:tabs>
          <w:tab w:val="num" w:pos="1510"/>
        </w:tabs>
        <w:ind w:left="1510" w:hanging="360"/>
      </w:pPr>
      <w:rPr>
        <w:rFonts w:ascii="Courier New" w:hAnsi="Courier New" w:hint="default"/>
      </w:rPr>
    </w:lvl>
    <w:lvl w:ilvl="2" w:tplc="04190005">
      <w:start w:val="1"/>
      <w:numFmt w:val="bullet"/>
      <w:lvlText w:val=""/>
      <w:lvlJc w:val="left"/>
      <w:pPr>
        <w:tabs>
          <w:tab w:val="num" w:pos="2230"/>
        </w:tabs>
        <w:ind w:left="2230" w:hanging="360"/>
      </w:pPr>
      <w:rPr>
        <w:rFonts w:ascii="Wingdings" w:hAnsi="Wingdings" w:hint="default"/>
      </w:rPr>
    </w:lvl>
    <w:lvl w:ilvl="3" w:tplc="04190001">
      <w:start w:val="1"/>
      <w:numFmt w:val="bullet"/>
      <w:lvlText w:val=""/>
      <w:lvlJc w:val="left"/>
      <w:pPr>
        <w:tabs>
          <w:tab w:val="num" w:pos="2950"/>
        </w:tabs>
        <w:ind w:left="2950" w:hanging="360"/>
      </w:pPr>
      <w:rPr>
        <w:rFonts w:ascii="Symbol" w:hAnsi="Symbol" w:hint="default"/>
      </w:rPr>
    </w:lvl>
    <w:lvl w:ilvl="4" w:tplc="04190003">
      <w:start w:val="1"/>
      <w:numFmt w:val="bullet"/>
      <w:lvlText w:val="o"/>
      <w:lvlJc w:val="left"/>
      <w:pPr>
        <w:tabs>
          <w:tab w:val="num" w:pos="3670"/>
        </w:tabs>
        <w:ind w:left="3670" w:hanging="360"/>
      </w:pPr>
      <w:rPr>
        <w:rFonts w:ascii="Courier New" w:hAnsi="Courier New" w:hint="default"/>
      </w:rPr>
    </w:lvl>
    <w:lvl w:ilvl="5" w:tplc="04190005">
      <w:start w:val="1"/>
      <w:numFmt w:val="bullet"/>
      <w:lvlText w:val=""/>
      <w:lvlJc w:val="left"/>
      <w:pPr>
        <w:tabs>
          <w:tab w:val="num" w:pos="4390"/>
        </w:tabs>
        <w:ind w:left="4390" w:hanging="360"/>
      </w:pPr>
      <w:rPr>
        <w:rFonts w:ascii="Wingdings" w:hAnsi="Wingdings" w:hint="default"/>
      </w:rPr>
    </w:lvl>
    <w:lvl w:ilvl="6" w:tplc="04190001">
      <w:start w:val="1"/>
      <w:numFmt w:val="bullet"/>
      <w:lvlText w:val=""/>
      <w:lvlJc w:val="left"/>
      <w:pPr>
        <w:tabs>
          <w:tab w:val="num" w:pos="5110"/>
        </w:tabs>
        <w:ind w:left="5110" w:hanging="360"/>
      </w:pPr>
      <w:rPr>
        <w:rFonts w:ascii="Symbol" w:hAnsi="Symbol" w:hint="default"/>
      </w:rPr>
    </w:lvl>
    <w:lvl w:ilvl="7" w:tplc="04190003">
      <w:start w:val="1"/>
      <w:numFmt w:val="bullet"/>
      <w:lvlText w:val="o"/>
      <w:lvlJc w:val="left"/>
      <w:pPr>
        <w:tabs>
          <w:tab w:val="num" w:pos="5830"/>
        </w:tabs>
        <w:ind w:left="5830" w:hanging="360"/>
      </w:pPr>
      <w:rPr>
        <w:rFonts w:ascii="Courier New" w:hAnsi="Courier New" w:hint="default"/>
      </w:rPr>
    </w:lvl>
    <w:lvl w:ilvl="8" w:tplc="04190005">
      <w:start w:val="1"/>
      <w:numFmt w:val="bullet"/>
      <w:lvlText w:val=""/>
      <w:lvlJc w:val="left"/>
      <w:pPr>
        <w:tabs>
          <w:tab w:val="num" w:pos="6550"/>
        </w:tabs>
        <w:ind w:left="6550" w:hanging="360"/>
      </w:pPr>
      <w:rPr>
        <w:rFonts w:ascii="Wingdings" w:hAnsi="Wingdings" w:hint="default"/>
      </w:rPr>
    </w:lvl>
  </w:abstractNum>
  <w:abstractNum w:abstractNumId="30">
    <w:nsid w:val="512C4446"/>
    <w:multiLevelType w:val="hybridMultilevel"/>
    <w:tmpl w:val="23C6ED96"/>
    <w:lvl w:ilvl="0" w:tplc="A7A871D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nsid w:val="540A4439"/>
    <w:multiLevelType w:val="hybridMultilevel"/>
    <w:tmpl w:val="0A48CB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4F22161"/>
    <w:multiLevelType w:val="hybridMultilevel"/>
    <w:tmpl w:val="61C06516"/>
    <w:lvl w:ilvl="0" w:tplc="ECD6905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6303DAA"/>
    <w:multiLevelType w:val="hybridMultilevel"/>
    <w:tmpl w:val="2BA49E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56745D4B"/>
    <w:multiLevelType w:val="hybridMultilevel"/>
    <w:tmpl w:val="29B8CE9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5E790CC0"/>
    <w:multiLevelType w:val="hybridMultilevel"/>
    <w:tmpl w:val="D0C4AD56"/>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601F53D3"/>
    <w:multiLevelType w:val="hybridMultilevel"/>
    <w:tmpl w:val="2B42083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60C40BB9"/>
    <w:multiLevelType w:val="hybridMultilevel"/>
    <w:tmpl w:val="D74E456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64696050"/>
    <w:multiLevelType w:val="hybridMultilevel"/>
    <w:tmpl w:val="568EE7BE"/>
    <w:lvl w:ilvl="0" w:tplc="872AE978">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39">
    <w:nsid w:val="6D2872F7"/>
    <w:multiLevelType w:val="hybridMultilevel"/>
    <w:tmpl w:val="6480F158"/>
    <w:lvl w:ilvl="0" w:tplc="484618C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0">
    <w:nsid w:val="71A34DC8"/>
    <w:multiLevelType w:val="hybridMultilevel"/>
    <w:tmpl w:val="18DAAF8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761D1626"/>
    <w:multiLevelType w:val="hybridMultilevel"/>
    <w:tmpl w:val="F5B84DA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92D0538"/>
    <w:multiLevelType w:val="hybridMultilevel"/>
    <w:tmpl w:val="9356CC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A9903C4"/>
    <w:multiLevelType w:val="hybridMultilevel"/>
    <w:tmpl w:val="F63E63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F4F4CC6"/>
    <w:multiLevelType w:val="hybridMultilevel"/>
    <w:tmpl w:val="4DECCC1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8"/>
  </w:num>
  <w:num w:numId="2">
    <w:abstractNumId w:val="24"/>
  </w:num>
  <w:num w:numId="3">
    <w:abstractNumId w:val="29"/>
  </w:num>
  <w:num w:numId="4">
    <w:abstractNumId w:val="21"/>
  </w:num>
  <w:num w:numId="5">
    <w:abstractNumId w:val="0"/>
  </w:num>
  <w:num w:numId="6">
    <w:abstractNumId w:val="33"/>
  </w:num>
  <w:num w:numId="7">
    <w:abstractNumId w:val="6"/>
  </w:num>
  <w:num w:numId="8">
    <w:abstractNumId w:val="28"/>
  </w:num>
  <w:num w:numId="9">
    <w:abstractNumId w:val="3"/>
  </w:num>
  <w:num w:numId="10">
    <w:abstractNumId w:val="22"/>
  </w:num>
  <w:num w:numId="11">
    <w:abstractNumId w:val="37"/>
  </w:num>
  <w:num w:numId="12">
    <w:abstractNumId w:val="35"/>
  </w:num>
  <w:num w:numId="13">
    <w:abstractNumId w:val="10"/>
  </w:num>
  <w:num w:numId="14">
    <w:abstractNumId w:val="5"/>
  </w:num>
  <w:num w:numId="15">
    <w:abstractNumId w:val="34"/>
  </w:num>
  <w:num w:numId="16">
    <w:abstractNumId w:val="36"/>
  </w:num>
  <w:num w:numId="17">
    <w:abstractNumId w:val="20"/>
  </w:num>
  <w:num w:numId="18">
    <w:abstractNumId w:val="12"/>
  </w:num>
  <w:num w:numId="19">
    <w:abstractNumId w:val="1"/>
  </w:num>
  <w:num w:numId="20">
    <w:abstractNumId w:val="39"/>
  </w:num>
  <w:num w:numId="21">
    <w:abstractNumId w:val="11"/>
  </w:num>
  <w:num w:numId="22">
    <w:abstractNumId w:val="9"/>
  </w:num>
  <w:num w:numId="23">
    <w:abstractNumId w:val="41"/>
  </w:num>
  <w:num w:numId="24">
    <w:abstractNumId w:val="40"/>
  </w:num>
  <w:num w:numId="25">
    <w:abstractNumId w:val="18"/>
  </w:num>
  <w:num w:numId="26">
    <w:abstractNumId w:val="32"/>
  </w:num>
  <w:num w:numId="27">
    <w:abstractNumId w:val="42"/>
  </w:num>
  <w:num w:numId="28">
    <w:abstractNumId w:val="17"/>
  </w:num>
  <w:num w:numId="29">
    <w:abstractNumId w:val="26"/>
  </w:num>
  <w:num w:numId="30">
    <w:abstractNumId w:val="19"/>
  </w:num>
  <w:num w:numId="31">
    <w:abstractNumId w:val="7"/>
  </w:num>
  <w:num w:numId="32">
    <w:abstractNumId w:val="14"/>
  </w:num>
  <w:num w:numId="33">
    <w:abstractNumId w:val="44"/>
  </w:num>
  <w:num w:numId="34">
    <w:abstractNumId w:val="25"/>
  </w:num>
  <w:num w:numId="35">
    <w:abstractNumId w:val="16"/>
  </w:num>
  <w:num w:numId="36">
    <w:abstractNumId w:val="2"/>
  </w:num>
  <w:num w:numId="37">
    <w:abstractNumId w:val="4"/>
  </w:num>
  <w:num w:numId="38">
    <w:abstractNumId w:val="30"/>
  </w:num>
  <w:num w:numId="39">
    <w:abstractNumId w:val="8"/>
  </w:num>
  <w:num w:numId="40">
    <w:abstractNumId w:val="23"/>
  </w:num>
  <w:num w:numId="41">
    <w:abstractNumId w:val="13"/>
  </w:num>
  <w:num w:numId="42">
    <w:abstractNumId w:val="43"/>
  </w:num>
  <w:num w:numId="43">
    <w:abstractNumId w:val="15"/>
  </w:num>
  <w:num w:numId="44">
    <w:abstractNumId w:val="31"/>
  </w:num>
  <w:num w:numId="4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9"/>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09D"/>
    <w:rsid w:val="00001BA2"/>
    <w:rsid w:val="0000380F"/>
    <w:rsid w:val="000044EC"/>
    <w:rsid w:val="000048FF"/>
    <w:rsid w:val="00005EBB"/>
    <w:rsid w:val="00010A7F"/>
    <w:rsid w:val="0001330D"/>
    <w:rsid w:val="00015020"/>
    <w:rsid w:val="000172E7"/>
    <w:rsid w:val="000178AF"/>
    <w:rsid w:val="000201FA"/>
    <w:rsid w:val="0002024D"/>
    <w:rsid w:val="00020DE2"/>
    <w:rsid w:val="000238C0"/>
    <w:rsid w:val="00026092"/>
    <w:rsid w:val="00026D82"/>
    <w:rsid w:val="00030391"/>
    <w:rsid w:val="00030D05"/>
    <w:rsid w:val="00033DAF"/>
    <w:rsid w:val="00034536"/>
    <w:rsid w:val="00036B7D"/>
    <w:rsid w:val="00037485"/>
    <w:rsid w:val="000416CF"/>
    <w:rsid w:val="0004543B"/>
    <w:rsid w:val="000501ED"/>
    <w:rsid w:val="0005095E"/>
    <w:rsid w:val="00052A89"/>
    <w:rsid w:val="00052CBD"/>
    <w:rsid w:val="0005347A"/>
    <w:rsid w:val="00053974"/>
    <w:rsid w:val="00053F77"/>
    <w:rsid w:val="00054C09"/>
    <w:rsid w:val="00055C1F"/>
    <w:rsid w:val="000579D4"/>
    <w:rsid w:val="00064C73"/>
    <w:rsid w:val="00064F24"/>
    <w:rsid w:val="00070387"/>
    <w:rsid w:val="00071747"/>
    <w:rsid w:val="00072510"/>
    <w:rsid w:val="000734B4"/>
    <w:rsid w:val="00074BBE"/>
    <w:rsid w:val="00075A40"/>
    <w:rsid w:val="00076DF1"/>
    <w:rsid w:val="00077F1C"/>
    <w:rsid w:val="0008199A"/>
    <w:rsid w:val="000821DA"/>
    <w:rsid w:val="000835CC"/>
    <w:rsid w:val="000840DA"/>
    <w:rsid w:val="0008474C"/>
    <w:rsid w:val="000865FF"/>
    <w:rsid w:val="00086A6B"/>
    <w:rsid w:val="000875DB"/>
    <w:rsid w:val="00093E78"/>
    <w:rsid w:val="00093F2D"/>
    <w:rsid w:val="00094F7B"/>
    <w:rsid w:val="000971F7"/>
    <w:rsid w:val="000A02AF"/>
    <w:rsid w:val="000A107E"/>
    <w:rsid w:val="000A116F"/>
    <w:rsid w:val="000A225A"/>
    <w:rsid w:val="000A22C4"/>
    <w:rsid w:val="000A2620"/>
    <w:rsid w:val="000A2B78"/>
    <w:rsid w:val="000A3B52"/>
    <w:rsid w:val="000A4588"/>
    <w:rsid w:val="000A5A57"/>
    <w:rsid w:val="000A5CD3"/>
    <w:rsid w:val="000A686F"/>
    <w:rsid w:val="000A6D29"/>
    <w:rsid w:val="000B0131"/>
    <w:rsid w:val="000B43B4"/>
    <w:rsid w:val="000B72EE"/>
    <w:rsid w:val="000C3514"/>
    <w:rsid w:val="000C3DA5"/>
    <w:rsid w:val="000C5ADB"/>
    <w:rsid w:val="000C5CF9"/>
    <w:rsid w:val="000C7454"/>
    <w:rsid w:val="000C7896"/>
    <w:rsid w:val="000D1267"/>
    <w:rsid w:val="000D12FA"/>
    <w:rsid w:val="000D1EB4"/>
    <w:rsid w:val="000D2131"/>
    <w:rsid w:val="000D4ADD"/>
    <w:rsid w:val="000D4B0E"/>
    <w:rsid w:val="000D56BF"/>
    <w:rsid w:val="000D6FDF"/>
    <w:rsid w:val="000E1405"/>
    <w:rsid w:val="000E1ECA"/>
    <w:rsid w:val="000E2E3C"/>
    <w:rsid w:val="000E38E3"/>
    <w:rsid w:val="000E413F"/>
    <w:rsid w:val="000E536E"/>
    <w:rsid w:val="000E5DD6"/>
    <w:rsid w:val="000E7367"/>
    <w:rsid w:val="000F10CB"/>
    <w:rsid w:val="000F10EB"/>
    <w:rsid w:val="000F1515"/>
    <w:rsid w:val="000F18DA"/>
    <w:rsid w:val="000F2D83"/>
    <w:rsid w:val="000F41A1"/>
    <w:rsid w:val="000F4854"/>
    <w:rsid w:val="000F5D96"/>
    <w:rsid w:val="000F6540"/>
    <w:rsid w:val="000F6AE4"/>
    <w:rsid w:val="00100CA1"/>
    <w:rsid w:val="00101033"/>
    <w:rsid w:val="00101D96"/>
    <w:rsid w:val="00102034"/>
    <w:rsid w:val="00104098"/>
    <w:rsid w:val="001041D3"/>
    <w:rsid w:val="00105CE7"/>
    <w:rsid w:val="001063D9"/>
    <w:rsid w:val="00106690"/>
    <w:rsid w:val="001111E9"/>
    <w:rsid w:val="00112777"/>
    <w:rsid w:val="001133D5"/>
    <w:rsid w:val="00113C7B"/>
    <w:rsid w:val="0011439D"/>
    <w:rsid w:val="001162DC"/>
    <w:rsid w:val="00117246"/>
    <w:rsid w:val="00121C9D"/>
    <w:rsid w:val="00122766"/>
    <w:rsid w:val="00123A68"/>
    <w:rsid w:val="00123C13"/>
    <w:rsid w:val="00124588"/>
    <w:rsid w:val="001246A9"/>
    <w:rsid w:val="001270B3"/>
    <w:rsid w:val="00127104"/>
    <w:rsid w:val="00127444"/>
    <w:rsid w:val="00130997"/>
    <w:rsid w:val="001330E8"/>
    <w:rsid w:val="00133713"/>
    <w:rsid w:val="00134131"/>
    <w:rsid w:val="0013503B"/>
    <w:rsid w:val="0013742A"/>
    <w:rsid w:val="00140E9B"/>
    <w:rsid w:val="001416B0"/>
    <w:rsid w:val="00141D2C"/>
    <w:rsid w:val="00142719"/>
    <w:rsid w:val="00142B7A"/>
    <w:rsid w:val="00144021"/>
    <w:rsid w:val="0014437E"/>
    <w:rsid w:val="00144D0E"/>
    <w:rsid w:val="00146782"/>
    <w:rsid w:val="001469A2"/>
    <w:rsid w:val="0014744B"/>
    <w:rsid w:val="00152194"/>
    <w:rsid w:val="00155BF9"/>
    <w:rsid w:val="00156B3C"/>
    <w:rsid w:val="0015710F"/>
    <w:rsid w:val="001613B6"/>
    <w:rsid w:val="001616D7"/>
    <w:rsid w:val="001636CE"/>
    <w:rsid w:val="00166219"/>
    <w:rsid w:val="00172796"/>
    <w:rsid w:val="0017282E"/>
    <w:rsid w:val="0017337D"/>
    <w:rsid w:val="001733D2"/>
    <w:rsid w:val="00175DD8"/>
    <w:rsid w:val="00176D61"/>
    <w:rsid w:val="0017779C"/>
    <w:rsid w:val="001808A5"/>
    <w:rsid w:val="00185852"/>
    <w:rsid w:val="00193BE6"/>
    <w:rsid w:val="001945CE"/>
    <w:rsid w:val="00194F19"/>
    <w:rsid w:val="001958C6"/>
    <w:rsid w:val="00195C87"/>
    <w:rsid w:val="001963EA"/>
    <w:rsid w:val="001A5A64"/>
    <w:rsid w:val="001A7225"/>
    <w:rsid w:val="001A7836"/>
    <w:rsid w:val="001B02C0"/>
    <w:rsid w:val="001B11B0"/>
    <w:rsid w:val="001B1EB8"/>
    <w:rsid w:val="001B2C72"/>
    <w:rsid w:val="001B3256"/>
    <w:rsid w:val="001B440F"/>
    <w:rsid w:val="001B6383"/>
    <w:rsid w:val="001B6414"/>
    <w:rsid w:val="001C0255"/>
    <w:rsid w:val="001C294B"/>
    <w:rsid w:val="001C3029"/>
    <w:rsid w:val="001C3491"/>
    <w:rsid w:val="001C6518"/>
    <w:rsid w:val="001C7B23"/>
    <w:rsid w:val="001D0D59"/>
    <w:rsid w:val="001D0FD6"/>
    <w:rsid w:val="001D25E7"/>
    <w:rsid w:val="001D33B7"/>
    <w:rsid w:val="001D38C0"/>
    <w:rsid w:val="001E0B2F"/>
    <w:rsid w:val="001E2CEC"/>
    <w:rsid w:val="001E3430"/>
    <w:rsid w:val="001E39D5"/>
    <w:rsid w:val="001E5471"/>
    <w:rsid w:val="001F055D"/>
    <w:rsid w:val="001F1930"/>
    <w:rsid w:val="001F394E"/>
    <w:rsid w:val="001F39EC"/>
    <w:rsid w:val="001F7C43"/>
    <w:rsid w:val="00200F0C"/>
    <w:rsid w:val="00201E88"/>
    <w:rsid w:val="00203AC6"/>
    <w:rsid w:val="00204589"/>
    <w:rsid w:val="0020483D"/>
    <w:rsid w:val="002069F4"/>
    <w:rsid w:val="00206CC7"/>
    <w:rsid w:val="00206EF5"/>
    <w:rsid w:val="00207975"/>
    <w:rsid w:val="0021150A"/>
    <w:rsid w:val="00212D21"/>
    <w:rsid w:val="00213A1C"/>
    <w:rsid w:val="00221D9A"/>
    <w:rsid w:val="002243C3"/>
    <w:rsid w:val="002260F0"/>
    <w:rsid w:val="00227D3D"/>
    <w:rsid w:val="00230077"/>
    <w:rsid w:val="00230F26"/>
    <w:rsid w:val="00231E2A"/>
    <w:rsid w:val="00232C2E"/>
    <w:rsid w:val="00233B7A"/>
    <w:rsid w:val="00233CEB"/>
    <w:rsid w:val="00234AD2"/>
    <w:rsid w:val="00234CA9"/>
    <w:rsid w:val="002352BF"/>
    <w:rsid w:val="0023745A"/>
    <w:rsid w:val="00237529"/>
    <w:rsid w:val="0023758D"/>
    <w:rsid w:val="002403FF"/>
    <w:rsid w:val="002423B7"/>
    <w:rsid w:val="00242EF0"/>
    <w:rsid w:val="002444C3"/>
    <w:rsid w:val="002458E6"/>
    <w:rsid w:val="00250393"/>
    <w:rsid w:val="00250485"/>
    <w:rsid w:val="0025147C"/>
    <w:rsid w:val="00251A4F"/>
    <w:rsid w:val="00253221"/>
    <w:rsid w:val="002534B6"/>
    <w:rsid w:val="00253F6E"/>
    <w:rsid w:val="00255311"/>
    <w:rsid w:val="00256AD3"/>
    <w:rsid w:val="00260871"/>
    <w:rsid w:val="0026132D"/>
    <w:rsid w:val="00261AC6"/>
    <w:rsid w:val="002620A8"/>
    <w:rsid w:val="00263604"/>
    <w:rsid w:val="00264B0F"/>
    <w:rsid w:val="00265496"/>
    <w:rsid w:val="00265AAE"/>
    <w:rsid w:val="00266AB1"/>
    <w:rsid w:val="002723FB"/>
    <w:rsid w:val="0027308B"/>
    <w:rsid w:val="00273D7F"/>
    <w:rsid w:val="002745B6"/>
    <w:rsid w:val="00274A0E"/>
    <w:rsid w:val="00274BF1"/>
    <w:rsid w:val="00274EE4"/>
    <w:rsid w:val="0027625C"/>
    <w:rsid w:val="00277B62"/>
    <w:rsid w:val="00281166"/>
    <w:rsid w:val="002812F7"/>
    <w:rsid w:val="00281C94"/>
    <w:rsid w:val="002822E8"/>
    <w:rsid w:val="002859DB"/>
    <w:rsid w:val="00286478"/>
    <w:rsid w:val="0028774C"/>
    <w:rsid w:val="0029165E"/>
    <w:rsid w:val="00291C7D"/>
    <w:rsid w:val="00292CA4"/>
    <w:rsid w:val="00292E46"/>
    <w:rsid w:val="00294AB6"/>
    <w:rsid w:val="002A174F"/>
    <w:rsid w:val="002A1938"/>
    <w:rsid w:val="002A23F9"/>
    <w:rsid w:val="002A3479"/>
    <w:rsid w:val="002A4005"/>
    <w:rsid w:val="002A428D"/>
    <w:rsid w:val="002A5380"/>
    <w:rsid w:val="002A5BAF"/>
    <w:rsid w:val="002A6C55"/>
    <w:rsid w:val="002A7D56"/>
    <w:rsid w:val="002B0733"/>
    <w:rsid w:val="002B1E57"/>
    <w:rsid w:val="002B25F3"/>
    <w:rsid w:val="002B2B65"/>
    <w:rsid w:val="002B2C8C"/>
    <w:rsid w:val="002B2E28"/>
    <w:rsid w:val="002C2254"/>
    <w:rsid w:val="002C3200"/>
    <w:rsid w:val="002C427A"/>
    <w:rsid w:val="002C4B05"/>
    <w:rsid w:val="002C4DE6"/>
    <w:rsid w:val="002D1337"/>
    <w:rsid w:val="002D1502"/>
    <w:rsid w:val="002D2672"/>
    <w:rsid w:val="002D3113"/>
    <w:rsid w:val="002E1D96"/>
    <w:rsid w:val="002E2EB2"/>
    <w:rsid w:val="002E31A1"/>
    <w:rsid w:val="002E3676"/>
    <w:rsid w:val="002F32D9"/>
    <w:rsid w:val="002F4A11"/>
    <w:rsid w:val="002F525F"/>
    <w:rsid w:val="0030075B"/>
    <w:rsid w:val="00302456"/>
    <w:rsid w:val="0030292F"/>
    <w:rsid w:val="00302C4C"/>
    <w:rsid w:val="00303432"/>
    <w:rsid w:val="00303B39"/>
    <w:rsid w:val="00304725"/>
    <w:rsid w:val="00306F7E"/>
    <w:rsid w:val="00307E3A"/>
    <w:rsid w:val="00311592"/>
    <w:rsid w:val="00312D82"/>
    <w:rsid w:val="003159F6"/>
    <w:rsid w:val="0032078D"/>
    <w:rsid w:val="00321A16"/>
    <w:rsid w:val="00321B5E"/>
    <w:rsid w:val="0032292D"/>
    <w:rsid w:val="00325B29"/>
    <w:rsid w:val="003265B6"/>
    <w:rsid w:val="00331DD8"/>
    <w:rsid w:val="0033252C"/>
    <w:rsid w:val="003329C7"/>
    <w:rsid w:val="00332B05"/>
    <w:rsid w:val="00332E4F"/>
    <w:rsid w:val="00332ED7"/>
    <w:rsid w:val="00335EA3"/>
    <w:rsid w:val="0033784C"/>
    <w:rsid w:val="00340799"/>
    <w:rsid w:val="00340DBE"/>
    <w:rsid w:val="003415E5"/>
    <w:rsid w:val="00343FA8"/>
    <w:rsid w:val="0034513A"/>
    <w:rsid w:val="00345BA7"/>
    <w:rsid w:val="003545F6"/>
    <w:rsid w:val="00354F45"/>
    <w:rsid w:val="00356CFF"/>
    <w:rsid w:val="003601CD"/>
    <w:rsid w:val="00362704"/>
    <w:rsid w:val="00365CDA"/>
    <w:rsid w:val="003671B7"/>
    <w:rsid w:val="00370747"/>
    <w:rsid w:val="003715F6"/>
    <w:rsid w:val="0037171C"/>
    <w:rsid w:val="00371BF9"/>
    <w:rsid w:val="00373000"/>
    <w:rsid w:val="00373220"/>
    <w:rsid w:val="003738B6"/>
    <w:rsid w:val="00375377"/>
    <w:rsid w:val="003805AD"/>
    <w:rsid w:val="00380FA4"/>
    <w:rsid w:val="00381843"/>
    <w:rsid w:val="0038396D"/>
    <w:rsid w:val="00384504"/>
    <w:rsid w:val="00390505"/>
    <w:rsid w:val="00391B9C"/>
    <w:rsid w:val="0039211F"/>
    <w:rsid w:val="003927ED"/>
    <w:rsid w:val="00392F6F"/>
    <w:rsid w:val="00394C8B"/>
    <w:rsid w:val="0039510F"/>
    <w:rsid w:val="00396161"/>
    <w:rsid w:val="003A0E39"/>
    <w:rsid w:val="003A123E"/>
    <w:rsid w:val="003A3117"/>
    <w:rsid w:val="003A340B"/>
    <w:rsid w:val="003A4792"/>
    <w:rsid w:val="003A4E8C"/>
    <w:rsid w:val="003A6BCE"/>
    <w:rsid w:val="003A6D90"/>
    <w:rsid w:val="003A7CBD"/>
    <w:rsid w:val="003B1ECA"/>
    <w:rsid w:val="003C08B2"/>
    <w:rsid w:val="003C2BE1"/>
    <w:rsid w:val="003C309D"/>
    <w:rsid w:val="003C411F"/>
    <w:rsid w:val="003C6ABF"/>
    <w:rsid w:val="003D2794"/>
    <w:rsid w:val="003D2FA1"/>
    <w:rsid w:val="003D5573"/>
    <w:rsid w:val="003D7E8A"/>
    <w:rsid w:val="003E0DAF"/>
    <w:rsid w:val="003E1E9D"/>
    <w:rsid w:val="003E230F"/>
    <w:rsid w:val="003E2C86"/>
    <w:rsid w:val="003E70E9"/>
    <w:rsid w:val="003F139A"/>
    <w:rsid w:val="003F18ED"/>
    <w:rsid w:val="003F3135"/>
    <w:rsid w:val="003F4710"/>
    <w:rsid w:val="003F47B4"/>
    <w:rsid w:val="003F4B8E"/>
    <w:rsid w:val="003F59BE"/>
    <w:rsid w:val="00400300"/>
    <w:rsid w:val="00403E38"/>
    <w:rsid w:val="00405F64"/>
    <w:rsid w:val="00406718"/>
    <w:rsid w:val="00410853"/>
    <w:rsid w:val="00410BE4"/>
    <w:rsid w:val="00411763"/>
    <w:rsid w:val="00412891"/>
    <w:rsid w:val="004128B2"/>
    <w:rsid w:val="004147B7"/>
    <w:rsid w:val="00414AA3"/>
    <w:rsid w:val="00414C57"/>
    <w:rsid w:val="00415D96"/>
    <w:rsid w:val="004175DC"/>
    <w:rsid w:val="004216C0"/>
    <w:rsid w:val="00421807"/>
    <w:rsid w:val="00422D02"/>
    <w:rsid w:val="00425D55"/>
    <w:rsid w:val="00426E60"/>
    <w:rsid w:val="004274A2"/>
    <w:rsid w:val="004276AE"/>
    <w:rsid w:val="004277F3"/>
    <w:rsid w:val="00427FF6"/>
    <w:rsid w:val="00431031"/>
    <w:rsid w:val="004364C6"/>
    <w:rsid w:val="00436AE8"/>
    <w:rsid w:val="00436C04"/>
    <w:rsid w:val="00447283"/>
    <w:rsid w:val="00447504"/>
    <w:rsid w:val="00452B51"/>
    <w:rsid w:val="00454512"/>
    <w:rsid w:val="004566B7"/>
    <w:rsid w:val="004574CE"/>
    <w:rsid w:val="004602E8"/>
    <w:rsid w:val="00462346"/>
    <w:rsid w:val="00462CF9"/>
    <w:rsid w:val="00464713"/>
    <w:rsid w:val="0046545A"/>
    <w:rsid w:val="00466ED7"/>
    <w:rsid w:val="00466F43"/>
    <w:rsid w:val="004678EC"/>
    <w:rsid w:val="0047270B"/>
    <w:rsid w:val="0047296E"/>
    <w:rsid w:val="00477A0C"/>
    <w:rsid w:val="00482013"/>
    <w:rsid w:val="004837F1"/>
    <w:rsid w:val="00484B34"/>
    <w:rsid w:val="00484D97"/>
    <w:rsid w:val="00485D4C"/>
    <w:rsid w:val="004867CA"/>
    <w:rsid w:val="00487A90"/>
    <w:rsid w:val="00490CF2"/>
    <w:rsid w:val="00490DC4"/>
    <w:rsid w:val="004931A1"/>
    <w:rsid w:val="00497AD6"/>
    <w:rsid w:val="004A06A5"/>
    <w:rsid w:val="004A0C09"/>
    <w:rsid w:val="004A1CCD"/>
    <w:rsid w:val="004A1EAA"/>
    <w:rsid w:val="004A243C"/>
    <w:rsid w:val="004A2581"/>
    <w:rsid w:val="004A5CD8"/>
    <w:rsid w:val="004A68AA"/>
    <w:rsid w:val="004A78FA"/>
    <w:rsid w:val="004A7AFF"/>
    <w:rsid w:val="004A7D1F"/>
    <w:rsid w:val="004A7DA2"/>
    <w:rsid w:val="004B1990"/>
    <w:rsid w:val="004B36D0"/>
    <w:rsid w:val="004B3DEB"/>
    <w:rsid w:val="004B4394"/>
    <w:rsid w:val="004C079F"/>
    <w:rsid w:val="004C20C6"/>
    <w:rsid w:val="004C2ABE"/>
    <w:rsid w:val="004C3579"/>
    <w:rsid w:val="004C5D73"/>
    <w:rsid w:val="004C5F93"/>
    <w:rsid w:val="004C71AA"/>
    <w:rsid w:val="004D00BB"/>
    <w:rsid w:val="004D04A7"/>
    <w:rsid w:val="004D0FEE"/>
    <w:rsid w:val="004D27DC"/>
    <w:rsid w:val="004D50B2"/>
    <w:rsid w:val="004D65D8"/>
    <w:rsid w:val="004D7F51"/>
    <w:rsid w:val="004E127D"/>
    <w:rsid w:val="004E19EB"/>
    <w:rsid w:val="004E45A6"/>
    <w:rsid w:val="004E4FDE"/>
    <w:rsid w:val="004E5848"/>
    <w:rsid w:val="004E623E"/>
    <w:rsid w:val="004E7371"/>
    <w:rsid w:val="004F0904"/>
    <w:rsid w:val="004F0DFD"/>
    <w:rsid w:val="004F2268"/>
    <w:rsid w:val="004F37F0"/>
    <w:rsid w:val="004F721F"/>
    <w:rsid w:val="00501680"/>
    <w:rsid w:val="005066CA"/>
    <w:rsid w:val="00513386"/>
    <w:rsid w:val="005147A3"/>
    <w:rsid w:val="0051577C"/>
    <w:rsid w:val="00516BE4"/>
    <w:rsid w:val="00520923"/>
    <w:rsid w:val="005216B4"/>
    <w:rsid w:val="00530BBD"/>
    <w:rsid w:val="00530C1E"/>
    <w:rsid w:val="005316C3"/>
    <w:rsid w:val="00531EEA"/>
    <w:rsid w:val="00532507"/>
    <w:rsid w:val="00533711"/>
    <w:rsid w:val="00534801"/>
    <w:rsid w:val="005353FB"/>
    <w:rsid w:val="005361FE"/>
    <w:rsid w:val="005374C4"/>
    <w:rsid w:val="00542722"/>
    <w:rsid w:val="00542771"/>
    <w:rsid w:val="005429CA"/>
    <w:rsid w:val="005430E7"/>
    <w:rsid w:val="00545700"/>
    <w:rsid w:val="00546214"/>
    <w:rsid w:val="0054629E"/>
    <w:rsid w:val="00546397"/>
    <w:rsid w:val="005476D5"/>
    <w:rsid w:val="005505D3"/>
    <w:rsid w:val="00551912"/>
    <w:rsid w:val="005530F4"/>
    <w:rsid w:val="005549CA"/>
    <w:rsid w:val="0055510C"/>
    <w:rsid w:val="00556D34"/>
    <w:rsid w:val="005576D4"/>
    <w:rsid w:val="0056118A"/>
    <w:rsid w:val="005627CC"/>
    <w:rsid w:val="005711BF"/>
    <w:rsid w:val="00574B51"/>
    <w:rsid w:val="00574F5A"/>
    <w:rsid w:val="00575016"/>
    <w:rsid w:val="00575871"/>
    <w:rsid w:val="00577C38"/>
    <w:rsid w:val="0058089E"/>
    <w:rsid w:val="00583F4D"/>
    <w:rsid w:val="00584670"/>
    <w:rsid w:val="00590710"/>
    <w:rsid w:val="00591A5B"/>
    <w:rsid w:val="00593CB8"/>
    <w:rsid w:val="0059778C"/>
    <w:rsid w:val="005A32D1"/>
    <w:rsid w:val="005A419B"/>
    <w:rsid w:val="005A71E6"/>
    <w:rsid w:val="005B2832"/>
    <w:rsid w:val="005B3B91"/>
    <w:rsid w:val="005B59D2"/>
    <w:rsid w:val="005B68FC"/>
    <w:rsid w:val="005C006E"/>
    <w:rsid w:val="005C0AC6"/>
    <w:rsid w:val="005C14A3"/>
    <w:rsid w:val="005C1702"/>
    <w:rsid w:val="005C1DD9"/>
    <w:rsid w:val="005C3994"/>
    <w:rsid w:val="005C4958"/>
    <w:rsid w:val="005C54CB"/>
    <w:rsid w:val="005C56E7"/>
    <w:rsid w:val="005C6355"/>
    <w:rsid w:val="005C648C"/>
    <w:rsid w:val="005C6D38"/>
    <w:rsid w:val="005D12E8"/>
    <w:rsid w:val="005D197F"/>
    <w:rsid w:val="005D1FED"/>
    <w:rsid w:val="005D2999"/>
    <w:rsid w:val="005D3234"/>
    <w:rsid w:val="005D3465"/>
    <w:rsid w:val="005D4399"/>
    <w:rsid w:val="005D728A"/>
    <w:rsid w:val="005E1423"/>
    <w:rsid w:val="005E305E"/>
    <w:rsid w:val="005E4D60"/>
    <w:rsid w:val="005E51E9"/>
    <w:rsid w:val="005E6998"/>
    <w:rsid w:val="005F0D5B"/>
    <w:rsid w:val="005F1B4F"/>
    <w:rsid w:val="005F3B2D"/>
    <w:rsid w:val="005F4014"/>
    <w:rsid w:val="005F40F9"/>
    <w:rsid w:val="00604036"/>
    <w:rsid w:val="0060588E"/>
    <w:rsid w:val="00606EED"/>
    <w:rsid w:val="0061214A"/>
    <w:rsid w:val="00616690"/>
    <w:rsid w:val="00616BDD"/>
    <w:rsid w:val="00620D9B"/>
    <w:rsid w:val="00621387"/>
    <w:rsid w:val="00621B2A"/>
    <w:rsid w:val="00622AFC"/>
    <w:rsid w:val="0062310A"/>
    <w:rsid w:val="006239B5"/>
    <w:rsid w:val="006301D4"/>
    <w:rsid w:val="00635441"/>
    <w:rsid w:val="00635B36"/>
    <w:rsid w:val="00637478"/>
    <w:rsid w:val="00637C41"/>
    <w:rsid w:val="00640C67"/>
    <w:rsid w:val="0064169B"/>
    <w:rsid w:val="006437AA"/>
    <w:rsid w:val="00646A19"/>
    <w:rsid w:val="00650962"/>
    <w:rsid w:val="006511BE"/>
    <w:rsid w:val="006512AE"/>
    <w:rsid w:val="0065340C"/>
    <w:rsid w:val="00653A4E"/>
    <w:rsid w:val="00654AF2"/>
    <w:rsid w:val="006568DD"/>
    <w:rsid w:val="006601A4"/>
    <w:rsid w:val="00661C05"/>
    <w:rsid w:val="006639F2"/>
    <w:rsid w:val="00663DB1"/>
    <w:rsid w:val="006677DC"/>
    <w:rsid w:val="006712B5"/>
    <w:rsid w:val="0067265F"/>
    <w:rsid w:val="00674F8A"/>
    <w:rsid w:val="00675CDF"/>
    <w:rsid w:val="006834B6"/>
    <w:rsid w:val="0068368A"/>
    <w:rsid w:val="00683CE6"/>
    <w:rsid w:val="0068409D"/>
    <w:rsid w:val="0068532E"/>
    <w:rsid w:val="00687D31"/>
    <w:rsid w:val="00690646"/>
    <w:rsid w:val="006919E8"/>
    <w:rsid w:val="00693393"/>
    <w:rsid w:val="006935CE"/>
    <w:rsid w:val="0069377E"/>
    <w:rsid w:val="00693A01"/>
    <w:rsid w:val="00693B70"/>
    <w:rsid w:val="00693CD6"/>
    <w:rsid w:val="00693ECC"/>
    <w:rsid w:val="006947CD"/>
    <w:rsid w:val="006948BD"/>
    <w:rsid w:val="00694906"/>
    <w:rsid w:val="00694CDD"/>
    <w:rsid w:val="006956B4"/>
    <w:rsid w:val="006958A6"/>
    <w:rsid w:val="00696FBC"/>
    <w:rsid w:val="006A1CE5"/>
    <w:rsid w:val="006A1F60"/>
    <w:rsid w:val="006A4211"/>
    <w:rsid w:val="006A5C7F"/>
    <w:rsid w:val="006A6A54"/>
    <w:rsid w:val="006A711E"/>
    <w:rsid w:val="006A7935"/>
    <w:rsid w:val="006B04CD"/>
    <w:rsid w:val="006B09B5"/>
    <w:rsid w:val="006B0C6D"/>
    <w:rsid w:val="006B2A1C"/>
    <w:rsid w:val="006B31F2"/>
    <w:rsid w:val="006B39E5"/>
    <w:rsid w:val="006B4CE0"/>
    <w:rsid w:val="006B567E"/>
    <w:rsid w:val="006C1B99"/>
    <w:rsid w:val="006C24A9"/>
    <w:rsid w:val="006C2FFE"/>
    <w:rsid w:val="006C46AF"/>
    <w:rsid w:val="006C4BDF"/>
    <w:rsid w:val="006D0AA4"/>
    <w:rsid w:val="006D12B3"/>
    <w:rsid w:val="006D75A9"/>
    <w:rsid w:val="006E0B4E"/>
    <w:rsid w:val="006E2AAA"/>
    <w:rsid w:val="006E34E9"/>
    <w:rsid w:val="006E37DF"/>
    <w:rsid w:val="006F2924"/>
    <w:rsid w:val="006F53E0"/>
    <w:rsid w:val="006F57A2"/>
    <w:rsid w:val="006F5BBD"/>
    <w:rsid w:val="006F5C14"/>
    <w:rsid w:val="006F66DA"/>
    <w:rsid w:val="006F6D04"/>
    <w:rsid w:val="006F7997"/>
    <w:rsid w:val="00703816"/>
    <w:rsid w:val="0070720D"/>
    <w:rsid w:val="00711EC5"/>
    <w:rsid w:val="00712566"/>
    <w:rsid w:val="00712BEF"/>
    <w:rsid w:val="00713276"/>
    <w:rsid w:val="0071520E"/>
    <w:rsid w:val="00715D4B"/>
    <w:rsid w:val="0071650F"/>
    <w:rsid w:val="007169F1"/>
    <w:rsid w:val="00717AE4"/>
    <w:rsid w:val="00721504"/>
    <w:rsid w:val="007267A8"/>
    <w:rsid w:val="00727CF5"/>
    <w:rsid w:val="007308B9"/>
    <w:rsid w:val="00731CC9"/>
    <w:rsid w:val="00735009"/>
    <w:rsid w:val="00735C03"/>
    <w:rsid w:val="00737308"/>
    <w:rsid w:val="00737C3C"/>
    <w:rsid w:val="00737DC6"/>
    <w:rsid w:val="007401CF"/>
    <w:rsid w:val="007421CA"/>
    <w:rsid w:val="0074264A"/>
    <w:rsid w:val="007427A0"/>
    <w:rsid w:val="00744443"/>
    <w:rsid w:val="00745C92"/>
    <w:rsid w:val="00750E04"/>
    <w:rsid w:val="00752FE2"/>
    <w:rsid w:val="0075343A"/>
    <w:rsid w:val="00755B37"/>
    <w:rsid w:val="00756D60"/>
    <w:rsid w:val="00757B0F"/>
    <w:rsid w:val="007630D9"/>
    <w:rsid w:val="007642BF"/>
    <w:rsid w:val="00765B47"/>
    <w:rsid w:val="00766434"/>
    <w:rsid w:val="007675F3"/>
    <w:rsid w:val="007678DC"/>
    <w:rsid w:val="00775BEC"/>
    <w:rsid w:val="00777C68"/>
    <w:rsid w:val="00782D77"/>
    <w:rsid w:val="0078367D"/>
    <w:rsid w:val="00787542"/>
    <w:rsid w:val="00790BCC"/>
    <w:rsid w:val="0079184F"/>
    <w:rsid w:val="007924C5"/>
    <w:rsid w:val="00793476"/>
    <w:rsid w:val="007946F1"/>
    <w:rsid w:val="0079750B"/>
    <w:rsid w:val="0079794A"/>
    <w:rsid w:val="007A1924"/>
    <w:rsid w:val="007A22C3"/>
    <w:rsid w:val="007A64B4"/>
    <w:rsid w:val="007A64F8"/>
    <w:rsid w:val="007A69E1"/>
    <w:rsid w:val="007B11E2"/>
    <w:rsid w:val="007B136D"/>
    <w:rsid w:val="007B19B8"/>
    <w:rsid w:val="007B1B5E"/>
    <w:rsid w:val="007B439E"/>
    <w:rsid w:val="007B5CDA"/>
    <w:rsid w:val="007B632D"/>
    <w:rsid w:val="007B6866"/>
    <w:rsid w:val="007B7AE8"/>
    <w:rsid w:val="007C0D37"/>
    <w:rsid w:val="007C1637"/>
    <w:rsid w:val="007C49AF"/>
    <w:rsid w:val="007C4BD6"/>
    <w:rsid w:val="007C4F99"/>
    <w:rsid w:val="007C72F0"/>
    <w:rsid w:val="007C7749"/>
    <w:rsid w:val="007D0882"/>
    <w:rsid w:val="007D16C2"/>
    <w:rsid w:val="007D1BB5"/>
    <w:rsid w:val="007D386B"/>
    <w:rsid w:val="007D3F28"/>
    <w:rsid w:val="007D4A65"/>
    <w:rsid w:val="007D55E3"/>
    <w:rsid w:val="007D6ED7"/>
    <w:rsid w:val="007E140B"/>
    <w:rsid w:val="007E46C4"/>
    <w:rsid w:val="007E4978"/>
    <w:rsid w:val="007E60D1"/>
    <w:rsid w:val="007E708B"/>
    <w:rsid w:val="007F036F"/>
    <w:rsid w:val="007F04C4"/>
    <w:rsid w:val="007F0BDC"/>
    <w:rsid w:val="007F1CE5"/>
    <w:rsid w:val="007F2003"/>
    <w:rsid w:val="007F358E"/>
    <w:rsid w:val="007F5221"/>
    <w:rsid w:val="007F5A30"/>
    <w:rsid w:val="007F7C4C"/>
    <w:rsid w:val="008002D7"/>
    <w:rsid w:val="008017B4"/>
    <w:rsid w:val="00804ABB"/>
    <w:rsid w:val="00804DAE"/>
    <w:rsid w:val="0080516E"/>
    <w:rsid w:val="008067AB"/>
    <w:rsid w:val="00810A2C"/>
    <w:rsid w:val="008124ED"/>
    <w:rsid w:val="00812DD4"/>
    <w:rsid w:val="0081564C"/>
    <w:rsid w:val="00816013"/>
    <w:rsid w:val="00816BF1"/>
    <w:rsid w:val="008178CA"/>
    <w:rsid w:val="008238D3"/>
    <w:rsid w:val="00823C08"/>
    <w:rsid w:val="0082473F"/>
    <w:rsid w:val="00824E16"/>
    <w:rsid w:val="00824E41"/>
    <w:rsid w:val="00825698"/>
    <w:rsid w:val="008278FB"/>
    <w:rsid w:val="00830315"/>
    <w:rsid w:val="0083289B"/>
    <w:rsid w:val="00836152"/>
    <w:rsid w:val="00836AB6"/>
    <w:rsid w:val="00840082"/>
    <w:rsid w:val="00840FC6"/>
    <w:rsid w:val="00844B7F"/>
    <w:rsid w:val="00845700"/>
    <w:rsid w:val="00845858"/>
    <w:rsid w:val="00845BBA"/>
    <w:rsid w:val="00850C6E"/>
    <w:rsid w:val="00851F62"/>
    <w:rsid w:val="00852393"/>
    <w:rsid w:val="008523DE"/>
    <w:rsid w:val="00852D4C"/>
    <w:rsid w:val="00852DAF"/>
    <w:rsid w:val="00852EEE"/>
    <w:rsid w:val="0085321F"/>
    <w:rsid w:val="00853F79"/>
    <w:rsid w:val="00854AEF"/>
    <w:rsid w:val="00855E1B"/>
    <w:rsid w:val="0085614F"/>
    <w:rsid w:val="008561FF"/>
    <w:rsid w:val="008573B8"/>
    <w:rsid w:val="008578CC"/>
    <w:rsid w:val="00861230"/>
    <w:rsid w:val="00862BB4"/>
    <w:rsid w:val="00862D69"/>
    <w:rsid w:val="0086347D"/>
    <w:rsid w:val="008645FF"/>
    <w:rsid w:val="008647DC"/>
    <w:rsid w:val="0086489C"/>
    <w:rsid w:val="00865E53"/>
    <w:rsid w:val="008673CF"/>
    <w:rsid w:val="00870944"/>
    <w:rsid w:val="00871985"/>
    <w:rsid w:val="00872ECF"/>
    <w:rsid w:val="0087313A"/>
    <w:rsid w:val="00875094"/>
    <w:rsid w:val="0088072D"/>
    <w:rsid w:val="00881327"/>
    <w:rsid w:val="008819E8"/>
    <w:rsid w:val="0088283E"/>
    <w:rsid w:val="00885259"/>
    <w:rsid w:val="0088663D"/>
    <w:rsid w:val="00887B17"/>
    <w:rsid w:val="00887DEA"/>
    <w:rsid w:val="0089255A"/>
    <w:rsid w:val="008928BA"/>
    <w:rsid w:val="008938C1"/>
    <w:rsid w:val="00894D32"/>
    <w:rsid w:val="008954EF"/>
    <w:rsid w:val="008A0323"/>
    <w:rsid w:val="008A0CCC"/>
    <w:rsid w:val="008A0F04"/>
    <w:rsid w:val="008A103F"/>
    <w:rsid w:val="008A39F8"/>
    <w:rsid w:val="008A4056"/>
    <w:rsid w:val="008A5B3C"/>
    <w:rsid w:val="008A64E5"/>
    <w:rsid w:val="008A699A"/>
    <w:rsid w:val="008B44D6"/>
    <w:rsid w:val="008B75B9"/>
    <w:rsid w:val="008C4BEE"/>
    <w:rsid w:val="008D050C"/>
    <w:rsid w:val="008D099A"/>
    <w:rsid w:val="008D206F"/>
    <w:rsid w:val="008D3057"/>
    <w:rsid w:val="008D656B"/>
    <w:rsid w:val="008D6D83"/>
    <w:rsid w:val="008D70C7"/>
    <w:rsid w:val="008E2024"/>
    <w:rsid w:val="008E20A8"/>
    <w:rsid w:val="008E427C"/>
    <w:rsid w:val="008E47B6"/>
    <w:rsid w:val="008F12BE"/>
    <w:rsid w:val="008F5496"/>
    <w:rsid w:val="008F7682"/>
    <w:rsid w:val="00900431"/>
    <w:rsid w:val="0090265D"/>
    <w:rsid w:val="00902FA0"/>
    <w:rsid w:val="00904CDC"/>
    <w:rsid w:val="00905740"/>
    <w:rsid w:val="00906291"/>
    <w:rsid w:val="00910B02"/>
    <w:rsid w:val="00911366"/>
    <w:rsid w:val="00911BF2"/>
    <w:rsid w:val="009124F9"/>
    <w:rsid w:val="009127C8"/>
    <w:rsid w:val="0091456B"/>
    <w:rsid w:val="009152BB"/>
    <w:rsid w:val="0092286A"/>
    <w:rsid w:val="00923DD5"/>
    <w:rsid w:val="00927313"/>
    <w:rsid w:val="009323B8"/>
    <w:rsid w:val="00933076"/>
    <w:rsid w:val="00935F8B"/>
    <w:rsid w:val="009402F8"/>
    <w:rsid w:val="0094040A"/>
    <w:rsid w:val="00940D32"/>
    <w:rsid w:val="009416F2"/>
    <w:rsid w:val="00941B7D"/>
    <w:rsid w:val="0094411B"/>
    <w:rsid w:val="00944D5B"/>
    <w:rsid w:val="0094673F"/>
    <w:rsid w:val="00947449"/>
    <w:rsid w:val="00950299"/>
    <w:rsid w:val="009531AF"/>
    <w:rsid w:val="00954694"/>
    <w:rsid w:val="00955A10"/>
    <w:rsid w:val="00956115"/>
    <w:rsid w:val="009577B2"/>
    <w:rsid w:val="0096174C"/>
    <w:rsid w:val="00961DE6"/>
    <w:rsid w:val="0096209E"/>
    <w:rsid w:val="00962135"/>
    <w:rsid w:val="00962174"/>
    <w:rsid w:val="009624A0"/>
    <w:rsid w:val="009655AB"/>
    <w:rsid w:val="0096694E"/>
    <w:rsid w:val="0097042E"/>
    <w:rsid w:val="00973D8B"/>
    <w:rsid w:val="0098074B"/>
    <w:rsid w:val="00981673"/>
    <w:rsid w:val="00982B1C"/>
    <w:rsid w:val="00984A1F"/>
    <w:rsid w:val="009902A5"/>
    <w:rsid w:val="009906F1"/>
    <w:rsid w:val="00991CBE"/>
    <w:rsid w:val="0099474E"/>
    <w:rsid w:val="00997C93"/>
    <w:rsid w:val="009A17EC"/>
    <w:rsid w:val="009A223A"/>
    <w:rsid w:val="009A3CDD"/>
    <w:rsid w:val="009A5936"/>
    <w:rsid w:val="009B4A8D"/>
    <w:rsid w:val="009B5AC2"/>
    <w:rsid w:val="009B7A2C"/>
    <w:rsid w:val="009C0E06"/>
    <w:rsid w:val="009C6F02"/>
    <w:rsid w:val="009D15DB"/>
    <w:rsid w:val="009D1E15"/>
    <w:rsid w:val="009D21D1"/>
    <w:rsid w:val="009D2BF5"/>
    <w:rsid w:val="009D2C2B"/>
    <w:rsid w:val="009D2D3C"/>
    <w:rsid w:val="009D40F3"/>
    <w:rsid w:val="009D6EA6"/>
    <w:rsid w:val="009D79B0"/>
    <w:rsid w:val="009E0702"/>
    <w:rsid w:val="009E09B1"/>
    <w:rsid w:val="009E230D"/>
    <w:rsid w:val="009E3987"/>
    <w:rsid w:val="009E4350"/>
    <w:rsid w:val="009E488D"/>
    <w:rsid w:val="009E65D6"/>
    <w:rsid w:val="009E6B5E"/>
    <w:rsid w:val="009F11EC"/>
    <w:rsid w:val="009F1C37"/>
    <w:rsid w:val="009F32D4"/>
    <w:rsid w:val="009F40D3"/>
    <w:rsid w:val="009F4760"/>
    <w:rsid w:val="009F5F80"/>
    <w:rsid w:val="009F6C2F"/>
    <w:rsid w:val="009F6EF9"/>
    <w:rsid w:val="00A0086C"/>
    <w:rsid w:val="00A06436"/>
    <w:rsid w:val="00A06D00"/>
    <w:rsid w:val="00A1086D"/>
    <w:rsid w:val="00A11C67"/>
    <w:rsid w:val="00A122F1"/>
    <w:rsid w:val="00A12890"/>
    <w:rsid w:val="00A13850"/>
    <w:rsid w:val="00A14D70"/>
    <w:rsid w:val="00A153DD"/>
    <w:rsid w:val="00A17437"/>
    <w:rsid w:val="00A17B38"/>
    <w:rsid w:val="00A21AC0"/>
    <w:rsid w:val="00A21DD9"/>
    <w:rsid w:val="00A22050"/>
    <w:rsid w:val="00A22CF3"/>
    <w:rsid w:val="00A234C2"/>
    <w:rsid w:val="00A26328"/>
    <w:rsid w:val="00A2636E"/>
    <w:rsid w:val="00A26944"/>
    <w:rsid w:val="00A30C10"/>
    <w:rsid w:val="00A30C6E"/>
    <w:rsid w:val="00A318E9"/>
    <w:rsid w:val="00A36236"/>
    <w:rsid w:val="00A37D84"/>
    <w:rsid w:val="00A4254D"/>
    <w:rsid w:val="00A4372F"/>
    <w:rsid w:val="00A439A4"/>
    <w:rsid w:val="00A43B27"/>
    <w:rsid w:val="00A453A5"/>
    <w:rsid w:val="00A47F13"/>
    <w:rsid w:val="00A56154"/>
    <w:rsid w:val="00A60016"/>
    <w:rsid w:val="00A611C5"/>
    <w:rsid w:val="00A6170D"/>
    <w:rsid w:val="00A61B2E"/>
    <w:rsid w:val="00A61D0F"/>
    <w:rsid w:val="00A6231E"/>
    <w:rsid w:val="00A628B5"/>
    <w:rsid w:val="00A62D09"/>
    <w:rsid w:val="00A63BAD"/>
    <w:rsid w:val="00A65E5D"/>
    <w:rsid w:val="00A665F9"/>
    <w:rsid w:val="00A66764"/>
    <w:rsid w:val="00A70308"/>
    <w:rsid w:val="00A716BA"/>
    <w:rsid w:val="00A71FD2"/>
    <w:rsid w:val="00A736A3"/>
    <w:rsid w:val="00A758AC"/>
    <w:rsid w:val="00A758B0"/>
    <w:rsid w:val="00A76052"/>
    <w:rsid w:val="00A7679C"/>
    <w:rsid w:val="00A76C97"/>
    <w:rsid w:val="00A8074E"/>
    <w:rsid w:val="00A82533"/>
    <w:rsid w:val="00A8363B"/>
    <w:rsid w:val="00A8713C"/>
    <w:rsid w:val="00A87A88"/>
    <w:rsid w:val="00A910E4"/>
    <w:rsid w:val="00A9119F"/>
    <w:rsid w:val="00A9249C"/>
    <w:rsid w:val="00A9558D"/>
    <w:rsid w:val="00AA12EC"/>
    <w:rsid w:val="00AA1A17"/>
    <w:rsid w:val="00AA2EA6"/>
    <w:rsid w:val="00AA438A"/>
    <w:rsid w:val="00AA4FC9"/>
    <w:rsid w:val="00AA5A2D"/>
    <w:rsid w:val="00AA6277"/>
    <w:rsid w:val="00AA7451"/>
    <w:rsid w:val="00AA76D0"/>
    <w:rsid w:val="00AA7976"/>
    <w:rsid w:val="00AA7F09"/>
    <w:rsid w:val="00AB1C34"/>
    <w:rsid w:val="00AB3BB4"/>
    <w:rsid w:val="00AB7339"/>
    <w:rsid w:val="00AB77AC"/>
    <w:rsid w:val="00AB77EF"/>
    <w:rsid w:val="00AB7F99"/>
    <w:rsid w:val="00AC0355"/>
    <w:rsid w:val="00AC096D"/>
    <w:rsid w:val="00AC1DB6"/>
    <w:rsid w:val="00AC2446"/>
    <w:rsid w:val="00AC36EA"/>
    <w:rsid w:val="00AC482C"/>
    <w:rsid w:val="00AD096B"/>
    <w:rsid w:val="00AD146A"/>
    <w:rsid w:val="00AD17E8"/>
    <w:rsid w:val="00AD381F"/>
    <w:rsid w:val="00AD47B8"/>
    <w:rsid w:val="00AD4BFA"/>
    <w:rsid w:val="00AD5784"/>
    <w:rsid w:val="00AE13B5"/>
    <w:rsid w:val="00AE42A9"/>
    <w:rsid w:val="00AE542F"/>
    <w:rsid w:val="00AE58E5"/>
    <w:rsid w:val="00AE7350"/>
    <w:rsid w:val="00AE7963"/>
    <w:rsid w:val="00AE7EA3"/>
    <w:rsid w:val="00AF426B"/>
    <w:rsid w:val="00AF4880"/>
    <w:rsid w:val="00AF62E3"/>
    <w:rsid w:val="00AF6F17"/>
    <w:rsid w:val="00B00374"/>
    <w:rsid w:val="00B038D3"/>
    <w:rsid w:val="00B03D57"/>
    <w:rsid w:val="00B04096"/>
    <w:rsid w:val="00B06D49"/>
    <w:rsid w:val="00B075FF"/>
    <w:rsid w:val="00B07D54"/>
    <w:rsid w:val="00B07EF3"/>
    <w:rsid w:val="00B13B0F"/>
    <w:rsid w:val="00B144D2"/>
    <w:rsid w:val="00B14B21"/>
    <w:rsid w:val="00B15FA2"/>
    <w:rsid w:val="00B16175"/>
    <w:rsid w:val="00B1753F"/>
    <w:rsid w:val="00B207AD"/>
    <w:rsid w:val="00B26013"/>
    <w:rsid w:val="00B26C2F"/>
    <w:rsid w:val="00B2765F"/>
    <w:rsid w:val="00B27FC3"/>
    <w:rsid w:val="00B3367D"/>
    <w:rsid w:val="00B33C16"/>
    <w:rsid w:val="00B34BFC"/>
    <w:rsid w:val="00B358DE"/>
    <w:rsid w:val="00B36487"/>
    <w:rsid w:val="00B37BE1"/>
    <w:rsid w:val="00B37CA3"/>
    <w:rsid w:val="00B37EAB"/>
    <w:rsid w:val="00B40305"/>
    <w:rsid w:val="00B42C14"/>
    <w:rsid w:val="00B44051"/>
    <w:rsid w:val="00B44474"/>
    <w:rsid w:val="00B4489D"/>
    <w:rsid w:val="00B461DE"/>
    <w:rsid w:val="00B472BE"/>
    <w:rsid w:val="00B472CD"/>
    <w:rsid w:val="00B475DD"/>
    <w:rsid w:val="00B47E1B"/>
    <w:rsid w:val="00B513FB"/>
    <w:rsid w:val="00B52D17"/>
    <w:rsid w:val="00B600A3"/>
    <w:rsid w:val="00B62A6B"/>
    <w:rsid w:val="00B63AE7"/>
    <w:rsid w:val="00B64B07"/>
    <w:rsid w:val="00B6592E"/>
    <w:rsid w:val="00B65AE6"/>
    <w:rsid w:val="00B67746"/>
    <w:rsid w:val="00B71644"/>
    <w:rsid w:val="00B72DAB"/>
    <w:rsid w:val="00B77700"/>
    <w:rsid w:val="00B806DE"/>
    <w:rsid w:val="00B815D8"/>
    <w:rsid w:val="00B838FD"/>
    <w:rsid w:val="00B83961"/>
    <w:rsid w:val="00B85BE8"/>
    <w:rsid w:val="00B85ED3"/>
    <w:rsid w:val="00B8609E"/>
    <w:rsid w:val="00B879BB"/>
    <w:rsid w:val="00B87DF9"/>
    <w:rsid w:val="00B9016C"/>
    <w:rsid w:val="00B901C0"/>
    <w:rsid w:val="00B90B98"/>
    <w:rsid w:val="00B90FE0"/>
    <w:rsid w:val="00B92076"/>
    <w:rsid w:val="00B92C10"/>
    <w:rsid w:val="00B939F9"/>
    <w:rsid w:val="00B95681"/>
    <w:rsid w:val="00B960BB"/>
    <w:rsid w:val="00B97452"/>
    <w:rsid w:val="00BA10A9"/>
    <w:rsid w:val="00BA5495"/>
    <w:rsid w:val="00BA554A"/>
    <w:rsid w:val="00BA59BD"/>
    <w:rsid w:val="00BB15DF"/>
    <w:rsid w:val="00BB1783"/>
    <w:rsid w:val="00BB5864"/>
    <w:rsid w:val="00BB7679"/>
    <w:rsid w:val="00BC0585"/>
    <w:rsid w:val="00BC096E"/>
    <w:rsid w:val="00BC1515"/>
    <w:rsid w:val="00BC3185"/>
    <w:rsid w:val="00BC3C8B"/>
    <w:rsid w:val="00BC45ED"/>
    <w:rsid w:val="00BC5A86"/>
    <w:rsid w:val="00BC6D49"/>
    <w:rsid w:val="00BC7264"/>
    <w:rsid w:val="00BC7273"/>
    <w:rsid w:val="00BD0E2D"/>
    <w:rsid w:val="00BD1935"/>
    <w:rsid w:val="00BD2610"/>
    <w:rsid w:val="00BD28F7"/>
    <w:rsid w:val="00BD32D9"/>
    <w:rsid w:val="00BD3FE9"/>
    <w:rsid w:val="00BD5955"/>
    <w:rsid w:val="00BE009C"/>
    <w:rsid w:val="00BE0AA2"/>
    <w:rsid w:val="00BE1852"/>
    <w:rsid w:val="00BE215E"/>
    <w:rsid w:val="00BE24E3"/>
    <w:rsid w:val="00BE2634"/>
    <w:rsid w:val="00BE4D19"/>
    <w:rsid w:val="00BE516D"/>
    <w:rsid w:val="00BE696B"/>
    <w:rsid w:val="00BF16BE"/>
    <w:rsid w:val="00BF197C"/>
    <w:rsid w:val="00C0125C"/>
    <w:rsid w:val="00C02E1C"/>
    <w:rsid w:val="00C05112"/>
    <w:rsid w:val="00C07EAE"/>
    <w:rsid w:val="00C10288"/>
    <w:rsid w:val="00C10A40"/>
    <w:rsid w:val="00C136F9"/>
    <w:rsid w:val="00C142B6"/>
    <w:rsid w:val="00C1557D"/>
    <w:rsid w:val="00C15C58"/>
    <w:rsid w:val="00C1641F"/>
    <w:rsid w:val="00C16ED7"/>
    <w:rsid w:val="00C21065"/>
    <w:rsid w:val="00C21ADD"/>
    <w:rsid w:val="00C21CB0"/>
    <w:rsid w:val="00C22060"/>
    <w:rsid w:val="00C2262D"/>
    <w:rsid w:val="00C22A6D"/>
    <w:rsid w:val="00C22F36"/>
    <w:rsid w:val="00C23B59"/>
    <w:rsid w:val="00C27489"/>
    <w:rsid w:val="00C27C46"/>
    <w:rsid w:val="00C31CA7"/>
    <w:rsid w:val="00C31CB5"/>
    <w:rsid w:val="00C33C67"/>
    <w:rsid w:val="00C3655F"/>
    <w:rsid w:val="00C40851"/>
    <w:rsid w:val="00C4107D"/>
    <w:rsid w:val="00C44030"/>
    <w:rsid w:val="00C44818"/>
    <w:rsid w:val="00C4745A"/>
    <w:rsid w:val="00C540E3"/>
    <w:rsid w:val="00C6006E"/>
    <w:rsid w:val="00C60B54"/>
    <w:rsid w:val="00C64E6B"/>
    <w:rsid w:val="00C66C32"/>
    <w:rsid w:val="00C67B18"/>
    <w:rsid w:val="00C70B8E"/>
    <w:rsid w:val="00C71657"/>
    <w:rsid w:val="00C72579"/>
    <w:rsid w:val="00C74144"/>
    <w:rsid w:val="00C806C3"/>
    <w:rsid w:val="00C80C28"/>
    <w:rsid w:val="00C80DFC"/>
    <w:rsid w:val="00C81A91"/>
    <w:rsid w:val="00C81B44"/>
    <w:rsid w:val="00C81F9B"/>
    <w:rsid w:val="00C86B61"/>
    <w:rsid w:val="00C87048"/>
    <w:rsid w:val="00C87859"/>
    <w:rsid w:val="00C90807"/>
    <w:rsid w:val="00C91FC1"/>
    <w:rsid w:val="00C92699"/>
    <w:rsid w:val="00C93669"/>
    <w:rsid w:val="00C937F0"/>
    <w:rsid w:val="00C96CCE"/>
    <w:rsid w:val="00CA09A0"/>
    <w:rsid w:val="00CA0EF2"/>
    <w:rsid w:val="00CA234C"/>
    <w:rsid w:val="00CA2805"/>
    <w:rsid w:val="00CA3DFD"/>
    <w:rsid w:val="00CA6985"/>
    <w:rsid w:val="00CB0277"/>
    <w:rsid w:val="00CB13F8"/>
    <w:rsid w:val="00CB3005"/>
    <w:rsid w:val="00CB4365"/>
    <w:rsid w:val="00CB48B5"/>
    <w:rsid w:val="00CB502B"/>
    <w:rsid w:val="00CB5228"/>
    <w:rsid w:val="00CB672F"/>
    <w:rsid w:val="00CC4AE8"/>
    <w:rsid w:val="00CC4BDF"/>
    <w:rsid w:val="00CC5903"/>
    <w:rsid w:val="00CC687A"/>
    <w:rsid w:val="00CD00F3"/>
    <w:rsid w:val="00CD0396"/>
    <w:rsid w:val="00CD4A8A"/>
    <w:rsid w:val="00CD7F0E"/>
    <w:rsid w:val="00CE2528"/>
    <w:rsid w:val="00CE3385"/>
    <w:rsid w:val="00CE5D98"/>
    <w:rsid w:val="00CE6BD4"/>
    <w:rsid w:val="00CF3B15"/>
    <w:rsid w:val="00CF5F98"/>
    <w:rsid w:val="00CF6A96"/>
    <w:rsid w:val="00CF7AE8"/>
    <w:rsid w:val="00D05764"/>
    <w:rsid w:val="00D05839"/>
    <w:rsid w:val="00D06367"/>
    <w:rsid w:val="00D06F92"/>
    <w:rsid w:val="00D14E27"/>
    <w:rsid w:val="00D155B5"/>
    <w:rsid w:val="00D159E2"/>
    <w:rsid w:val="00D16A47"/>
    <w:rsid w:val="00D17A05"/>
    <w:rsid w:val="00D272A4"/>
    <w:rsid w:val="00D27E2A"/>
    <w:rsid w:val="00D35B0E"/>
    <w:rsid w:val="00D35BA5"/>
    <w:rsid w:val="00D36271"/>
    <w:rsid w:val="00D4005C"/>
    <w:rsid w:val="00D437E2"/>
    <w:rsid w:val="00D47149"/>
    <w:rsid w:val="00D47326"/>
    <w:rsid w:val="00D4734D"/>
    <w:rsid w:val="00D50171"/>
    <w:rsid w:val="00D501E0"/>
    <w:rsid w:val="00D51280"/>
    <w:rsid w:val="00D5129E"/>
    <w:rsid w:val="00D51A40"/>
    <w:rsid w:val="00D51C28"/>
    <w:rsid w:val="00D52002"/>
    <w:rsid w:val="00D526F2"/>
    <w:rsid w:val="00D570B7"/>
    <w:rsid w:val="00D60068"/>
    <w:rsid w:val="00D60737"/>
    <w:rsid w:val="00D60780"/>
    <w:rsid w:val="00D61264"/>
    <w:rsid w:val="00D616C6"/>
    <w:rsid w:val="00D6209A"/>
    <w:rsid w:val="00D6430C"/>
    <w:rsid w:val="00D645A2"/>
    <w:rsid w:val="00D71456"/>
    <w:rsid w:val="00D740EC"/>
    <w:rsid w:val="00D7479A"/>
    <w:rsid w:val="00D74ED4"/>
    <w:rsid w:val="00D75C3F"/>
    <w:rsid w:val="00D76883"/>
    <w:rsid w:val="00D778A9"/>
    <w:rsid w:val="00D80D44"/>
    <w:rsid w:val="00D8247E"/>
    <w:rsid w:val="00D87485"/>
    <w:rsid w:val="00D87B23"/>
    <w:rsid w:val="00D92090"/>
    <w:rsid w:val="00D955D0"/>
    <w:rsid w:val="00D96878"/>
    <w:rsid w:val="00D969E5"/>
    <w:rsid w:val="00D97D90"/>
    <w:rsid w:val="00DA0FD9"/>
    <w:rsid w:val="00DA14E2"/>
    <w:rsid w:val="00DA1EA0"/>
    <w:rsid w:val="00DA29A9"/>
    <w:rsid w:val="00DA3A75"/>
    <w:rsid w:val="00DA4AA5"/>
    <w:rsid w:val="00DA52BA"/>
    <w:rsid w:val="00DA5422"/>
    <w:rsid w:val="00DB1122"/>
    <w:rsid w:val="00DB2445"/>
    <w:rsid w:val="00DB3F7A"/>
    <w:rsid w:val="00DB4022"/>
    <w:rsid w:val="00DB73E5"/>
    <w:rsid w:val="00DB7ECF"/>
    <w:rsid w:val="00DC046C"/>
    <w:rsid w:val="00DC0ED5"/>
    <w:rsid w:val="00DC193D"/>
    <w:rsid w:val="00DC2D5D"/>
    <w:rsid w:val="00DC3624"/>
    <w:rsid w:val="00DC44CF"/>
    <w:rsid w:val="00DC4733"/>
    <w:rsid w:val="00DC5AFD"/>
    <w:rsid w:val="00DC5F58"/>
    <w:rsid w:val="00DC61EC"/>
    <w:rsid w:val="00DC6642"/>
    <w:rsid w:val="00DC79B0"/>
    <w:rsid w:val="00DD0462"/>
    <w:rsid w:val="00DD21B6"/>
    <w:rsid w:val="00DD261D"/>
    <w:rsid w:val="00DD6FF1"/>
    <w:rsid w:val="00DD7BDF"/>
    <w:rsid w:val="00DD7E8E"/>
    <w:rsid w:val="00DE057E"/>
    <w:rsid w:val="00DE16FE"/>
    <w:rsid w:val="00DE17AD"/>
    <w:rsid w:val="00DE2910"/>
    <w:rsid w:val="00DE2C4B"/>
    <w:rsid w:val="00DE3435"/>
    <w:rsid w:val="00DE3B4B"/>
    <w:rsid w:val="00DF4066"/>
    <w:rsid w:val="00DF5F0E"/>
    <w:rsid w:val="00DF6BC0"/>
    <w:rsid w:val="00DF72AF"/>
    <w:rsid w:val="00E00325"/>
    <w:rsid w:val="00E01223"/>
    <w:rsid w:val="00E016FD"/>
    <w:rsid w:val="00E02E08"/>
    <w:rsid w:val="00E03296"/>
    <w:rsid w:val="00E0339D"/>
    <w:rsid w:val="00E05713"/>
    <w:rsid w:val="00E076D7"/>
    <w:rsid w:val="00E07851"/>
    <w:rsid w:val="00E1196A"/>
    <w:rsid w:val="00E13608"/>
    <w:rsid w:val="00E151D2"/>
    <w:rsid w:val="00E162F3"/>
    <w:rsid w:val="00E1770D"/>
    <w:rsid w:val="00E235A5"/>
    <w:rsid w:val="00E243BB"/>
    <w:rsid w:val="00E264D5"/>
    <w:rsid w:val="00E27467"/>
    <w:rsid w:val="00E27780"/>
    <w:rsid w:val="00E34688"/>
    <w:rsid w:val="00E361DD"/>
    <w:rsid w:val="00E3725A"/>
    <w:rsid w:val="00E402F7"/>
    <w:rsid w:val="00E421FB"/>
    <w:rsid w:val="00E447B7"/>
    <w:rsid w:val="00E44BB5"/>
    <w:rsid w:val="00E465B2"/>
    <w:rsid w:val="00E46A4B"/>
    <w:rsid w:val="00E50C1D"/>
    <w:rsid w:val="00E52753"/>
    <w:rsid w:val="00E5458B"/>
    <w:rsid w:val="00E54BD6"/>
    <w:rsid w:val="00E54D1F"/>
    <w:rsid w:val="00E56711"/>
    <w:rsid w:val="00E617F6"/>
    <w:rsid w:val="00E623F5"/>
    <w:rsid w:val="00E63638"/>
    <w:rsid w:val="00E65CEB"/>
    <w:rsid w:val="00E708EF"/>
    <w:rsid w:val="00E73198"/>
    <w:rsid w:val="00E769A0"/>
    <w:rsid w:val="00E76B86"/>
    <w:rsid w:val="00E83BF2"/>
    <w:rsid w:val="00E84EFB"/>
    <w:rsid w:val="00E8580E"/>
    <w:rsid w:val="00E92988"/>
    <w:rsid w:val="00E94CDA"/>
    <w:rsid w:val="00E96778"/>
    <w:rsid w:val="00E979B2"/>
    <w:rsid w:val="00EA1F08"/>
    <w:rsid w:val="00EA2D3E"/>
    <w:rsid w:val="00EA342B"/>
    <w:rsid w:val="00EA34DA"/>
    <w:rsid w:val="00EA3C39"/>
    <w:rsid w:val="00EA4005"/>
    <w:rsid w:val="00EA5FC4"/>
    <w:rsid w:val="00EA6306"/>
    <w:rsid w:val="00EA65E0"/>
    <w:rsid w:val="00EA67A1"/>
    <w:rsid w:val="00EA68EE"/>
    <w:rsid w:val="00EB1857"/>
    <w:rsid w:val="00EB3609"/>
    <w:rsid w:val="00EB3D48"/>
    <w:rsid w:val="00EB5231"/>
    <w:rsid w:val="00EB57B6"/>
    <w:rsid w:val="00EB6F84"/>
    <w:rsid w:val="00EB770C"/>
    <w:rsid w:val="00EB79D2"/>
    <w:rsid w:val="00EC0670"/>
    <w:rsid w:val="00EC35ED"/>
    <w:rsid w:val="00EC3682"/>
    <w:rsid w:val="00ED07C5"/>
    <w:rsid w:val="00ED098A"/>
    <w:rsid w:val="00ED1CAB"/>
    <w:rsid w:val="00ED3F3A"/>
    <w:rsid w:val="00ED4E72"/>
    <w:rsid w:val="00ED544B"/>
    <w:rsid w:val="00ED572F"/>
    <w:rsid w:val="00ED573F"/>
    <w:rsid w:val="00EE1E2B"/>
    <w:rsid w:val="00EE1E62"/>
    <w:rsid w:val="00EE4F57"/>
    <w:rsid w:val="00EE5973"/>
    <w:rsid w:val="00EE7F71"/>
    <w:rsid w:val="00EF0B9E"/>
    <w:rsid w:val="00EF1A81"/>
    <w:rsid w:val="00EF4BB7"/>
    <w:rsid w:val="00EF6AF5"/>
    <w:rsid w:val="00EF73A3"/>
    <w:rsid w:val="00F0114D"/>
    <w:rsid w:val="00F050AE"/>
    <w:rsid w:val="00F058B5"/>
    <w:rsid w:val="00F0795B"/>
    <w:rsid w:val="00F10F26"/>
    <w:rsid w:val="00F11155"/>
    <w:rsid w:val="00F12623"/>
    <w:rsid w:val="00F12C83"/>
    <w:rsid w:val="00F12F77"/>
    <w:rsid w:val="00F1389B"/>
    <w:rsid w:val="00F13C84"/>
    <w:rsid w:val="00F1462B"/>
    <w:rsid w:val="00F1484D"/>
    <w:rsid w:val="00F15A98"/>
    <w:rsid w:val="00F17971"/>
    <w:rsid w:val="00F207F5"/>
    <w:rsid w:val="00F20F31"/>
    <w:rsid w:val="00F21A89"/>
    <w:rsid w:val="00F21ADC"/>
    <w:rsid w:val="00F228C4"/>
    <w:rsid w:val="00F22927"/>
    <w:rsid w:val="00F235EF"/>
    <w:rsid w:val="00F23991"/>
    <w:rsid w:val="00F24DE3"/>
    <w:rsid w:val="00F2506C"/>
    <w:rsid w:val="00F25375"/>
    <w:rsid w:val="00F26198"/>
    <w:rsid w:val="00F33AF6"/>
    <w:rsid w:val="00F346A0"/>
    <w:rsid w:val="00F352A9"/>
    <w:rsid w:val="00F365C6"/>
    <w:rsid w:val="00F36D65"/>
    <w:rsid w:val="00F37ADE"/>
    <w:rsid w:val="00F411D2"/>
    <w:rsid w:val="00F42EF0"/>
    <w:rsid w:val="00F43392"/>
    <w:rsid w:val="00F442C0"/>
    <w:rsid w:val="00F449F0"/>
    <w:rsid w:val="00F4545D"/>
    <w:rsid w:val="00F45620"/>
    <w:rsid w:val="00F45E9A"/>
    <w:rsid w:val="00F45F5F"/>
    <w:rsid w:val="00F461CB"/>
    <w:rsid w:val="00F50FBB"/>
    <w:rsid w:val="00F52121"/>
    <w:rsid w:val="00F5377E"/>
    <w:rsid w:val="00F557CF"/>
    <w:rsid w:val="00F55A1E"/>
    <w:rsid w:val="00F55BA9"/>
    <w:rsid w:val="00F6550B"/>
    <w:rsid w:val="00F658DA"/>
    <w:rsid w:val="00F659A0"/>
    <w:rsid w:val="00F66941"/>
    <w:rsid w:val="00F678A6"/>
    <w:rsid w:val="00F67C93"/>
    <w:rsid w:val="00F71438"/>
    <w:rsid w:val="00F71822"/>
    <w:rsid w:val="00F733A2"/>
    <w:rsid w:val="00F73797"/>
    <w:rsid w:val="00F74144"/>
    <w:rsid w:val="00F74BFB"/>
    <w:rsid w:val="00F74D2B"/>
    <w:rsid w:val="00F76201"/>
    <w:rsid w:val="00F76641"/>
    <w:rsid w:val="00F77B65"/>
    <w:rsid w:val="00F809A7"/>
    <w:rsid w:val="00F831FF"/>
    <w:rsid w:val="00F85AFB"/>
    <w:rsid w:val="00F878E2"/>
    <w:rsid w:val="00F942D5"/>
    <w:rsid w:val="00F95DCF"/>
    <w:rsid w:val="00F9616F"/>
    <w:rsid w:val="00F965F0"/>
    <w:rsid w:val="00F9664E"/>
    <w:rsid w:val="00FA0F17"/>
    <w:rsid w:val="00FA3DA7"/>
    <w:rsid w:val="00FA49D1"/>
    <w:rsid w:val="00FA6458"/>
    <w:rsid w:val="00FA68C4"/>
    <w:rsid w:val="00FA7D8F"/>
    <w:rsid w:val="00FB1EEF"/>
    <w:rsid w:val="00FB31D0"/>
    <w:rsid w:val="00FB73D2"/>
    <w:rsid w:val="00FC1321"/>
    <w:rsid w:val="00FC19A0"/>
    <w:rsid w:val="00FC34B5"/>
    <w:rsid w:val="00FC5B74"/>
    <w:rsid w:val="00FC692A"/>
    <w:rsid w:val="00FD24C9"/>
    <w:rsid w:val="00FD4496"/>
    <w:rsid w:val="00FD75C1"/>
    <w:rsid w:val="00FD7AC1"/>
    <w:rsid w:val="00FE3FC1"/>
    <w:rsid w:val="00FE48CF"/>
    <w:rsid w:val="00FE4F0F"/>
    <w:rsid w:val="00FE708C"/>
    <w:rsid w:val="00FE7C35"/>
    <w:rsid w:val="00FF0129"/>
    <w:rsid w:val="00FF10F7"/>
    <w:rsid w:val="00FF17A3"/>
    <w:rsid w:val="00FF44A5"/>
    <w:rsid w:val="00FF692F"/>
    <w:rsid w:val="00FF6E48"/>
    <w:rsid w:val="00FF73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D5"/>
    <w:rPr>
      <w:sz w:val="24"/>
      <w:szCs w:val="24"/>
    </w:rPr>
  </w:style>
  <w:style w:type="paragraph" w:styleId="Heading2">
    <w:name w:val="heading 2"/>
    <w:basedOn w:val="Normal"/>
    <w:next w:val="Normal"/>
    <w:link w:val="Heading2Char"/>
    <w:uiPriority w:val="99"/>
    <w:qFormat/>
    <w:rsid w:val="00B40305"/>
    <w:pPr>
      <w:keepNext/>
      <w:jc w:val="center"/>
      <w:outlineLvl w:val="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40305"/>
    <w:rPr>
      <w:rFonts w:cs="Times New Roman"/>
      <w:sz w:val="24"/>
    </w:rPr>
  </w:style>
  <w:style w:type="paragraph" w:customStyle="1" w:styleId="a">
    <w:name w:val="Знак Знак Знак Знак Знак Знак Знак Знак Знак Знак"/>
    <w:basedOn w:val="Normal"/>
    <w:uiPriority w:val="99"/>
    <w:rsid w:val="0068409D"/>
    <w:pPr>
      <w:spacing w:after="160" w:line="240" w:lineRule="exact"/>
      <w:jc w:val="both"/>
    </w:pPr>
    <w:rPr>
      <w:rFonts w:ascii="Verdana" w:hAnsi="Verdana" w:cs="Verdana"/>
      <w:sz w:val="20"/>
      <w:szCs w:val="20"/>
      <w:lang w:val="en-US" w:eastAsia="en-US"/>
    </w:rPr>
  </w:style>
  <w:style w:type="paragraph" w:customStyle="1" w:styleId="1">
    <w:name w:val="Заг_текст1"/>
    <w:basedOn w:val="Normal"/>
    <w:uiPriority w:val="99"/>
    <w:rsid w:val="0068409D"/>
    <w:pPr>
      <w:spacing w:line="360" w:lineRule="auto"/>
      <w:ind w:firstLine="720"/>
      <w:jc w:val="both"/>
    </w:pPr>
  </w:style>
  <w:style w:type="paragraph" w:customStyle="1" w:styleId="ConsPlusNormal">
    <w:name w:val="ConsPlusNormal"/>
    <w:uiPriority w:val="99"/>
    <w:rsid w:val="0068409D"/>
    <w:pPr>
      <w:widowControl w:val="0"/>
      <w:autoSpaceDE w:val="0"/>
      <w:autoSpaceDN w:val="0"/>
      <w:adjustRightInd w:val="0"/>
      <w:ind w:firstLine="720"/>
    </w:pPr>
    <w:rPr>
      <w:rFonts w:ascii="Arial" w:hAnsi="Arial" w:cs="Arial"/>
      <w:sz w:val="20"/>
      <w:szCs w:val="20"/>
    </w:rPr>
  </w:style>
  <w:style w:type="paragraph" w:customStyle="1" w:styleId="ConsTitle">
    <w:name w:val="ConsTitle"/>
    <w:uiPriority w:val="99"/>
    <w:rsid w:val="0068409D"/>
    <w:pPr>
      <w:widowControl w:val="0"/>
    </w:pPr>
    <w:rPr>
      <w:rFonts w:ascii="Arial" w:hAnsi="Arial" w:cs="Arial"/>
      <w:b/>
      <w:bCs/>
      <w:sz w:val="16"/>
      <w:szCs w:val="16"/>
    </w:rPr>
  </w:style>
  <w:style w:type="paragraph" w:customStyle="1" w:styleId="ConsNonformat">
    <w:name w:val="ConsNonformat"/>
    <w:uiPriority w:val="99"/>
    <w:rsid w:val="0068409D"/>
    <w:pPr>
      <w:widowControl w:val="0"/>
      <w:autoSpaceDE w:val="0"/>
      <w:autoSpaceDN w:val="0"/>
      <w:adjustRightInd w:val="0"/>
      <w:ind w:right="19772"/>
    </w:pPr>
    <w:rPr>
      <w:rFonts w:ascii="Courier New" w:hAnsi="Courier New" w:cs="Courier New"/>
      <w:sz w:val="20"/>
      <w:szCs w:val="20"/>
    </w:rPr>
  </w:style>
  <w:style w:type="paragraph" w:customStyle="1" w:styleId="NormalANX">
    <w:name w:val="NormalANX"/>
    <w:basedOn w:val="Normal"/>
    <w:uiPriority w:val="99"/>
    <w:rsid w:val="007A22C3"/>
    <w:pPr>
      <w:spacing w:before="240" w:after="240" w:line="360" w:lineRule="auto"/>
      <w:ind w:firstLine="720"/>
      <w:jc w:val="both"/>
    </w:pPr>
    <w:rPr>
      <w:sz w:val="28"/>
      <w:szCs w:val="28"/>
    </w:rPr>
  </w:style>
  <w:style w:type="paragraph" w:styleId="BodyTextIndent2">
    <w:name w:val="Body Text Indent 2"/>
    <w:basedOn w:val="Normal"/>
    <w:link w:val="BodyTextIndent2Char"/>
    <w:uiPriority w:val="99"/>
    <w:rsid w:val="007A22C3"/>
    <w:pPr>
      <w:ind w:firstLine="567"/>
      <w:jc w:val="both"/>
    </w:pPr>
  </w:style>
  <w:style w:type="character" w:customStyle="1" w:styleId="BodyTextIndent2Char">
    <w:name w:val="Body Text Indent 2 Char"/>
    <w:basedOn w:val="DefaultParagraphFont"/>
    <w:link w:val="BodyTextIndent2"/>
    <w:uiPriority w:val="99"/>
    <w:semiHidden/>
    <w:locked/>
    <w:rsid w:val="00F15A98"/>
    <w:rPr>
      <w:rFonts w:cs="Times New Roman"/>
      <w:sz w:val="24"/>
    </w:rPr>
  </w:style>
  <w:style w:type="paragraph" w:styleId="BodyText">
    <w:name w:val="Body Text"/>
    <w:basedOn w:val="Normal"/>
    <w:link w:val="BodyTextChar"/>
    <w:uiPriority w:val="99"/>
    <w:rsid w:val="007A22C3"/>
    <w:pPr>
      <w:spacing w:after="120"/>
    </w:pPr>
  </w:style>
  <w:style w:type="character" w:customStyle="1" w:styleId="BodyTextChar">
    <w:name w:val="Body Text Char"/>
    <w:basedOn w:val="DefaultParagraphFont"/>
    <w:link w:val="BodyText"/>
    <w:uiPriority w:val="99"/>
    <w:semiHidden/>
    <w:locked/>
    <w:rsid w:val="00F15A98"/>
    <w:rPr>
      <w:rFonts w:cs="Times New Roman"/>
      <w:sz w:val="24"/>
    </w:rPr>
  </w:style>
  <w:style w:type="table" w:styleId="TableGrid">
    <w:name w:val="Table Grid"/>
    <w:basedOn w:val="TableNormal"/>
    <w:uiPriority w:val="99"/>
    <w:rsid w:val="005427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w:basedOn w:val="Normal"/>
    <w:uiPriority w:val="99"/>
    <w:rsid w:val="008A5B3C"/>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Normal"/>
    <w:uiPriority w:val="99"/>
    <w:rsid w:val="006F53E0"/>
    <w:pPr>
      <w:spacing w:after="160" w:line="240" w:lineRule="exact"/>
      <w:jc w:val="both"/>
    </w:pPr>
    <w:rPr>
      <w:rFonts w:ascii="Verdana" w:hAnsi="Verdana" w:cs="Verdana"/>
      <w:sz w:val="20"/>
      <w:szCs w:val="20"/>
      <w:lang w:val="en-US" w:eastAsia="en-US"/>
    </w:rPr>
  </w:style>
  <w:style w:type="paragraph" w:customStyle="1" w:styleId="2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Normal"/>
    <w:uiPriority w:val="99"/>
    <w:rsid w:val="008A0323"/>
    <w:pPr>
      <w:spacing w:after="160" w:line="240" w:lineRule="exact"/>
      <w:jc w:val="both"/>
    </w:pPr>
    <w:rPr>
      <w:rFonts w:ascii="Verdana" w:hAnsi="Verdana" w:cs="Verdana"/>
      <w:sz w:val="20"/>
      <w:szCs w:val="20"/>
      <w:lang w:val="en-US" w:eastAsia="en-US"/>
    </w:rPr>
  </w:style>
  <w:style w:type="paragraph" w:styleId="BodyTextIndent">
    <w:name w:val="Body Text Indent"/>
    <w:basedOn w:val="Normal"/>
    <w:link w:val="BodyTextIndentChar"/>
    <w:uiPriority w:val="99"/>
    <w:rsid w:val="00DB7ECF"/>
    <w:pPr>
      <w:spacing w:after="120"/>
      <w:ind w:left="283"/>
    </w:pPr>
  </w:style>
  <w:style w:type="character" w:customStyle="1" w:styleId="BodyTextIndentChar">
    <w:name w:val="Body Text Indent Char"/>
    <w:basedOn w:val="DefaultParagraphFont"/>
    <w:link w:val="BodyTextIndent"/>
    <w:uiPriority w:val="99"/>
    <w:locked/>
    <w:rsid w:val="00477A0C"/>
    <w:rPr>
      <w:rFonts w:cs="Times New Roman"/>
      <w:sz w:val="24"/>
      <w:lang w:val="ru-RU" w:eastAsia="ru-RU"/>
    </w:rPr>
  </w:style>
  <w:style w:type="paragraph" w:styleId="BodyTextFirstIndent2">
    <w:name w:val="Body Text First Indent 2"/>
    <w:basedOn w:val="BodyTextIndent"/>
    <w:link w:val="BodyTextFirstIndent2Char"/>
    <w:uiPriority w:val="99"/>
    <w:rsid w:val="00DB7ECF"/>
    <w:pPr>
      <w:ind w:firstLine="210"/>
    </w:pPr>
  </w:style>
  <w:style w:type="character" w:customStyle="1" w:styleId="BodyTextFirstIndent2Char">
    <w:name w:val="Body Text First Indent 2 Char"/>
    <w:basedOn w:val="BodyTextIndentChar"/>
    <w:link w:val="BodyTextFirstIndent2"/>
    <w:uiPriority w:val="99"/>
    <w:semiHidden/>
    <w:locked/>
    <w:rsid w:val="00F15A98"/>
  </w:style>
  <w:style w:type="paragraph" w:styleId="Title">
    <w:name w:val="Title"/>
    <w:basedOn w:val="Normal"/>
    <w:link w:val="TitleChar"/>
    <w:uiPriority w:val="99"/>
    <w:qFormat/>
    <w:rsid w:val="003F139A"/>
    <w:pPr>
      <w:jc w:val="center"/>
    </w:pPr>
    <w:rPr>
      <w:b/>
      <w:bCs/>
    </w:rPr>
  </w:style>
  <w:style w:type="character" w:customStyle="1" w:styleId="TitleChar">
    <w:name w:val="Title Char"/>
    <w:basedOn w:val="DefaultParagraphFont"/>
    <w:link w:val="Title"/>
    <w:uiPriority w:val="99"/>
    <w:locked/>
    <w:rsid w:val="003F139A"/>
    <w:rPr>
      <w:rFonts w:cs="Times New Roman"/>
      <w:b/>
      <w:sz w:val="24"/>
      <w:lang w:val="ru-RU" w:eastAsia="ru-RU"/>
    </w:rPr>
  </w:style>
  <w:style w:type="paragraph" w:customStyle="1" w:styleId="2">
    <w:name w:val="Знак2 Знак Знак Знак Знак Знак Знак Знак Знак Знак Знак Знак Знак Знак Знак Знак Знак Знак Знак"/>
    <w:basedOn w:val="Normal"/>
    <w:uiPriority w:val="99"/>
    <w:rsid w:val="00AE542F"/>
    <w:pPr>
      <w:spacing w:after="160" w:line="240" w:lineRule="exact"/>
      <w:jc w:val="both"/>
    </w:pPr>
    <w:rPr>
      <w:rFonts w:ascii="Verdana" w:hAnsi="Verdana" w:cs="Verdana"/>
      <w:sz w:val="20"/>
      <w:szCs w:val="20"/>
      <w:lang w:val="en-US" w:eastAsia="en-US"/>
    </w:rPr>
  </w:style>
  <w:style w:type="paragraph" w:customStyle="1" w:styleId="a0">
    <w:name w:val="Основной текст с отступом.Нумерованный список !!.Надин стиль"/>
    <w:basedOn w:val="Normal"/>
    <w:uiPriority w:val="99"/>
    <w:rsid w:val="00477A0C"/>
    <w:pPr>
      <w:tabs>
        <w:tab w:val="left" w:pos="8647"/>
      </w:tabs>
      <w:ind w:right="139" w:firstLine="567"/>
      <w:jc w:val="both"/>
    </w:pPr>
    <w:rPr>
      <w:kern w:val="28"/>
      <w:sz w:val="28"/>
      <w:szCs w:val="28"/>
    </w:rPr>
  </w:style>
  <w:style w:type="paragraph" w:customStyle="1" w:styleId="a1">
    <w:name w:val="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a2">
    <w:name w:val="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1">
    <w:name w:val="Знак Знак Знак Знак Знак Знак Знак Знак Знак1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ConsPlusNonformat">
    <w:name w:val="ConsPlusNonformat"/>
    <w:uiPriority w:val="99"/>
    <w:rsid w:val="00477A0C"/>
    <w:pPr>
      <w:widowControl w:val="0"/>
      <w:autoSpaceDE w:val="0"/>
      <w:autoSpaceDN w:val="0"/>
      <w:adjustRightInd w:val="0"/>
    </w:pPr>
    <w:rPr>
      <w:rFonts w:ascii="Courier New" w:hAnsi="Courier New" w:cs="Courier New"/>
      <w:sz w:val="20"/>
      <w:szCs w:val="20"/>
    </w:rPr>
  </w:style>
  <w:style w:type="paragraph" w:customStyle="1" w:styleId="12">
    <w:name w:val="Знак Знак Знак Знак Знак Знак Знак Знак Знак1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styleId="Footer">
    <w:name w:val="footer"/>
    <w:basedOn w:val="Normal"/>
    <w:link w:val="FooterChar"/>
    <w:uiPriority w:val="99"/>
    <w:rsid w:val="00477A0C"/>
    <w:pPr>
      <w:tabs>
        <w:tab w:val="center" w:pos="4677"/>
        <w:tab w:val="right" w:pos="9355"/>
      </w:tabs>
    </w:pPr>
  </w:style>
  <w:style w:type="character" w:customStyle="1" w:styleId="FooterChar">
    <w:name w:val="Footer Char"/>
    <w:basedOn w:val="DefaultParagraphFont"/>
    <w:link w:val="Footer"/>
    <w:uiPriority w:val="99"/>
    <w:semiHidden/>
    <w:locked/>
    <w:rsid w:val="00F15A98"/>
    <w:rPr>
      <w:rFonts w:cs="Times New Roman"/>
      <w:sz w:val="24"/>
    </w:rPr>
  </w:style>
  <w:style w:type="character" w:styleId="PageNumber">
    <w:name w:val="page number"/>
    <w:basedOn w:val="DefaultParagraphFont"/>
    <w:uiPriority w:val="99"/>
    <w:rsid w:val="00477A0C"/>
    <w:rPr>
      <w:rFonts w:cs="Times New Roman"/>
    </w:rPr>
  </w:style>
  <w:style w:type="paragraph" w:styleId="NoSpacing">
    <w:name w:val="No Spacing"/>
    <w:uiPriority w:val="99"/>
    <w:qFormat/>
    <w:rsid w:val="00477A0C"/>
    <w:pPr>
      <w:ind w:firstLine="720"/>
      <w:jc w:val="both"/>
    </w:pPr>
    <w:rPr>
      <w:sz w:val="28"/>
      <w:szCs w:val="28"/>
    </w:rPr>
  </w:style>
  <w:style w:type="paragraph" w:customStyle="1" w:styleId="211">
    <w:name w:val="Основной текст 21"/>
    <w:basedOn w:val="Normal"/>
    <w:uiPriority w:val="99"/>
    <w:rsid w:val="00477A0C"/>
    <w:pPr>
      <w:overflowPunct w:val="0"/>
      <w:autoSpaceDE w:val="0"/>
      <w:autoSpaceDN w:val="0"/>
      <w:adjustRightInd w:val="0"/>
      <w:ind w:firstLine="708"/>
      <w:jc w:val="both"/>
      <w:textAlignment w:val="baseline"/>
    </w:pPr>
    <w:rPr>
      <w:sz w:val="28"/>
      <w:szCs w:val="28"/>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7">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0">
    <w:name w:val="Знак2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2">
    <w:name w:val="Знак2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3">
    <w:name w:val="Знак2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4">
    <w:name w:val="Знак2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5">
    <w:name w:val="Знак2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styleId="Header">
    <w:name w:val="header"/>
    <w:basedOn w:val="Normal"/>
    <w:link w:val="HeaderChar"/>
    <w:uiPriority w:val="99"/>
    <w:rsid w:val="00477A0C"/>
    <w:pPr>
      <w:tabs>
        <w:tab w:val="center" w:pos="4677"/>
        <w:tab w:val="right" w:pos="9355"/>
      </w:tabs>
    </w:pPr>
  </w:style>
  <w:style w:type="character" w:customStyle="1" w:styleId="HeaderChar">
    <w:name w:val="Header Char"/>
    <w:basedOn w:val="DefaultParagraphFont"/>
    <w:link w:val="Header"/>
    <w:uiPriority w:val="99"/>
    <w:semiHidden/>
    <w:locked/>
    <w:rsid w:val="00F15A98"/>
    <w:rPr>
      <w:rFonts w:cs="Times New Roman"/>
      <w:sz w:val="24"/>
    </w:rPr>
  </w:style>
  <w:style w:type="paragraph" w:customStyle="1" w:styleId="ConsPlusCell">
    <w:name w:val="ConsPlusCell"/>
    <w:uiPriority w:val="99"/>
    <w:rsid w:val="00477A0C"/>
    <w:pPr>
      <w:autoSpaceDE w:val="0"/>
      <w:autoSpaceDN w:val="0"/>
      <w:adjustRightInd w:val="0"/>
    </w:pPr>
    <w:rPr>
      <w:rFonts w:ascii="Arial" w:hAnsi="Arial" w:cs="Arial"/>
      <w:sz w:val="20"/>
      <w:szCs w:val="20"/>
    </w:rPr>
  </w:style>
  <w:style w:type="paragraph" w:customStyle="1" w:styleId="18">
    <w:name w:val="Абзац списка1"/>
    <w:basedOn w:val="Normal"/>
    <w:uiPriority w:val="99"/>
    <w:rsid w:val="00477A0C"/>
    <w:pPr>
      <w:spacing w:after="200" w:line="276" w:lineRule="auto"/>
      <w:ind w:left="720"/>
    </w:pPr>
    <w:rPr>
      <w:rFonts w:ascii="Calibri" w:hAnsi="Calibri" w:cs="Calibri"/>
      <w:sz w:val="22"/>
      <w:szCs w:val="22"/>
    </w:rPr>
  </w:style>
  <w:style w:type="paragraph" w:customStyle="1" w:styleId="26">
    <w:name w:val="Знак2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12">
    <w:name w:val="Знак2 Знак Знак Знак Знак Знак Знак Знак Знак Знак Знак Знак Знак Знак Знак Знак Знак Знак Знак Знак Знак1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9">
    <w:name w:val="Знак Знак Знак Знак Знак Знак Знак Знак Знак1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w:basedOn w:val="Normal"/>
    <w:uiPriority w:val="99"/>
    <w:rsid w:val="00DE3435"/>
    <w:pPr>
      <w:spacing w:after="160" w:line="240" w:lineRule="exact"/>
      <w:jc w:val="both"/>
    </w:pPr>
    <w:rPr>
      <w:rFonts w:ascii="Verdana" w:hAnsi="Verdana" w:cs="Verdana"/>
      <w:sz w:val="20"/>
      <w:szCs w:val="20"/>
      <w:lang w:val="en-US" w:eastAsia="en-US"/>
    </w:rPr>
  </w:style>
  <w:style w:type="paragraph" w:customStyle="1" w:styleId="21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Normal"/>
    <w:uiPriority w:val="99"/>
    <w:rsid w:val="00C22F36"/>
    <w:pPr>
      <w:spacing w:after="160" w:line="240" w:lineRule="exact"/>
      <w:jc w:val="both"/>
    </w:pPr>
    <w:rPr>
      <w:rFonts w:ascii="Verdana" w:hAnsi="Verdana" w:cs="Verdana"/>
      <w:sz w:val="20"/>
      <w:szCs w:val="20"/>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1E2CEC"/>
    <w:pPr>
      <w:spacing w:after="160" w:line="240" w:lineRule="exact"/>
      <w:jc w:val="both"/>
    </w:pPr>
    <w:rPr>
      <w:rFonts w:ascii="Verdana" w:hAnsi="Verdana" w:cs="Verdana"/>
      <w:sz w:val="20"/>
      <w:szCs w:val="20"/>
      <w:lang w:val="en-US" w:eastAsia="en-US"/>
    </w:rPr>
  </w:style>
  <w:style w:type="paragraph" w:styleId="ListParagraph">
    <w:name w:val="List Paragraph"/>
    <w:basedOn w:val="Normal"/>
    <w:uiPriority w:val="99"/>
    <w:qFormat/>
    <w:rsid w:val="004E4FDE"/>
    <w:pPr>
      <w:ind w:left="720"/>
    </w:pPr>
  </w:style>
  <w:style w:type="paragraph" w:customStyle="1" w:styleId="1a">
    <w:name w:val="1"/>
    <w:basedOn w:val="Normal"/>
    <w:uiPriority w:val="99"/>
    <w:rsid w:val="0032292D"/>
    <w:pPr>
      <w:spacing w:before="100" w:beforeAutospacing="1" w:after="100" w:afterAutospacing="1"/>
    </w:pPr>
    <w:rPr>
      <w:rFonts w:ascii="Tahoma" w:hAnsi="Tahoma" w:cs="Tahoma"/>
      <w:sz w:val="20"/>
      <w:szCs w:val="20"/>
      <w:lang w:val="en-US" w:eastAsia="en-US"/>
    </w:rPr>
  </w:style>
  <w:style w:type="paragraph" w:styleId="BalloonText">
    <w:name w:val="Balloon Text"/>
    <w:basedOn w:val="Normal"/>
    <w:link w:val="BalloonTextChar"/>
    <w:uiPriority w:val="99"/>
    <w:semiHidden/>
    <w:rsid w:val="003D7E8A"/>
    <w:rPr>
      <w:rFonts w:ascii="Tahoma" w:hAnsi="Tahoma"/>
      <w:sz w:val="16"/>
      <w:szCs w:val="16"/>
    </w:rPr>
  </w:style>
  <w:style w:type="character" w:customStyle="1" w:styleId="BalloonTextChar">
    <w:name w:val="Balloon Text Char"/>
    <w:basedOn w:val="DefaultParagraphFont"/>
    <w:link w:val="BalloonText"/>
    <w:uiPriority w:val="99"/>
    <w:locked/>
    <w:rsid w:val="003D7E8A"/>
    <w:rPr>
      <w:rFonts w:ascii="Tahoma" w:hAnsi="Tahoma" w:cs="Times New Roman"/>
      <w:sz w:val="16"/>
    </w:rPr>
  </w:style>
  <w:style w:type="paragraph" w:customStyle="1" w:styleId="120">
    <w:name w:val="1.2 Название закона"/>
    <w:basedOn w:val="Normal"/>
    <w:next w:val="Normal"/>
    <w:uiPriority w:val="99"/>
    <w:rsid w:val="00074BBE"/>
    <w:pPr>
      <w:spacing w:before="1000"/>
      <w:jc w:val="center"/>
    </w:pPr>
    <w:rPr>
      <w:b/>
      <w:bCs/>
      <w:sz w:val="28"/>
      <w:szCs w:val="28"/>
    </w:rPr>
  </w:style>
</w:styles>
</file>

<file path=word/webSettings.xml><?xml version="1.0" encoding="utf-8"?>
<w:webSettings xmlns:r="http://schemas.openxmlformats.org/officeDocument/2006/relationships" xmlns:w="http://schemas.openxmlformats.org/wordprocessingml/2006/main">
  <w:divs>
    <w:div w:id="2088917136">
      <w:marLeft w:val="0"/>
      <w:marRight w:val="0"/>
      <w:marTop w:val="0"/>
      <w:marBottom w:val="0"/>
      <w:divBdr>
        <w:top w:val="none" w:sz="0" w:space="0" w:color="auto"/>
        <w:left w:val="none" w:sz="0" w:space="0" w:color="auto"/>
        <w:bottom w:val="none" w:sz="0" w:space="0" w:color="auto"/>
        <w:right w:val="none" w:sz="0" w:space="0" w:color="auto"/>
      </w:divBdr>
    </w:div>
    <w:div w:id="2088917137">
      <w:marLeft w:val="0"/>
      <w:marRight w:val="0"/>
      <w:marTop w:val="0"/>
      <w:marBottom w:val="0"/>
      <w:divBdr>
        <w:top w:val="none" w:sz="0" w:space="0" w:color="auto"/>
        <w:left w:val="none" w:sz="0" w:space="0" w:color="auto"/>
        <w:bottom w:val="none" w:sz="0" w:space="0" w:color="auto"/>
        <w:right w:val="none" w:sz="0" w:space="0" w:color="auto"/>
      </w:divBdr>
    </w:div>
    <w:div w:id="2088917138">
      <w:marLeft w:val="0"/>
      <w:marRight w:val="0"/>
      <w:marTop w:val="0"/>
      <w:marBottom w:val="0"/>
      <w:divBdr>
        <w:top w:val="none" w:sz="0" w:space="0" w:color="auto"/>
        <w:left w:val="none" w:sz="0" w:space="0" w:color="auto"/>
        <w:bottom w:val="none" w:sz="0" w:space="0" w:color="auto"/>
        <w:right w:val="none" w:sz="0" w:space="0" w:color="auto"/>
      </w:divBdr>
    </w:div>
    <w:div w:id="2088917139">
      <w:marLeft w:val="0"/>
      <w:marRight w:val="0"/>
      <w:marTop w:val="0"/>
      <w:marBottom w:val="0"/>
      <w:divBdr>
        <w:top w:val="none" w:sz="0" w:space="0" w:color="auto"/>
        <w:left w:val="none" w:sz="0" w:space="0" w:color="auto"/>
        <w:bottom w:val="none" w:sz="0" w:space="0" w:color="auto"/>
        <w:right w:val="none" w:sz="0" w:space="0" w:color="auto"/>
      </w:divBdr>
    </w:div>
    <w:div w:id="2088917140">
      <w:marLeft w:val="0"/>
      <w:marRight w:val="0"/>
      <w:marTop w:val="0"/>
      <w:marBottom w:val="0"/>
      <w:divBdr>
        <w:top w:val="none" w:sz="0" w:space="0" w:color="auto"/>
        <w:left w:val="none" w:sz="0" w:space="0" w:color="auto"/>
        <w:bottom w:val="none" w:sz="0" w:space="0" w:color="auto"/>
        <w:right w:val="none" w:sz="0" w:space="0" w:color="auto"/>
      </w:divBdr>
    </w:div>
    <w:div w:id="2088917141">
      <w:marLeft w:val="0"/>
      <w:marRight w:val="0"/>
      <w:marTop w:val="0"/>
      <w:marBottom w:val="0"/>
      <w:divBdr>
        <w:top w:val="none" w:sz="0" w:space="0" w:color="auto"/>
        <w:left w:val="none" w:sz="0" w:space="0" w:color="auto"/>
        <w:bottom w:val="none" w:sz="0" w:space="0" w:color="auto"/>
        <w:right w:val="none" w:sz="0" w:space="0" w:color="auto"/>
      </w:divBdr>
    </w:div>
    <w:div w:id="2088917142">
      <w:marLeft w:val="0"/>
      <w:marRight w:val="0"/>
      <w:marTop w:val="0"/>
      <w:marBottom w:val="0"/>
      <w:divBdr>
        <w:top w:val="none" w:sz="0" w:space="0" w:color="auto"/>
        <w:left w:val="none" w:sz="0" w:space="0" w:color="auto"/>
        <w:bottom w:val="none" w:sz="0" w:space="0" w:color="auto"/>
        <w:right w:val="none" w:sz="0" w:space="0" w:color="auto"/>
      </w:divBdr>
    </w:div>
    <w:div w:id="2088917143">
      <w:marLeft w:val="0"/>
      <w:marRight w:val="0"/>
      <w:marTop w:val="0"/>
      <w:marBottom w:val="0"/>
      <w:divBdr>
        <w:top w:val="none" w:sz="0" w:space="0" w:color="auto"/>
        <w:left w:val="none" w:sz="0" w:space="0" w:color="auto"/>
        <w:bottom w:val="none" w:sz="0" w:space="0" w:color="auto"/>
        <w:right w:val="none" w:sz="0" w:space="0" w:color="auto"/>
      </w:divBdr>
    </w:div>
    <w:div w:id="2088917144">
      <w:marLeft w:val="0"/>
      <w:marRight w:val="0"/>
      <w:marTop w:val="0"/>
      <w:marBottom w:val="0"/>
      <w:divBdr>
        <w:top w:val="none" w:sz="0" w:space="0" w:color="auto"/>
        <w:left w:val="none" w:sz="0" w:space="0" w:color="auto"/>
        <w:bottom w:val="none" w:sz="0" w:space="0" w:color="auto"/>
        <w:right w:val="none" w:sz="0" w:space="0" w:color="auto"/>
      </w:divBdr>
    </w:div>
    <w:div w:id="2088917145">
      <w:marLeft w:val="0"/>
      <w:marRight w:val="0"/>
      <w:marTop w:val="0"/>
      <w:marBottom w:val="0"/>
      <w:divBdr>
        <w:top w:val="none" w:sz="0" w:space="0" w:color="auto"/>
        <w:left w:val="none" w:sz="0" w:space="0" w:color="auto"/>
        <w:bottom w:val="none" w:sz="0" w:space="0" w:color="auto"/>
        <w:right w:val="none" w:sz="0" w:space="0" w:color="auto"/>
      </w:divBdr>
    </w:div>
    <w:div w:id="2088917146">
      <w:marLeft w:val="0"/>
      <w:marRight w:val="0"/>
      <w:marTop w:val="0"/>
      <w:marBottom w:val="0"/>
      <w:divBdr>
        <w:top w:val="none" w:sz="0" w:space="0" w:color="auto"/>
        <w:left w:val="none" w:sz="0" w:space="0" w:color="auto"/>
        <w:bottom w:val="none" w:sz="0" w:space="0" w:color="auto"/>
        <w:right w:val="none" w:sz="0" w:space="0" w:color="auto"/>
      </w:divBdr>
    </w:div>
    <w:div w:id="2088917147">
      <w:marLeft w:val="0"/>
      <w:marRight w:val="0"/>
      <w:marTop w:val="0"/>
      <w:marBottom w:val="0"/>
      <w:divBdr>
        <w:top w:val="none" w:sz="0" w:space="0" w:color="auto"/>
        <w:left w:val="none" w:sz="0" w:space="0" w:color="auto"/>
        <w:bottom w:val="none" w:sz="0" w:space="0" w:color="auto"/>
        <w:right w:val="none" w:sz="0" w:space="0" w:color="auto"/>
      </w:divBdr>
    </w:div>
    <w:div w:id="2088917148">
      <w:marLeft w:val="0"/>
      <w:marRight w:val="0"/>
      <w:marTop w:val="0"/>
      <w:marBottom w:val="0"/>
      <w:divBdr>
        <w:top w:val="none" w:sz="0" w:space="0" w:color="auto"/>
        <w:left w:val="none" w:sz="0" w:space="0" w:color="auto"/>
        <w:bottom w:val="none" w:sz="0" w:space="0" w:color="auto"/>
        <w:right w:val="none" w:sz="0" w:space="0" w:color="auto"/>
      </w:divBdr>
    </w:div>
    <w:div w:id="2088917149">
      <w:marLeft w:val="0"/>
      <w:marRight w:val="0"/>
      <w:marTop w:val="0"/>
      <w:marBottom w:val="0"/>
      <w:divBdr>
        <w:top w:val="none" w:sz="0" w:space="0" w:color="auto"/>
        <w:left w:val="none" w:sz="0" w:space="0" w:color="auto"/>
        <w:bottom w:val="none" w:sz="0" w:space="0" w:color="auto"/>
        <w:right w:val="none" w:sz="0" w:space="0" w:color="auto"/>
      </w:divBdr>
    </w:div>
    <w:div w:id="2088917150">
      <w:marLeft w:val="0"/>
      <w:marRight w:val="0"/>
      <w:marTop w:val="0"/>
      <w:marBottom w:val="0"/>
      <w:divBdr>
        <w:top w:val="none" w:sz="0" w:space="0" w:color="auto"/>
        <w:left w:val="none" w:sz="0" w:space="0" w:color="auto"/>
        <w:bottom w:val="none" w:sz="0" w:space="0" w:color="auto"/>
        <w:right w:val="none" w:sz="0" w:space="0" w:color="auto"/>
      </w:divBdr>
    </w:div>
    <w:div w:id="2088917151">
      <w:marLeft w:val="0"/>
      <w:marRight w:val="0"/>
      <w:marTop w:val="0"/>
      <w:marBottom w:val="0"/>
      <w:divBdr>
        <w:top w:val="none" w:sz="0" w:space="0" w:color="auto"/>
        <w:left w:val="none" w:sz="0" w:space="0" w:color="auto"/>
        <w:bottom w:val="none" w:sz="0" w:space="0" w:color="auto"/>
        <w:right w:val="none" w:sz="0" w:space="0" w:color="auto"/>
      </w:divBdr>
    </w:div>
    <w:div w:id="2088917152">
      <w:marLeft w:val="0"/>
      <w:marRight w:val="0"/>
      <w:marTop w:val="0"/>
      <w:marBottom w:val="0"/>
      <w:divBdr>
        <w:top w:val="none" w:sz="0" w:space="0" w:color="auto"/>
        <w:left w:val="none" w:sz="0" w:space="0" w:color="auto"/>
        <w:bottom w:val="none" w:sz="0" w:space="0" w:color="auto"/>
        <w:right w:val="none" w:sz="0" w:space="0" w:color="auto"/>
      </w:divBdr>
    </w:div>
    <w:div w:id="2088917153">
      <w:marLeft w:val="0"/>
      <w:marRight w:val="0"/>
      <w:marTop w:val="0"/>
      <w:marBottom w:val="0"/>
      <w:divBdr>
        <w:top w:val="none" w:sz="0" w:space="0" w:color="auto"/>
        <w:left w:val="none" w:sz="0" w:space="0" w:color="auto"/>
        <w:bottom w:val="none" w:sz="0" w:space="0" w:color="auto"/>
        <w:right w:val="none" w:sz="0" w:space="0" w:color="auto"/>
      </w:divBdr>
    </w:div>
    <w:div w:id="2088917155">
      <w:marLeft w:val="0"/>
      <w:marRight w:val="0"/>
      <w:marTop w:val="0"/>
      <w:marBottom w:val="0"/>
      <w:divBdr>
        <w:top w:val="none" w:sz="0" w:space="0" w:color="auto"/>
        <w:left w:val="none" w:sz="0" w:space="0" w:color="auto"/>
        <w:bottom w:val="none" w:sz="0" w:space="0" w:color="auto"/>
        <w:right w:val="none" w:sz="0" w:space="0" w:color="auto"/>
      </w:divBdr>
    </w:div>
    <w:div w:id="2088917157">
      <w:marLeft w:val="0"/>
      <w:marRight w:val="0"/>
      <w:marTop w:val="0"/>
      <w:marBottom w:val="0"/>
      <w:divBdr>
        <w:top w:val="none" w:sz="0" w:space="0" w:color="auto"/>
        <w:left w:val="none" w:sz="0" w:space="0" w:color="auto"/>
        <w:bottom w:val="none" w:sz="0" w:space="0" w:color="auto"/>
        <w:right w:val="none" w:sz="0" w:space="0" w:color="auto"/>
      </w:divBdr>
    </w:div>
    <w:div w:id="2088917158">
      <w:marLeft w:val="0"/>
      <w:marRight w:val="0"/>
      <w:marTop w:val="0"/>
      <w:marBottom w:val="0"/>
      <w:divBdr>
        <w:top w:val="none" w:sz="0" w:space="0" w:color="auto"/>
        <w:left w:val="none" w:sz="0" w:space="0" w:color="auto"/>
        <w:bottom w:val="none" w:sz="0" w:space="0" w:color="auto"/>
        <w:right w:val="none" w:sz="0" w:space="0" w:color="auto"/>
      </w:divBdr>
    </w:div>
    <w:div w:id="2088917159">
      <w:marLeft w:val="0"/>
      <w:marRight w:val="0"/>
      <w:marTop w:val="0"/>
      <w:marBottom w:val="0"/>
      <w:divBdr>
        <w:top w:val="none" w:sz="0" w:space="0" w:color="auto"/>
        <w:left w:val="none" w:sz="0" w:space="0" w:color="auto"/>
        <w:bottom w:val="none" w:sz="0" w:space="0" w:color="auto"/>
        <w:right w:val="none" w:sz="0" w:space="0" w:color="auto"/>
      </w:divBdr>
    </w:div>
    <w:div w:id="2088917160">
      <w:marLeft w:val="0"/>
      <w:marRight w:val="0"/>
      <w:marTop w:val="0"/>
      <w:marBottom w:val="0"/>
      <w:divBdr>
        <w:top w:val="none" w:sz="0" w:space="0" w:color="auto"/>
        <w:left w:val="none" w:sz="0" w:space="0" w:color="auto"/>
        <w:bottom w:val="none" w:sz="0" w:space="0" w:color="auto"/>
        <w:right w:val="none" w:sz="0" w:space="0" w:color="auto"/>
      </w:divBdr>
    </w:div>
    <w:div w:id="2088917161">
      <w:marLeft w:val="0"/>
      <w:marRight w:val="0"/>
      <w:marTop w:val="0"/>
      <w:marBottom w:val="0"/>
      <w:divBdr>
        <w:top w:val="none" w:sz="0" w:space="0" w:color="auto"/>
        <w:left w:val="none" w:sz="0" w:space="0" w:color="auto"/>
        <w:bottom w:val="none" w:sz="0" w:space="0" w:color="auto"/>
        <w:right w:val="none" w:sz="0" w:space="0" w:color="auto"/>
      </w:divBdr>
    </w:div>
    <w:div w:id="2088917162">
      <w:marLeft w:val="0"/>
      <w:marRight w:val="0"/>
      <w:marTop w:val="0"/>
      <w:marBottom w:val="0"/>
      <w:divBdr>
        <w:top w:val="none" w:sz="0" w:space="0" w:color="auto"/>
        <w:left w:val="none" w:sz="0" w:space="0" w:color="auto"/>
        <w:bottom w:val="none" w:sz="0" w:space="0" w:color="auto"/>
        <w:right w:val="none" w:sz="0" w:space="0" w:color="auto"/>
      </w:divBdr>
    </w:div>
    <w:div w:id="2088917163">
      <w:marLeft w:val="0"/>
      <w:marRight w:val="0"/>
      <w:marTop w:val="0"/>
      <w:marBottom w:val="0"/>
      <w:divBdr>
        <w:top w:val="none" w:sz="0" w:space="0" w:color="auto"/>
        <w:left w:val="none" w:sz="0" w:space="0" w:color="auto"/>
        <w:bottom w:val="none" w:sz="0" w:space="0" w:color="auto"/>
        <w:right w:val="none" w:sz="0" w:space="0" w:color="auto"/>
      </w:divBdr>
    </w:div>
    <w:div w:id="2088917164">
      <w:marLeft w:val="0"/>
      <w:marRight w:val="0"/>
      <w:marTop w:val="0"/>
      <w:marBottom w:val="0"/>
      <w:divBdr>
        <w:top w:val="none" w:sz="0" w:space="0" w:color="auto"/>
        <w:left w:val="none" w:sz="0" w:space="0" w:color="auto"/>
        <w:bottom w:val="none" w:sz="0" w:space="0" w:color="auto"/>
        <w:right w:val="none" w:sz="0" w:space="0" w:color="auto"/>
      </w:divBdr>
    </w:div>
    <w:div w:id="2088917165">
      <w:marLeft w:val="0"/>
      <w:marRight w:val="0"/>
      <w:marTop w:val="0"/>
      <w:marBottom w:val="0"/>
      <w:divBdr>
        <w:top w:val="none" w:sz="0" w:space="0" w:color="auto"/>
        <w:left w:val="none" w:sz="0" w:space="0" w:color="auto"/>
        <w:bottom w:val="none" w:sz="0" w:space="0" w:color="auto"/>
        <w:right w:val="none" w:sz="0" w:space="0" w:color="auto"/>
      </w:divBdr>
    </w:div>
    <w:div w:id="2088917166">
      <w:marLeft w:val="0"/>
      <w:marRight w:val="0"/>
      <w:marTop w:val="0"/>
      <w:marBottom w:val="0"/>
      <w:divBdr>
        <w:top w:val="none" w:sz="0" w:space="0" w:color="auto"/>
        <w:left w:val="none" w:sz="0" w:space="0" w:color="auto"/>
        <w:bottom w:val="none" w:sz="0" w:space="0" w:color="auto"/>
        <w:right w:val="none" w:sz="0" w:space="0" w:color="auto"/>
      </w:divBdr>
    </w:div>
    <w:div w:id="2088917167">
      <w:marLeft w:val="0"/>
      <w:marRight w:val="0"/>
      <w:marTop w:val="0"/>
      <w:marBottom w:val="0"/>
      <w:divBdr>
        <w:top w:val="none" w:sz="0" w:space="0" w:color="auto"/>
        <w:left w:val="none" w:sz="0" w:space="0" w:color="auto"/>
        <w:bottom w:val="none" w:sz="0" w:space="0" w:color="auto"/>
        <w:right w:val="none" w:sz="0" w:space="0" w:color="auto"/>
      </w:divBdr>
    </w:div>
    <w:div w:id="2088917168">
      <w:marLeft w:val="0"/>
      <w:marRight w:val="0"/>
      <w:marTop w:val="0"/>
      <w:marBottom w:val="0"/>
      <w:divBdr>
        <w:top w:val="none" w:sz="0" w:space="0" w:color="auto"/>
        <w:left w:val="none" w:sz="0" w:space="0" w:color="auto"/>
        <w:bottom w:val="none" w:sz="0" w:space="0" w:color="auto"/>
        <w:right w:val="none" w:sz="0" w:space="0" w:color="auto"/>
      </w:divBdr>
    </w:div>
    <w:div w:id="2088917169">
      <w:marLeft w:val="0"/>
      <w:marRight w:val="0"/>
      <w:marTop w:val="0"/>
      <w:marBottom w:val="0"/>
      <w:divBdr>
        <w:top w:val="none" w:sz="0" w:space="0" w:color="auto"/>
        <w:left w:val="none" w:sz="0" w:space="0" w:color="auto"/>
        <w:bottom w:val="none" w:sz="0" w:space="0" w:color="auto"/>
        <w:right w:val="none" w:sz="0" w:space="0" w:color="auto"/>
      </w:divBdr>
    </w:div>
    <w:div w:id="2088917170">
      <w:marLeft w:val="0"/>
      <w:marRight w:val="0"/>
      <w:marTop w:val="0"/>
      <w:marBottom w:val="0"/>
      <w:divBdr>
        <w:top w:val="none" w:sz="0" w:space="0" w:color="auto"/>
        <w:left w:val="none" w:sz="0" w:space="0" w:color="auto"/>
        <w:bottom w:val="none" w:sz="0" w:space="0" w:color="auto"/>
        <w:right w:val="none" w:sz="0" w:space="0" w:color="auto"/>
      </w:divBdr>
    </w:div>
    <w:div w:id="2088917171">
      <w:marLeft w:val="0"/>
      <w:marRight w:val="0"/>
      <w:marTop w:val="0"/>
      <w:marBottom w:val="0"/>
      <w:divBdr>
        <w:top w:val="none" w:sz="0" w:space="0" w:color="auto"/>
        <w:left w:val="none" w:sz="0" w:space="0" w:color="auto"/>
        <w:bottom w:val="none" w:sz="0" w:space="0" w:color="auto"/>
        <w:right w:val="none" w:sz="0" w:space="0" w:color="auto"/>
      </w:divBdr>
    </w:div>
    <w:div w:id="2088917173">
      <w:marLeft w:val="0"/>
      <w:marRight w:val="0"/>
      <w:marTop w:val="0"/>
      <w:marBottom w:val="0"/>
      <w:divBdr>
        <w:top w:val="none" w:sz="0" w:space="0" w:color="auto"/>
        <w:left w:val="none" w:sz="0" w:space="0" w:color="auto"/>
        <w:bottom w:val="none" w:sz="0" w:space="0" w:color="auto"/>
        <w:right w:val="none" w:sz="0" w:space="0" w:color="auto"/>
      </w:divBdr>
    </w:div>
    <w:div w:id="2088917175">
      <w:marLeft w:val="0"/>
      <w:marRight w:val="0"/>
      <w:marTop w:val="0"/>
      <w:marBottom w:val="0"/>
      <w:divBdr>
        <w:top w:val="none" w:sz="0" w:space="0" w:color="auto"/>
        <w:left w:val="none" w:sz="0" w:space="0" w:color="auto"/>
        <w:bottom w:val="none" w:sz="0" w:space="0" w:color="auto"/>
        <w:right w:val="none" w:sz="0" w:space="0" w:color="auto"/>
      </w:divBdr>
    </w:div>
    <w:div w:id="2088917176">
      <w:marLeft w:val="0"/>
      <w:marRight w:val="0"/>
      <w:marTop w:val="0"/>
      <w:marBottom w:val="0"/>
      <w:divBdr>
        <w:top w:val="none" w:sz="0" w:space="0" w:color="auto"/>
        <w:left w:val="none" w:sz="0" w:space="0" w:color="auto"/>
        <w:bottom w:val="none" w:sz="0" w:space="0" w:color="auto"/>
        <w:right w:val="none" w:sz="0" w:space="0" w:color="auto"/>
      </w:divBdr>
      <w:divsChild>
        <w:div w:id="2088917179">
          <w:marLeft w:val="0"/>
          <w:marRight w:val="0"/>
          <w:marTop w:val="150"/>
          <w:marBottom w:val="150"/>
          <w:divBdr>
            <w:top w:val="none" w:sz="0" w:space="0" w:color="auto"/>
            <w:left w:val="none" w:sz="0" w:space="0" w:color="auto"/>
            <w:bottom w:val="none" w:sz="0" w:space="0" w:color="auto"/>
            <w:right w:val="none" w:sz="0" w:space="0" w:color="auto"/>
          </w:divBdr>
          <w:divsChild>
            <w:div w:id="2088917154">
              <w:marLeft w:val="0"/>
              <w:marRight w:val="0"/>
              <w:marTop w:val="0"/>
              <w:marBottom w:val="0"/>
              <w:divBdr>
                <w:top w:val="none" w:sz="0" w:space="0" w:color="auto"/>
                <w:left w:val="none" w:sz="0" w:space="0" w:color="auto"/>
                <w:bottom w:val="none" w:sz="0" w:space="0" w:color="auto"/>
                <w:right w:val="none" w:sz="0" w:space="0" w:color="auto"/>
              </w:divBdr>
              <w:divsChild>
                <w:div w:id="2088917172">
                  <w:marLeft w:val="0"/>
                  <w:marRight w:val="0"/>
                  <w:marTop w:val="0"/>
                  <w:marBottom w:val="0"/>
                  <w:divBdr>
                    <w:top w:val="none" w:sz="0" w:space="0" w:color="auto"/>
                    <w:left w:val="none" w:sz="0" w:space="0" w:color="auto"/>
                    <w:bottom w:val="none" w:sz="0" w:space="0" w:color="auto"/>
                    <w:right w:val="none" w:sz="0" w:space="0" w:color="auto"/>
                  </w:divBdr>
                  <w:divsChild>
                    <w:div w:id="2088917156">
                      <w:marLeft w:val="0"/>
                      <w:marRight w:val="0"/>
                      <w:marTop w:val="0"/>
                      <w:marBottom w:val="0"/>
                      <w:divBdr>
                        <w:top w:val="single" w:sz="6" w:space="0" w:color="DDDDDD"/>
                        <w:left w:val="single" w:sz="6" w:space="0" w:color="DDDDDD"/>
                        <w:bottom w:val="single" w:sz="6" w:space="0" w:color="DDDDDD"/>
                        <w:right w:val="single" w:sz="6" w:space="0" w:color="DDDDDD"/>
                      </w:divBdr>
                      <w:divsChild>
                        <w:div w:id="2088917191">
                          <w:marLeft w:val="0"/>
                          <w:marRight w:val="0"/>
                          <w:marTop w:val="0"/>
                          <w:marBottom w:val="0"/>
                          <w:divBdr>
                            <w:top w:val="single" w:sz="6" w:space="4" w:color="6B6B6B"/>
                            <w:left w:val="single" w:sz="6" w:space="4" w:color="6B6B6B"/>
                            <w:bottom w:val="single" w:sz="6" w:space="4" w:color="6B6B6B"/>
                            <w:right w:val="single" w:sz="6" w:space="4" w:color="6B6B6B"/>
                          </w:divBdr>
                          <w:divsChild>
                            <w:div w:id="2088917174">
                              <w:marLeft w:val="150"/>
                              <w:marRight w:val="150"/>
                              <w:marTop w:val="75"/>
                              <w:marBottom w:val="75"/>
                              <w:divBdr>
                                <w:top w:val="none" w:sz="0" w:space="0" w:color="auto"/>
                                <w:left w:val="single" w:sz="18" w:space="1" w:color="CC0000"/>
                                <w:bottom w:val="none" w:sz="0" w:space="0" w:color="auto"/>
                                <w:right w:val="none" w:sz="0" w:space="0" w:color="auto"/>
                              </w:divBdr>
                            </w:div>
                          </w:divsChild>
                        </w:div>
                      </w:divsChild>
                    </w:div>
                  </w:divsChild>
                </w:div>
              </w:divsChild>
            </w:div>
          </w:divsChild>
        </w:div>
      </w:divsChild>
    </w:div>
    <w:div w:id="2088917177">
      <w:marLeft w:val="0"/>
      <w:marRight w:val="0"/>
      <w:marTop w:val="0"/>
      <w:marBottom w:val="0"/>
      <w:divBdr>
        <w:top w:val="none" w:sz="0" w:space="0" w:color="auto"/>
        <w:left w:val="none" w:sz="0" w:space="0" w:color="auto"/>
        <w:bottom w:val="none" w:sz="0" w:space="0" w:color="auto"/>
        <w:right w:val="none" w:sz="0" w:space="0" w:color="auto"/>
      </w:divBdr>
    </w:div>
    <w:div w:id="2088917178">
      <w:marLeft w:val="0"/>
      <w:marRight w:val="0"/>
      <w:marTop w:val="0"/>
      <w:marBottom w:val="0"/>
      <w:divBdr>
        <w:top w:val="none" w:sz="0" w:space="0" w:color="auto"/>
        <w:left w:val="none" w:sz="0" w:space="0" w:color="auto"/>
        <w:bottom w:val="none" w:sz="0" w:space="0" w:color="auto"/>
        <w:right w:val="none" w:sz="0" w:space="0" w:color="auto"/>
      </w:divBdr>
    </w:div>
    <w:div w:id="2088917180">
      <w:marLeft w:val="0"/>
      <w:marRight w:val="0"/>
      <w:marTop w:val="0"/>
      <w:marBottom w:val="0"/>
      <w:divBdr>
        <w:top w:val="none" w:sz="0" w:space="0" w:color="auto"/>
        <w:left w:val="none" w:sz="0" w:space="0" w:color="auto"/>
        <w:bottom w:val="none" w:sz="0" w:space="0" w:color="auto"/>
        <w:right w:val="none" w:sz="0" w:space="0" w:color="auto"/>
      </w:divBdr>
    </w:div>
    <w:div w:id="2088917181">
      <w:marLeft w:val="0"/>
      <w:marRight w:val="0"/>
      <w:marTop w:val="0"/>
      <w:marBottom w:val="0"/>
      <w:divBdr>
        <w:top w:val="none" w:sz="0" w:space="0" w:color="auto"/>
        <w:left w:val="none" w:sz="0" w:space="0" w:color="auto"/>
        <w:bottom w:val="none" w:sz="0" w:space="0" w:color="auto"/>
        <w:right w:val="none" w:sz="0" w:space="0" w:color="auto"/>
      </w:divBdr>
    </w:div>
    <w:div w:id="2088917182">
      <w:marLeft w:val="0"/>
      <w:marRight w:val="0"/>
      <w:marTop w:val="0"/>
      <w:marBottom w:val="0"/>
      <w:divBdr>
        <w:top w:val="none" w:sz="0" w:space="0" w:color="auto"/>
        <w:left w:val="none" w:sz="0" w:space="0" w:color="auto"/>
        <w:bottom w:val="none" w:sz="0" w:space="0" w:color="auto"/>
        <w:right w:val="none" w:sz="0" w:space="0" w:color="auto"/>
      </w:divBdr>
    </w:div>
    <w:div w:id="2088917183">
      <w:marLeft w:val="0"/>
      <w:marRight w:val="0"/>
      <w:marTop w:val="0"/>
      <w:marBottom w:val="0"/>
      <w:divBdr>
        <w:top w:val="none" w:sz="0" w:space="0" w:color="auto"/>
        <w:left w:val="none" w:sz="0" w:space="0" w:color="auto"/>
        <w:bottom w:val="none" w:sz="0" w:space="0" w:color="auto"/>
        <w:right w:val="none" w:sz="0" w:space="0" w:color="auto"/>
      </w:divBdr>
    </w:div>
    <w:div w:id="2088917184">
      <w:marLeft w:val="0"/>
      <w:marRight w:val="0"/>
      <w:marTop w:val="0"/>
      <w:marBottom w:val="0"/>
      <w:divBdr>
        <w:top w:val="none" w:sz="0" w:space="0" w:color="auto"/>
        <w:left w:val="none" w:sz="0" w:space="0" w:color="auto"/>
        <w:bottom w:val="none" w:sz="0" w:space="0" w:color="auto"/>
        <w:right w:val="none" w:sz="0" w:space="0" w:color="auto"/>
      </w:divBdr>
    </w:div>
    <w:div w:id="2088917185">
      <w:marLeft w:val="0"/>
      <w:marRight w:val="0"/>
      <w:marTop w:val="0"/>
      <w:marBottom w:val="0"/>
      <w:divBdr>
        <w:top w:val="none" w:sz="0" w:space="0" w:color="auto"/>
        <w:left w:val="none" w:sz="0" w:space="0" w:color="auto"/>
        <w:bottom w:val="none" w:sz="0" w:space="0" w:color="auto"/>
        <w:right w:val="none" w:sz="0" w:space="0" w:color="auto"/>
      </w:divBdr>
    </w:div>
    <w:div w:id="2088917186">
      <w:marLeft w:val="0"/>
      <w:marRight w:val="0"/>
      <w:marTop w:val="0"/>
      <w:marBottom w:val="0"/>
      <w:divBdr>
        <w:top w:val="none" w:sz="0" w:space="0" w:color="auto"/>
        <w:left w:val="none" w:sz="0" w:space="0" w:color="auto"/>
        <w:bottom w:val="none" w:sz="0" w:space="0" w:color="auto"/>
        <w:right w:val="none" w:sz="0" w:space="0" w:color="auto"/>
      </w:divBdr>
    </w:div>
    <w:div w:id="2088917187">
      <w:marLeft w:val="0"/>
      <w:marRight w:val="0"/>
      <w:marTop w:val="0"/>
      <w:marBottom w:val="0"/>
      <w:divBdr>
        <w:top w:val="none" w:sz="0" w:space="0" w:color="auto"/>
        <w:left w:val="none" w:sz="0" w:space="0" w:color="auto"/>
        <w:bottom w:val="none" w:sz="0" w:space="0" w:color="auto"/>
        <w:right w:val="none" w:sz="0" w:space="0" w:color="auto"/>
      </w:divBdr>
    </w:div>
    <w:div w:id="2088917188">
      <w:marLeft w:val="0"/>
      <w:marRight w:val="0"/>
      <w:marTop w:val="0"/>
      <w:marBottom w:val="0"/>
      <w:divBdr>
        <w:top w:val="none" w:sz="0" w:space="0" w:color="auto"/>
        <w:left w:val="none" w:sz="0" w:space="0" w:color="auto"/>
        <w:bottom w:val="none" w:sz="0" w:space="0" w:color="auto"/>
        <w:right w:val="none" w:sz="0" w:space="0" w:color="auto"/>
      </w:divBdr>
    </w:div>
    <w:div w:id="2088917189">
      <w:marLeft w:val="0"/>
      <w:marRight w:val="0"/>
      <w:marTop w:val="0"/>
      <w:marBottom w:val="0"/>
      <w:divBdr>
        <w:top w:val="none" w:sz="0" w:space="0" w:color="auto"/>
        <w:left w:val="none" w:sz="0" w:space="0" w:color="auto"/>
        <w:bottom w:val="none" w:sz="0" w:space="0" w:color="auto"/>
        <w:right w:val="none" w:sz="0" w:space="0" w:color="auto"/>
      </w:divBdr>
    </w:div>
    <w:div w:id="2088917190">
      <w:marLeft w:val="0"/>
      <w:marRight w:val="0"/>
      <w:marTop w:val="0"/>
      <w:marBottom w:val="0"/>
      <w:divBdr>
        <w:top w:val="none" w:sz="0" w:space="0" w:color="auto"/>
        <w:left w:val="none" w:sz="0" w:space="0" w:color="auto"/>
        <w:bottom w:val="none" w:sz="0" w:space="0" w:color="auto"/>
        <w:right w:val="none" w:sz="0" w:space="0" w:color="auto"/>
      </w:divBdr>
    </w:div>
    <w:div w:id="2088917192">
      <w:marLeft w:val="0"/>
      <w:marRight w:val="0"/>
      <w:marTop w:val="0"/>
      <w:marBottom w:val="0"/>
      <w:divBdr>
        <w:top w:val="none" w:sz="0" w:space="0" w:color="auto"/>
        <w:left w:val="none" w:sz="0" w:space="0" w:color="auto"/>
        <w:bottom w:val="none" w:sz="0" w:space="0" w:color="auto"/>
        <w:right w:val="none" w:sz="0" w:space="0" w:color="auto"/>
      </w:divBdr>
    </w:div>
    <w:div w:id="2088917193">
      <w:marLeft w:val="0"/>
      <w:marRight w:val="0"/>
      <w:marTop w:val="0"/>
      <w:marBottom w:val="0"/>
      <w:divBdr>
        <w:top w:val="none" w:sz="0" w:space="0" w:color="auto"/>
        <w:left w:val="none" w:sz="0" w:space="0" w:color="auto"/>
        <w:bottom w:val="none" w:sz="0" w:space="0" w:color="auto"/>
        <w:right w:val="none" w:sz="0" w:space="0" w:color="auto"/>
      </w:divBdr>
    </w:div>
    <w:div w:id="2088917194">
      <w:marLeft w:val="0"/>
      <w:marRight w:val="0"/>
      <w:marTop w:val="0"/>
      <w:marBottom w:val="0"/>
      <w:divBdr>
        <w:top w:val="none" w:sz="0" w:space="0" w:color="auto"/>
        <w:left w:val="none" w:sz="0" w:space="0" w:color="auto"/>
        <w:bottom w:val="none" w:sz="0" w:space="0" w:color="auto"/>
        <w:right w:val="none" w:sz="0" w:space="0" w:color="auto"/>
      </w:divBdr>
    </w:div>
    <w:div w:id="2088917195">
      <w:marLeft w:val="0"/>
      <w:marRight w:val="0"/>
      <w:marTop w:val="0"/>
      <w:marBottom w:val="0"/>
      <w:divBdr>
        <w:top w:val="none" w:sz="0" w:space="0" w:color="auto"/>
        <w:left w:val="none" w:sz="0" w:space="0" w:color="auto"/>
        <w:bottom w:val="none" w:sz="0" w:space="0" w:color="auto"/>
        <w:right w:val="none" w:sz="0" w:space="0" w:color="auto"/>
      </w:divBdr>
    </w:div>
    <w:div w:id="2088917196">
      <w:marLeft w:val="0"/>
      <w:marRight w:val="0"/>
      <w:marTop w:val="0"/>
      <w:marBottom w:val="0"/>
      <w:divBdr>
        <w:top w:val="none" w:sz="0" w:space="0" w:color="auto"/>
        <w:left w:val="none" w:sz="0" w:space="0" w:color="auto"/>
        <w:bottom w:val="none" w:sz="0" w:space="0" w:color="auto"/>
        <w:right w:val="none" w:sz="0" w:space="0" w:color="auto"/>
      </w:divBdr>
    </w:div>
    <w:div w:id="2088917197">
      <w:marLeft w:val="0"/>
      <w:marRight w:val="0"/>
      <w:marTop w:val="0"/>
      <w:marBottom w:val="0"/>
      <w:divBdr>
        <w:top w:val="none" w:sz="0" w:space="0" w:color="auto"/>
        <w:left w:val="none" w:sz="0" w:space="0" w:color="auto"/>
        <w:bottom w:val="none" w:sz="0" w:space="0" w:color="auto"/>
        <w:right w:val="none" w:sz="0" w:space="0" w:color="auto"/>
      </w:divBdr>
    </w:div>
    <w:div w:id="2088917198">
      <w:marLeft w:val="0"/>
      <w:marRight w:val="0"/>
      <w:marTop w:val="0"/>
      <w:marBottom w:val="0"/>
      <w:divBdr>
        <w:top w:val="none" w:sz="0" w:space="0" w:color="auto"/>
        <w:left w:val="none" w:sz="0" w:space="0" w:color="auto"/>
        <w:bottom w:val="none" w:sz="0" w:space="0" w:color="auto"/>
        <w:right w:val="none" w:sz="0" w:space="0" w:color="auto"/>
      </w:divBdr>
    </w:div>
    <w:div w:id="2088917199">
      <w:marLeft w:val="0"/>
      <w:marRight w:val="0"/>
      <w:marTop w:val="0"/>
      <w:marBottom w:val="0"/>
      <w:divBdr>
        <w:top w:val="none" w:sz="0" w:space="0" w:color="auto"/>
        <w:left w:val="none" w:sz="0" w:space="0" w:color="auto"/>
        <w:bottom w:val="none" w:sz="0" w:space="0" w:color="auto"/>
        <w:right w:val="none" w:sz="0" w:space="0" w:color="auto"/>
      </w:divBdr>
    </w:div>
    <w:div w:id="2088917200">
      <w:marLeft w:val="0"/>
      <w:marRight w:val="0"/>
      <w:marTop w:val="0"/>
      <w:marBottom w:val="0"/>
      <w:divBdr>
        <w:top w:val="none" w:sz="0" w:space="0" w:color="auto"/>
        <w:left w:val="none" w:sz="0" w:space="0" w:color="auto"/>
        <w:bottom w:val="none" w:sz="0" w:space="0" w:color="auto"/>
        <w:right w:val="none" w:sz="0" w:space="0" w:color="auto"/>
      </w:divBdr>
    </w:div>
    <w:div w:id="2088917201">
      <w:marLeft w:val="0"/>
      <w:marRight w:val="0"/>
      <w:marTop w:val="0"/>
      <w:marBottom w:val="0"/>
      <w:divBdr>
        <w:top w:val="none" w:sz="0" w:space="0" w:color="auto"/>
        <w:left w:val="none" w:sz="0" w:space="0" w:color="auto"/>
        <w:bottom w:val="none" w:sz="0" w:space="0" w:color="auto"/>
        <w:right w:val="none" w:sz="0" w:space="0" w:color="auto"/>
      </w:divBdr>
    </w:div>
    <w:div w:id="2088917202">
      <w:marLeft w:val="0"/>
      <w:marRight w:val="0"/>
      <w:marTop w:val="0"/>
      <w:marBottom w:val="0"/>
      <w:divBdr>
        <w:top w:val="none" w:sz="0" w:space="0" w:color="auto"/>
        <w:left w:val="none" w:sz="0" w:space="0" w:color="auto"/>
        <w:bottom w:val="none" w:sz="0" w:space="0" w:color="auto"/>
        <w:right w:val="none" w:sz="0" w:space="0" w:color="auto"/>
      </w:divBdr>
    </w:div>
    <w:div w:id="2088917203">
      <w:marLeft w:val="0"/>
      <w:marRight w:val="0"/>
      <w:marTop w:val="0"/>
      <w:marBottom w:val="0"/>
      <w:divBdr>
        <w:top w:val="none" w:sz="0" w:space="0" w:color="auto"/>
        <w:left w:val="none" w:sz="0" w:space="0" w:color="auto"/>
        <w:bottom w:val="none" w:sz="0" w:space="0" w:color="auto"/>
        <w:right w:val="none" w:sz="0" w:space="0" w:color="auto"/>
      </w:divBdr>
    </w:div>
    <w:div w:id="2088917204">
      <w:marLeft w:val="0"/>
      <w:marRight w:val="0"/>
      <w:marTop w:val="0"/>
      <w:marBottom w:val="0"/>
      <w:divBdr>
        <w:top w:val="none" w:sz="0" w:space="0" w:color="auto"/>
        <w:left w:val="none" w:sz="0" w:space="0" w:color="auto"/>
        <w:bottom w:val="none" w:sz="0" w:space="0" w:color="auto"/>
        <w:right w:val="none" w:sz="0" w:space="0" w:color="auto"/>
      </w:divBdr>
    </w:div>
    <w:div w:id="2088917205">
      <w:marLeft w:val="0"/>
      <w:marRight w:val="0"/>
      <w:marTop w:val="0"/>
      <w:marBottom w:val="0"/>
      <w:divBdr>
        <w:top w:val="none" w:sz="0" w:space="0" w:color="auto"/>
        <w:left w:val="none" w:sz="0" w:space="0" w:color="auto"/>
        <w:bottom w:val="none" w:sz="0" w:space="0" w:color="auto"/>
        <w:right w:val="none" w:sz="0" w:space="0" w:color="auto"/>
      </w:divBdr>
    </w:div>
    <w:div w:id="20889172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png"/><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hyperlink" Target="consultantplus://offline/ref=679F1DF366E1F9391D4039B7A711DEC87354E30282ECA3618E4F0986AE5337B0EBFF8B6El6lAL" TargetMode="Externa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13</Pages>
  <Words>4583</Words>
  <Characters>26129</Characters>
  <Application>Microsoft Office Outlook</Application>
  <DocSecurity>0</DocSecurity>
  <Lines>0</Lines>
  <Paragraphs>0</Paragraphs>
  <ScaleCrop>false</ScaleCrop>
  <Company>CompanyName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Рыбалка</dc:creator>
  <cp:keywords/>
  <dc:description/>
  <cp:lastModifiedBy>sekret</cp:lastModifiedBy>
  <cp:revision>30</cp:revision>
  <cp:lastPrinted>2021-01-08T14:52:00Z</cp:lastPrinted>
  <dcterms:created xsi:type="dcterms:W3CDTF">2020-12-27T12:55:00Z</dcterms:created>
  <dcterms:modified xsi:type="dcterms:W3CDTF">2021-01-08T14:53:00Z</dcterms:modified>
</cp:coreProperties>
</file>