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AF8" w:rsidRPr="008F018E" w:rsidRDefault="00853AF8">
      <w:pPr>
        <w:rPr>
          <w:sz w:val="26"/>
          <w:szCs w:val="26"/>
        </w:rPr>
      </w:pPr>
    </w:p>
    <w:p w:rsidR="005C46E5" w:rsidRPr="005C46E5" w:rsidRDefault="005C46E5" w:rsidP="005C46E5">
      <w:pPr>
        <w:jc w:val="right"/>
        <w:rPr>
          <w:rFonts w:eastAsia="Calibri"/>
          <w:sz w:val="24"/>
          <w:szCs w:val="24"/>
          <w:lang w:eastAsia="en-US"/>
        </w:rPr>
      </w:pPr>
      <w:r w:rsidRPr="005C46E5">
        <w:rPr>
          <w:rFonts w:eastAsia="Calibri"/>
          <w:sz w:val="24"/>
          <w:szCs w:val="24"/>
          <w:lang w:eastAsia="en-US"/>
        </w:rPr>
        <w:t>Утверждена</w:t>
      </w:r>
    </w:p>
    <w:p w:rsidR="005C46E5" w:rsidRPr="005C46E5" w:rsidRDefault="005C46E5" w:rsidP="005C46E5">
      <w:pPr>
        <w:jc w:val="right"/>
        <w:rPr>
          <w:rFonts w:eastAsia="Calibri"/>
          <w:sz w:val="24"/>
          <w:szCs w:val="24"/>
          <w:lang w:eastAsia="en-US"/>
        </w:rPr>
      </w:pPr>
      <w:r w:rsidRPr="005C46E5">
        <w:rPr>
          <w:rFonts w:eastAsia="Calibri"/>
          <w:sz w:val="24"/>
          <w:szCs w:val="24"/>
          <w:lang w:eastAsia="en-US"/>
        </w:rPr>
        <w:t>постановлением Администрации</w:t>
      </w:r>
    </w:p>
    <w:p w:rsidR="005C46E5" w:rsidRPr="005C46E5" w:rsidRDefault="00894A97" w:rsidP="005C46E5">
      <w:pPr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МО «Поселок Амдерма</w:t>
      </w:r>
      <w:r w:rsidR="005C46E5" w:rsidRPr="005C46E5">
        <w:rPr>
          <w:rFonts w:eastAsia="Calibri"/>
          <w:sz w:val="24"/>
          <w:szCs w:val="24"/>
          <w:lang w:eastAsia="en-US"/>
        </w:rPr>
        <w:t xml:space="preserve">» НАО  </w:t>
      </w:r>
    </w:p>
    <w:p w:rsidR="005C46E5" w:rsidRPr="004555DF" w:rsidRDefault="008F018E" w:rsidP="005C46E5">
      <w:pPr>
        <w:jc w:val="right"/>
        <w:rPr>
          <w:rFonts w:eastAsia="Calibri"/>
          <w:caps/>
          <w:sz w:val="24"/>
          <w:szCs w:val="24"/>
          <w:lang w:eastAsia="en-US"/>
        </w:rPr>
      </w:pPr>
      <w:r>
        <w:rPr>
          <w:rFonts w:eastAsia="Calibri"/>
          <w:color w:val="FF0000"/>
          <w:sz w:val="24"/>
          <w:szCs w:val="24"/>
          <w:lang w:eastAsia="en-US"/>
        </w:rPr>
        <w:t xml:space="preserve">        </w:t>
      </w:r>
      <w:r w:rsidR="00827C76">
        <w:rPr>
          <w:rFonts w:eastAsia="Calibri"/>
          <w:sz w:val="24"/>
          <w:szCs w:val="24"/>
          <w:lang w:eastAsia="en-US"/>
        </w:rPr>
        <w:t>от 3</w:t>
      </w:r>
      <w:r w:rsidRPr="004555DF">
        <w:rPr>
          <w:rFonts w:eastAsia="Calibri"/>
          <w:sz w:val="24"/>
          <w:szCs w:val="24"/>
          <w:lang w:eastAsia="en-US"/>
        </w:rPr>
        <w:t>0.09</w:t>
      </w:r>
      <w:r w:rsidR="00827C76">
        <w:rPr>
          <w:rFonts w:eastAsia="Calibri"/>
          <w:sz w:val="24"/>
          <w:szCs w:val="24"/>
          <w:lang w:eastAsia="en-US"/>
        </w:rPr>
        <w:t>.2020 № 96</w:t>
      </w:r>
      <w:r w:rsidR="007106C8" w:rsidRPr="004555DF">
        <w:rPr>
          <w:rFonts w:eastAsia="Calibri"/>
          <w:sz w:val="24"/>
          <w:szCs w:val="24"/>
          <w:lang w:eastAsia="en-US"/>
        </w:rPr>
        <w:t>-П</w:t>
      </w:r>
    </w:p>
    <w:p w:rsidR="005C46E5" w:rsidRPr="005C46E5" w:rsidRDefault="005C46E5" w:rsidP="005C46E5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5C46E5" w:rsidRPr="005C46E5" w:rsidRDefault="005C46E5" w:rsidP="005C46E5">
      <w:pPr>
        <w:widowControl w:val="0"/>
        <w:autoSpaceDE w:val="0"/>
        <w:autoSpaceDN w:val="0"/>
        <w:jc w:val="both"/>
        <w:rPr>
          <w:sz w:val="24"/>
          <w:szCs w:val="24"/>
        </w:rPr>
      </w:pPr>
    </w:p>
    <w:p w:rsidR="00853AF8" w:rsidRPr="00EB3712" w:rsidRDefault="00853AF8" w:rsidP="004214F3">
      <w:pPr>
        <w:rPr>
          <w:b/>
          <w:sz w:val="24"/>
        </w:rPr>
      </w:pPr>
    </w:p>
    <w:p w:rsidR="00853AF8" w:rsidRPr="00EB3712" w:rsidRDefault="00853AF8" w:rsidP="004214F3">
      <w:pPr>
        <w:rPr>
          <w:b/>
          <w:sz w:val="24"/>
        </w:rPr>
      </w:pPr>
    </w:p>
    <w:p w:rsidR="00921C17" w:rsidRPr="00921C17" w:rsidRDefault="00594243" w:rsidP="00594243">
      <w:pPr>
        <w:widowControl w:val="0"/>
        <w:autoSpaceDE w:val="0"/>
        <w:autoSpaceDN w:val="0"/>
        <w:jc w:val="center"/>
        <w:rPr>
          <w:b/>
          <w:color w:val="000000"/>
          <w:sz w:val="24"/>
          <w:szCs w:val="24"/>
        </w:rPr>
      </w:pPr>
      <w:r>
        <w:rPr>
          <w:rFonts w:cs="Calibri"/>
          <w:b/>
          <w:color w:val="000000"/>
          <w:sz w:val="24"/>
          <w:szCs w:val="24"/>
        </w:rPr>
        <w:t>Программа</w:t>
      </w:r>
    </w:p>
    <w:p w:rsidR="00921C17" w:rsidRPr="00921C17" w:rsidRDefault="00921C17" w:rsidP="00921C17">
      <w:pPr>
        <w:widowControl w:val="0"/>
        <w:autoSpaceDE w:val="0"/>
        <w:autoSpaceDN w:val="0"/>
        <w:jc w:val="center"/>
        <w:rPr>
          <w:b/>
          <w:color w:val="000000"/>
          <w:sz w:val="24"/>
          <w:szCs w:val="24"/>
        </w:rPr>
      </w:pPr>
      <w:r w:rsidRPr="00921C17">
        <w:rPr>
          <w:b/>
          <w:color w:val="000000"/>
          <w:sz w:val="24"/>
          <w:szCs w:val="24"/>
        </w:rPr>
        <w:t xml:space="preserve"> профилактики нарушений юридическими лицами и индивидуальными предпринимателями обязательных требований при осуществлении муниципального жилищного контроля на 20</w:t>
      </w:r>
      <w:r w:rsidRPr="00921C17">
        <w:rPr>
          <w:rFonts w:cs="Calibri"/>
          <w:b/>
          <w:color w:val="000000"/>
          <w:sz w:val="24"/>
          <w:szCs w:val="24"/>
        </w:rPr>
        <w:t>21</w:t>
      </w:r>
      <w:r w:rsidRPr="00921C17">
        <w:rPr>
          <w:b/>
          <w:color w:val="000000"/>
          <w:sz w:val="24"/>
          <w:szCs w:val="24"/>
        </w:rPr>
        <w:t xml:space="preserve"> год</w:t>
      </w:r>
    </w:p>
    <w:p w:rsidR="00921C17" w:rsidRPr="00921C17" w:rsidRDefault="00921C17" w:rsidP="00921C17">
      <w:pPr>
        <w:widowControl w:val="0"/>
        <w:autoSpaceDE w:val="0"/>
        <w:autoSpaceDN w:val="0"/>
        <w:jc w:val="center"/>
        <w:rPr>
          <w:b/>
          <w:color w:val="000000"/>
          <w:sz w:val="24"/>
          <w:szCs w:val="24"/>
        </w:rPr>
      </w:pPr>
    </w:p>
    <w:p w:rsidR="00921C17" w:rsidRPr="00921C17" w:rsidRDefault="00921C17" w:rsidP="00921C17">
      <w:pPr>
        <w:widowControl w:val="0"/>
        <w:autoSpaceDE w:val="0"/>
        <w:autoSpaceDN w:val="0"/>
        <w:jc w:val="center"/>
        <w:rPr>
          <w:b/>
          <w:color w:val="000000"/>
          <w:sz w:val="24"/>
          <w:szCs w:val="24"/>
        </w:rPr>
      </w:pPr>
    </w:p>
    <w:p w:rsidR="00921C17" w:rsidRPr="00921C17" w:rsidRDefault="00921C17" w:rsidP="00921C17">
      <w:pPr>
        <w:numPr>
          <w:ilvl w:val="0"/>
          <w:numId w:val="28"/>
        </w:numPr>
        <w:spacing w:after="200" w:line="276" w:lineRule="auto"/>
        <w:jc w:val="center"/>
        <w:rPr>
          <w:rFonts w:eastAsia="Calibri"/>
          <w:sz w:val="24"/>
          <w:szCs w:val="24"/>
          <w:lang w:eastAsia="en-US"/>
        </w:rPr>
      </w:pPr>
      <w:r w:rsidRPr="00921C17">
        <w:rPr>
          <w:rFonts w:eastAsia="Calibri"/>
          <w:sz w:val="24"/>
          <w:szCs w:val="24"/>
        </w:rPr>
        <w:t>Аналитическая часть</w:t>
      </w:r>
    </w:p>
    <w:p w:rsidR="00921C17" w:rsidRPr="00921C17" w:rsidRDefault="00921C17" w:rsidP="00921C17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921C17" w:rsidRPr="00921C17" w:rsidRDefault="00921C17" w:rsidP="00921C17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21C17">
        <w:rPr>
          <w:rFonts w:eastAsia="Calibri"/>
          <w:color w:val="000000"/>
          <w:sz w:val="24"/>
          <w:szCs w:val="24"/>
          <w:lang w:eastAsia="en-US"/>
        </w:rPr>
        <w:t>Муниципальную функцию по осуществлению муниципального жилищного контрол</w:t>
      </w:r>
      <w:r w:rsidR="00894A97">
        <w:rPr>
          <w:rFonts w:eastAsia="Calibri"/>
          <w:color w:val="000000"/>
          <w:sz w:val="24"/>
          <w:szCs w:val="24"/>
          <w:lang w:eastAsia="en-US"/>
        </w:rPr>
        <w:t xml:space="preserve">я на территории муниципального </w:t>
      </w:r>
      <w:r w:rsidRPr="00921C17">
        <w:rPr>
          <w:rFonts w:eastAsia="Calibri"/>
          <w:color w:val="000000"/>
          <w:sz w:val="24"/>
          <w:szCs w:val="24"/>
          <w:lang w:eastAsia="en-US"/>
        </w:rPr>
        <w:t xml:space="preserve">образования </w:t>
      </w:r>
      <w:r w:rsidR="00894A97">
        <w:rPr>
          <w:rFonts w:eastAsia="Calibri"/>
          <w:color w:val="000000"/>
          <w:sz w:val="24"/>
          <w:szCs w:val="24"/>
          <w:lang w:eastAsia="en-US"/>
        </w:rPr>
        <w:t>«Поселок Амдерма</w:t>
      </w:r>
      <w:r w:rsidRPr="00921C17">
        <w:rPr>
          <w:rFonts w:eastAsia="Calibri"/>
          <w:color w:val="000000"/>
          <w:sz w:val="24"/>
          <w:szCs w:val="24"/>
          <w:lang w:eastAsia="en-US"/>
        </w:rPr>
        <w:t xml:space="preserve">» Ненецкого автономного округа исполняет Администрация муниципального образования </w:t>
      </w:r>
      <w:r w:rsidR="00894A97">
        <w:rPr>
          <w:rFonts w:eastAsia="Calibri"/>
          <w:color w:val="000000"/>
          <w:sz w:val="24"/>
          <w:szCs w:val="24"/>
          <w:lang w:eastAsia="en-US"/>
        </w:rPr>
        <w:t>«Поселок Амдерма</w:t>
      </w:r>
      <w:r w:rsidRPr="00921C17">
        <w:rPr>
          <w:rFonts w:eastAsia="Calibri"/>
          <w:color w:val="000000"/>
          <w:sz w:val="24"/>
          <w:szCs w:val="24"/>
          <w:lang w:eastAsia="en-US"/>
        </w:rPr>
        <w:t>» Ненецкого автономного округа (далее – Администрация муниципального образования, орган муниципального жилищного контроля).</w:t>
      </w:r>
    </w:p>
    <w:p w:rsidR="00921C17" w:rsidRPr="00921C17" w:rsidRDefault="00921C17" w:rsidP="00921C17">
      <w:pPr>
        <w:ind w:firstLine="567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921C17">
        <w:rPr>
          <w:rFonts w:eastAsia="Calibri"/>
          <w:color w:val="000000"/>
          <w:sz w:val="24"/>
          <w:szCs w:val="24"/>
          <w:lang w:eastAsia="en-US"/>
        </w:rPr>
        <w:t xml:space="preserve">Сроки и последовательность административных процедур (действий) Администрации муниципального образования, порядок взаимодействия между его структурными подразделениями и должностными лицами, а также порядок взаимодействия Администрации муниципального образования с иными органами местного самоуправления, органами государственной власти, организациями, индивидуальными предпринимателями и юридическими лицами при </w:t>
      </w:r>
      <w:r w:rsidRPr="004555DF">
        <w:rPr>
          <w:rFonts w:eastAsia="Calibri"/>
          <w:color w:val="000000"/>
          <w:sz w:val="24"/>
          <w:szCs w:val="24"/>
          <w:lang w:eastAsia="en-US"/>
        </w:rPr>
        <w:t xml:space="preserve">осуществлении муниципального жилищного контроля реализуются в соответствии с  </w:t>
      </w:r>
      <w:r w:rsidRPr="004555DF">
        <w:rPr>
          <w:rFonts w:eastAsia="Calibri"/>
          <w:sz w:val="24"/>
          <w:szCs w:val="24"/>
          <w:lang w:eastAsia="en-US"/>
        </w:rPr>
        <w:t xml:space="preserve">Административным регламентом исполнения муниципальной функции по осуществлению муниципального жилищного контроля на территории муниципального  образования </w:t>
      </w:r>
      <w:r w:rsidR="00894A97" w:rsidRPr="004555DF">
        <w:rPr>
          <w:rFonts w:eastAsia="Calibri"/>
          <w:sz w:val="24"/>
          <w:szCs w:val="24"/>
          <w:lang w:eastAsia="en-US"/>
        </w:rPr>
        <w:t>«Поселок Амдерма</w:t>
      </w:r>
      <w:r w:rsidRPr="004555DF">
        <w:rPr>
          <w:rFonts w:eastAsia="Calibri"/>
          <w:sz w:val="24"/>
          <w:szCs w:val="24"/>
          <w:lang w:eastAsia="en-US"/>
        </w:rPr>
        <w:t xml:space="preserve">» Ненецкого автономного округа, утвержденным постановлением Администрации муниципального образования </w:t>
      </w:r>
      <w:r w:rsidR="00894A97" w:rsidRPr="004555DF">
        <w:rPr>
          <w:rFonts w:eastAsia="Calibri"/>
          <w:sz w:val="24"/>
          <w:szCs w:val="24"/>
          <w:lang w:eastAsia="en-US"/>
        </w:rPr>
        <w:t>«Поселок Амдерма</w:t>
      </w:r>
      <w:r w:rsidRPr="004555DF">
        <w:rPr>
          <w:rFonts w:eastAsia="Calibri"/>
          <w:sz w:val="24"/>
          <w:szCs w:val="24"/>
          <w:lang w:eastAsia="en-US"/>
        </w:rPr>
        <w:t xml:space="preserve">» Ненецкого автономного округа </w:t>
      </w:r>
      <w:r w:rsidR="004555DF" w:rsidRPr="004555DF">
        <w:rPr>
          <w:rFonts w:eastAsia="Calibri"/>
          <w:sz w:val="24"/>
          <w:szCs w:val="24"/>
          <w:lang w:eastAsia="en-US"/>
        </w:rPr>
        <w:t>от 14.11</w:t>
      </w:r>
      <w:r w:rsidRPr="004555DF">
        <w:rPr>
          <w:rFonts w:eastAsia="Calibri"/>
          <w:sz w:val="24"/>
          <w:szCs w:val="24"/>
          <w:lang w:eastAsia="en-US"/>
        </w:rPr>
        <w:t xml:space="preserve">.2013 № </w:t>
      </w:r>
      <w:r w:rsidR="004555DF" w:rsidRPr="004555DF">
        <w:rPr>
          <w:rFonts w:eastAsia="Calibri"/>
          <w:sz w:val="24"/>
          <w:szCs w:val="24"/>
          <w:lang w:eastAsia="en-US"/>
        </w:rPr>
        <w:t>121</w:t>
      </w:r>
      <w:r w:rsidR="004555DF">
        <w:rPr>
          <w:rFonts w:eastAsia="Calibri"/>
          <w:sz w:val="24"/>
          <w:szCs w:val="24"/>
          <w:lang w:eastAsia="en-US"/>
        </w:rPr>
        <w:t>-П</w:t>
      </w:r>
      <w:r w:rsidRPr="004555DF">
        <w:rPr>
          <w:rFonts w:eastAsia="Calibri"/>
          <w:sz w:val="24"/>
          <w:szCs w:val="24"/>
          <w:lang w:eastAsia="en-US"/>
        </w:rPr>
        <w:t xml:space="preserve"> (далее</w:t>
      </w:r>
      <w:r w:rsidRPr="00921C17">
        <w:rPr>
          <w:rFonts w:eastAsia="Calibri"/>
          <w:sz w:val="24"/>
          <w:szCs w:val="24"/>
          <w:lang w:eastAsia="en-US"/>
        </w:rPr>
        <w:t xml:space="preserve"> - Административный регламент исполнения муниципальной функции по осуществлению муниципального жилищного контроля на территории МО </w:t>
      </w:r>
      <w:r w:rsidR="00894A97">
        <w:rPr>
          <w:rFonts w:eastAsia="Calibri"/>
          <w:sz w:val="24"/>
          <w:szCs w:val="24"/>
          <w:lang w:eastAsia="en-US"/>
        </w:rPr>
        <w:t>«Поселок Амдерма</w:t>
      </w:r>
      <w:r w:rsidRPr="00921C17">
        <w:rPr>
          <w:rFonts w:eastAsia="Calibri"/>
          <w:sz w:val="24"/>
          <w:szCs w:val="24"/>
          <w:lang w:eastAsia="en-US"/>
        </w:rPr>
        <w:t>» НАО).</w:t>
      </w:r>
    </w:p>
    <w:p w:rsidR="00921C17" w:rsidRPr="00921C17" w:rsidRDefault="00921C17" w:rsidP="00921C17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21C17">
        <w:rPr>
          <w:rFonts w:eastAsia="Calibri"/>
          <w:sz w:val="24"/>
          <w:szCs w:val="24"/>
          <w:lang w:eastAsia="en-US"/>
        </w:rPr>
        <w:t xml:space="preserve">Муниципальный жилищный контроль осуществляется муниципальными жилищными инспекторами путем проведения плановых и внеплановых проверок юридических лиц и индивидуальных предпринимателей, осуществляющих эксплуатацию многоквартирных домов, с учетом соблюдения требований, установленных Федеральным </w:t>
      </w:r>
      <w:hyperlink r:id="rId6" w:history="1">
        <w:r w:rsidRPr="00921C17">
          <w:rPr>
            <w:rFonts w:eastAsia="Calibri"/>
            <w:sz w:val="24"/>
            <w:szCs w:val="24"/>
            <w:lang w:eastAsia="en-US"/>
          </w:rPr>
          <w:t>законом</w:t>
        </w:r>
      </w:hyperlink>
      <w:r w:rsidRPr="00921C17">
        <w:rPr>
          <w:rFonts w:eastAsia="Calibri"/>
          <w:sz w:val="24"/>
          <w:szCs w:val="24"/>
          <w:lang w:eastAsia="en-US"/>
        </w:rPr>
        <w:t xml:space="preserve"> Российской Федерации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921C17" w:rsidRPr="00401DE1" w:rsidRDefault="00921C17" w:rsidP="00921C17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921C17">
        <w:rPr>
          <w:rFonts w:eastAsia="Calibri"/>
          <w:sz w:val="24"/>
          <w:szCs w:val="24"/>
        </w:rPr>
        <w:t>По состоянию на 1 января 2020 года количество подконт</w:t>
      </w:r>
      <w:r w:rsidR="00401DE1">
        <w:rPr>
          <w:rFonts w:eastAsia="Calibri"/>
          <w:sz w:val="24"/>
          <w:szCs w:val="24"/>
        </w:rPr>
        <w:t xml:space="preserve">рольных субъектов </w:t>
      </w:r>
      <w:r w:rsidR="00401DE1" w:rsidRPr="00401DE1">
        <w:rPr>
          <w:rFonts w:eastAsia="Calibri"/>
          <w:sz w:val="24"/>
          <w:szCs w:val="24"/>
        </w:rPr>
        <w:t xml:space="preserve">составляет </w:t>
      </w:r>
      <w:r w:rsidR="00401DE1" w:rsidRPr="00401DE1">
        <w:rPr>
          <w:rFonts w:eastAsia="Calibri"/>
          <w:sz w:val="24"/>
          <w:szCs w:val="24"/>
          <w:u w:val="single"/>
        </w:rPr>
        <w:t xml:space="preserve">    </w:t>
      </w:r>
      <w:r w:rsidRPr="00401DE1">
        <w:rPr>
          <w:rFonts w:eastAsia="Calibri"/>
          <w:sz w:val="24"/>
          <w:szCs w:val="24"/>
        </w:rPr>
        <w:t xml:space="preserve"> </w:t>
      </w:r>
      <w:r w:rsidRPr="00401DE1">
        <w:rPr>
          <w:rFonts w:eastAsia="Calibri"/>
          <w:sz w:val="24"/>
          <w:szCs w:val="24"/>
          <w:lang w:eastAsia="en-US"/>
        </w:rPr>
        <w:t xml:space="preserve">из них: </w:t>
      </w:r>
    </w:p>
    <w:p w:rsidR="00921C17" w:rsidRPr="00401DE1" w:rsidRDefault="00401DE1" w:rsidP="00401DE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401DE1">
        <w:rPr>
          <w:rFonts w:eastAsia="Calibri"/>
          <w:sz w:val="24"/>
          <w:szCs w:val="24"/>
          <w:u w:val="single"/>
          <w:lang w:eastAsia="en-US"/>
        </w:rPr>
        <w:t xml:space="preserve">      </w:t>
      </w:r>
      <w:r w:rsidR="00921C17" w:rsidRPr="00401DE1">
        <w:rPr>
          <w:rFonts w:eastAsia="Calibri"/>
          <w:sz w:val="24"/>
          <w:szCs w:val="24"/>
          <w:lang w:eastAsia="en-US"/>
        </w:rPr>
        <w:t xml:space="preserve"> организаций, осуществляющих деятельность по управлению многоквартирными домами;</w:t>
      </w:r>
    </w:p>
    <w:p w:rsidR="00921C17" w:rsidRPr="00401DE1" w:rsidRDefault="00401DE1" w:rsidP="00401DE1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401DE1">
        <w:rPr>
          <w:rFonts w:eastAsia="Calibri"/>
          <w:sz w:val="24"/>
          <w:szCs w:val="24"/>
          <w:lang w:eastAsia="en-US"/>
        </w:rPr>
        <w:t xml:space="preserve"> </w:t>
      </w:r>
      <w:r w:rsidRPr="00401DE1">
        <w:rPr>
          <w:rFonts w:eastAsia="Calibri"/>
          <w:sz w:val="24"/>
          <w:szCs w:val="24"/>
          <w:u w:val="single"/>
          <w:lang w:eastAsia="en-US"/>
        </w:rPr>
        <w:t xml:space="preserve">       </w:t>
      </w:r>
      <w:r w:rsidR="00921C17" w:rsidRPr="00401DE1">
        <w:rPr>
          <w:rFonts w:eastAsia="Calibri"/>
          <w:sz w:val="24"/>
          <w:szCs w:val="24"/>
          <w:lang w:eastAsia="en-US"/>
        </w:rPr>
        <w:t>товариществ собственников жилья.</w:t>
      </w:r>
    </w:p>
    <w:p w:rsidR="00921C17" w:rsidRDefault="00921C17" w:rsidP="00921C17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401DE1">
        <w:rPr>
          <w:rFonts w:eastAsia="Calibri"/>
          <w:sz w:val="24"/>
          <w:szCs w:val="24"/>
          <w:lang w:eastAsia="en-US"/>
        </w:rPr>
        <w:t xml:space="preserve">Статистические данные по осуществлению муниципального жилищного контроля </w:t>
      </w:r>
      <w:r w:rsidRPr="00921C17">
        <w:rPr>
          <w:rFonts w:eastAsia="Calibri"/>
          <w:sz w:val="24"/>
          <w:szCs w:val="24"/>
          <w:lang w:eastAsia="en-US"/>
        </w:rPr>
        <w:t xml:space="preserve">на территории муниципального образования </w:t>
      </w:r>
      <w:r w:rsidR="00894A97">
        <w:rPr>
          <w:rFonts w:eastAsia="Calibri"/>
          <w:sz w:val="24"/>
          <w:szCs w:val="24"/>
          <w:lang w:eastAsia="en-US"/>
        </w:rPr>
        <w:t>«Поселок Амдерма</w:t>
      </w:r>
      <w:r w:rsidRPr="00921C17">
        <w:rPr>
          <w:rFonts w:eastAsia="Calibri"/>
          <w:sz w:val="24"/>
          <w:szCs w:val="24"/>
          <w:lang w:eastAsia="en-US"/>
        </w:rPr>
        <w:t>» Ненецкого автономного округа представлены в таблице.</w:t>
      </w:r>
    </w:p>
    <w:p w:rsidR="00E07FE1" w:rsidRPr="00921C17" w:rsidRDefault="00E07FE1" w:rsidP="00921C17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bookmarkStart w:id="0" w:name="_GoBack"/>
      <w:bookmarkEnd w:id="0"/>
    </w:p>
    <w:p w:rsidR="00921C17" w:rsidRPr="00921C17" w:rsidRDefault="00921C17" w:rsidP="00921C17">
      <w:pPr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288"/>
        <w:gridCol w:w="1474"/>
        <w:gridCol w:w="1417"/>
        <w:gridCol w:w="1304"/>
        <w:gridCol w:w="2218"/>
      </w:tblGrid>
      <w:tr w:rsidR="00921C17" w:rsidRPr="00921C17" w:rsidTr="00946BDC">
        <w:tc>
          <w:tcPr>
            <w:tcW w:w="3288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lastRenderedPageBreak/>
              <w:t>Наименование показателя</w:t>
            </w:r>
          </w:p>
        </w:tc>
        <w:tc>
          <w:tcPr>
            <w:tcW w:w="1474" w:type="dxa"/>
          </w:tcPr>
          <w:p w:rsidR="00921C17" w:rsidRPr="00921C17" w:rsidRDefault="00921C17" w:rsidP="00894A9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417" w:type="dxa"/>
          </w:tcPr>
          <w:p w:rsidR="00921C17" w:rsidRPr="00921C17" w:rsidRDefault="00921C17" w:rsidP="00894A9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1304" w:type="dxa"/>
          </w:tcPr>
          <w:p w:rsidR="00921C17" w:rsidRPr="00921C17" w:rsidRDefault="00921C17" w:rsidP="00894A9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2218" w:type="dxa"/>
          </w:tcPr>
          <w:p w:rsidR="00921C17" w:rsidRPr="00921C17" w:rsidRDefault="00921C17" w:rsidP="00894A9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2019 год</w:t>
            </w:r>
          </w:p>
        </w:tc>
      </w:tr>
      <w:tr w:rsidR="00921C17" w:rsidRPr="00921C17" w:rsidTr="00946BDC">
        <w:tc>
          <w:tcPr>
            <w:tcW w:w="3288" w:type="dxa"/>
          </w:tcPr>
          <w:p w:rsidR="00921C17" w:rsidRPr="00921C17" w:rsidRDefault="00921C17" w:rsidP="00401DE1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Количество проведенных проверок</w:t>
            </w:r>
          </w:p>
        </w:tc>
        <w:tc>
          <w:tcPr>
            <w:tcW w:w="1474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417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18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921C17" w:rsidRPr="00921C17" w:rsidTr="00946BDC">
        <w:tc>
          <w:tcPr>
            <w:tcW w:w="3288" w:type="dxa"/>
          </w:tcPr>
          <w:p w:rsidR="00921C17" w:rsidRPr="00921C17" w:rsidRDefault="00921C17" w:rsidP="00401DE1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Количество выявленных правонарушений</w:t>
            </w:r>
          </w:p>
        </w:tc>
        <w:tc>
          <w:tcPr>
            <w:tcW w:w="1474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417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18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921C17" w:rsidRPr="00921C17" w:rsidTr="00946BDC">
        <w:tc>
          <w:tcPr>
            <w:tcW w:w="3288" w:type="dxa"/>
          </w:tcPr>
          <w:p w:rsidR="00921C17" w:rsidRPr="00921C17" w:rsidRDefault="00921C17" w:rsidP="00401DE1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Количество субъектов, допустивших нарушение обязательных требований</w:t>
            </w:r>
          </w:p>
        </w:tc>
        <w:tc>
          <w:tcPr>
            <w:tcW w:w="1474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417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18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921C17" w:rsidRPr="00921C17" w:rsidTr="00946BDC">
        <w:tc>
          <w:tcPr>
            <w:tcW w:w="3288" w:type="dxa"/>
          </w:tcPr>
          <w:p w:rsidR="00921C17" w:rsidRPr="00921C17" w:rsidRDefault="00921C17" w:rsidP="00401DE1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Количество возбужденных дел об административных правонарушениях</w:t>
            </w:r>
          </w:p>
        </w:tc>
        <w:tc>
          <w:tcPr>
            <w:tcW w:w="1474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417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18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921C17" w:rsidRPr="00921C17" w:rsidRDefault="00921C17" w:rsidP="00921C17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921C17" w:rsidRPr="00921C17" w:rsidRDefault="00921C17" w:rsidP="00921C17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921C17">
        <w:rPr>
          <w:rFonts w:eastAsia="Calibri"/>
          <w:sz w:val="24"/>
          <w:szCs w:val="24"/>
        </w:rPr>
        <w:t>Случаи причинения юридическими лицами и индивидуальными предпринимателями, в отношении которых осуществлялись мероприятия по муниципальному жилищному контролю, вреда жизни и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имуществу физических и юридических лиц, безопасности государства не выявлялись.</w:t>
      </w:r>
    </w:p>
    <w:p w:rsidR="00921C17" w:rsidRPr="00921C17" w:rsidRDefault="00921C17" w:rsidP="00921C17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</w:p>
    <w:p w:rsidR="00921C17" w:rsidRPr="00921C17" w:rsidRDefault="00921C17" w:rsidP="00921C17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921C17">
        <w:rPr>
          <w:rFonts w:eastAsia="Calibri"/>
          <w:sz w:val="24"/>
          <w:szCs w:val="24"/>
        </w:rPr>
        <w:t>Случаев проведения органом муниципального жилищного контроля плановых проверок, результаты которых были признаны недействительными, а также проверок, проведенных с нарушением требований законодательства Российской Федерации, по результатам, выявления которых к должностным лицам муниципального жилищного контроля применены меры дисциплинарного и административного наказания, не отмечено.</w:t>
      </w:r>
    </w:p>
    <w:p w:rsidR="00921C17" w:rsidRPr="00921C17" w:rsidRDefault="00921C17" w:rsidP="00921C17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921C17" w:rsidRPr="00921C17" w:rsidRDefault="00921C17" w:rsidP="00921C17">
      <w:pPr>
        <w:ind w:firstLine="567"/>
        <w:jc w:val="center"/>
        <w:rPr>
          <w:rFonts w:eastAsia="Calibri"/>
          <w:sz w:val="24"/>
          <w:szCs w:val="24"/>
          <w:lang w:eastAsia="en-US"/>
        </w:rPr>
      </w:pPr>
      <w:r w:rsidRPr="00921C17">
        <w:rPr>
          <w:rFonts w:eastAsia="Calibri"/>
          <w:sz w:val="24"/>
          <w:szCs w:val="24"/>
          <w:lang w:eastAsia="en-US"/>
        </w:rPr>
        <w:t>2. Основные цели и задачи профилактической работы</w:t>
      </w:r>
    </w:p>
    <w:p w:rsidR="00921C17" w:rsidRPr="00921C17" w:rsidRDefault="00921C17" w:rsidP="00921C17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921C17" w:rsidRPr="00921C17" w:rsidRDefault="00921C17" w:rsidP="00921C17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21C17">
        <w:rPr>
          <w:rFonts w:eastAsia="Calibri"/>
          <w:sz w:val="24"/>
          <w:szCs w:val="24"/>
          <w:lang w:eastAsia="en-US"/>
        </w:rPr>
        <w:t>2.1. Целями проведения профилактических мероприятий являются:</w:t>
      </w:r>
    </w:p>
    <w:p w:rsidR="00921C17" w:rsidRPr="00921C17" w:rsidRDefault="00921C17" w:rsidP="00921C17">
      <w:pPr>
        <w:ind w:firstLine="709"/>
        <w:jc w:val="both"/>
        <w:rPr>
          <w:rFonts w:eastAsia="Calibri"/>
          <w:sz w:val="24"/>
          <w:szCs w:val="24"/>
        </w:rPr>
      </w:pPr>
      <w:r w:rsidRPr="00921C17">
        <w:rPr>
          <w:rFonts w:eastAsia="Calibri"/>
          <w:sz w:val="24"/>
          <w:szCs w:val="24"/>
        </w:rPr>
        <w:t>- повышение прозрачности деятельности Администрации муниципального образования при осуществлении муниципального жилищного контроля;</w:t>
      </w:r>
    </w:p>
    <w:p w:rsidR="00921C17" w:rsidRPr="00921C17" w:rsidRDefault="00921C17" w:rsidP="00921C17">
      <w:pPr>
        <w:ind w:firstLine="709"/>
        <w:jc w:val="both"/>
        <w:rPr>
          <w:rFonts w:eastAsia="Calibri"/>
          <w:sz w:val="24"/>
          <w:szCs w:val="24"/>
        </w:rPr>
      </w:pPr>
      <w:r w:rsidRPr="00921C17">
        <w:rPr>
          <w:rFonts w:eastAsia="Calibri"/>
          <w:sz w:val="24"/>
          <w:szCs w:val="24"/>
        </w:rPr>
        <w:t>- предупреждение нарушения, подконтрольными субъектами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921C17" w:rsidRPr="00921C17" w:rsidRDefault="00921C17" w:rsidP="00921C17">
      <w:pPr>
        <w:ind w:firstLine="709"/>
        <w:jc w:val="both"/>
        <w:rPr>
          <w:rFonts w:eastAsia="Calibri"/>
          <w:sz w:val="24"/>
          <w:szCs w:val="24"/>
        </w:rPr>
      </w:pPr>
      <w:r w:rsidRPr="00921C17">
        <w:rPr>
          <w:rFonts w:eastAsia="Calibri"/>
          <w:sz w:val="24"/>
          <w:szCs w:val="24"/>
        </w:rPr>
        <w:t>- мотивация к добросовестному поведению и, как следствие, снижение уровня ущерба охраняемым законом ценностям;</w:t>
      </w:r>
    </w:p>
    <w:p w:rsidR="00921C17" w:rsidRPr="00921C17" w:rsidRDefault="00921C17" w:rsidP="00921C17">
      <w:pPr>
        <w:ind w:firstLine="709"/>
        <w:jc w:val="both"/>
        <w:rPr>
          <w:rFonts w:eastAsia="Calibri"/>
          <w:sz w:val="24"/>
          <w:szCs w:val="24"/>
        </w:rPr>
      </w:pPr>
      <w:r w:rsidRPr="00921C17">
        <w:rPr>
          <w:rFonts w:eastAsia="Calibri"/>
          <w:sz w:val="24"/>
          <w:szCs w:val="24"/>
        </w:rPr>
        <w:t>- разъяснение подконтрольным субъектам обязательных требований.</w:t>
      </w:r>
    </w:p>
    <w:p w:rsidR="00921C17" w:rsidRPr="00921C17" w:rsidRDefault="00921C17" w:rsidP="00921C17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21C17">
        <w:rPr>
          <w:rFonts w:eastAsia="Calibri"/>
          <w:sz w:val="24"/>
          <w:szCs w:val="24"/>
          <w:lang w:eastAsia="en-US"/>
        </w:rPr>
        <w:t>2.2. Задачами Программы являются:</w:t>
      </w:r>
    </w:p>
    <w:p w:rsidR="00921C17" w:rsidRPr="00921C17" w:rsidRDefault="00921C17" w:rsidP="00921C17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21C17">
        <w:rPr>
          <w:rFonts w:eastAsia="Calibri"/>
          <w:sz w:val="24"/>
          <w:szCs w:val="24"/>
          <w:lang w:eastAsia="en-US"/>
        </w:rPr>
        <w:t>- выявление и устранение причин, факторов и условий, способствующих возможному нарушению обязательных требований;</w:t>
      </w:r>
    </w:p>
    <w:p w:rsidR="00921C17" w:rsidRPr="00921C17" w:rsidRDefault="00921C17" w:rsidP="00921C17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21C17">
        <w:rPr>
          <w:rFonts w:eastAsia="Calibri"/>
          <w:sz w:val="24"/>
          <w:szCs w:val="24"/>
          <w:lang w:eastAsia="en-US"/>
        </w:rPr>
        <w:t>- оценка состояния подконтрольной сферы и особенностей подконтрольных субъектов, установление зависимости видов, форм и интенсивности профилактических мероприятий с учетом данных факторов;</w:t>
      </w:r>
    </w:p>
    <w:p w:rsidR="00921C17" w:rsidRPr="00921C17" w:rsidRDefault="00921C17" w:rsidP="00921C17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921C17">
        <w:rPr>
          <w:rFonts w:eastAsia="Calibri"/>
          <w:sz w:val="24"/>
          <w:szCs w:val="24"/>
          <w:lang w:eastAsia="en-US"/>
        </w:rPr>
        <w:t>- формирование единого понимания обязательных требований в регулируемых сферах у всех участников контрольно-надзорной деятельности.</w:t>
      </w:r>
    </w:p>
    <w:p w:rsidR="00921C17" w:rsidRPr="00921C17" w:rsidRDefault="00921C17" w:rsidP="00921C17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921C17" w:rsidRPr="00921C17" w:rsidRDefault="00921C17" w:rsidP="00921C17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921C17" w:rsidRPr="00921C17" w:rsidRDefault="00921C17" w:rsidP="00921C17">
      <w:pPr>
        <w:numPr>
          <w:ilvl w:val="0"/>
          <w:numId w:val="29"/>
        </w:numPr>
        <w:spacing w:after="200" w:line="276" w:lineRule="auto"/>
        <w:jc w:val="center"/>
        <w:rPr>
          <w:rFonts w:eastAsia="Calibri"/>
          <w:color w:val="000000"/>
          <w:sz w:val="24"/>
          <w:szCs w:val="24"/>
        </w:rPr>
      </w:pPr>
      <w:r w:rsidRPr="00921C17">
        <w:rPr>
          <w:rFonts w:eastAsia="Calibri"/>
          <w:color w:val="000000"/>
          <w:sz w:val="24"/>
          <w:szCs w:val="24"/>
        </w:rPr>
        <w:t>Описание видов и типов поднадзорных субъектов (объектов)</w:t>
      </w:r>
    </w:p>
    <w:p w:rsidR="00921C17" w:rsidRPr="00921C17" w:rsidRDefault="00921C17" w:rsidP="00921C17">
      <w:pPr>
        <w:ind w:firstLine="567"/>
        <w:jc w:val="both"/>
        <w:rPr>
          <w:rFonts w:eastAsia="Calibri"/>
          <w:color w:val="000000"/>
          <w:sz w:val="24"/>
          <w:szCs w:val="24"/>
        </w:rPr>
      </w:pPr>
    </w:p>
    <w:p w:rsidR="00921C17" w:rsidRPr="00921C17" w:rsidRDefault="00921C17" w:rsidP="00921C17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 w:rsidRPr="00921C17">
        <w:rPr>
          <w:rFonts w:eastAsia="Calibri"/>
          <w:color w:val="000000"/>
          <w:sz w:val="24"/>
          <w:szCs w:val="24"/>
        </w:rPr>
        <w:t xml:space="preserve">В соответствии с </w:t>
      </w:r>
      <w:r w:rsidRPr="00921C17">
        <w:rPr>
          <w:rFonts w:eastAsia="Calibri"/>
          <w:sz w:val="24"/>
          <w:szCs w:val="24"/>
          <w:lang w:eastAsia="en-US"/>
        </w:rPr>
        <w:t>Административным регламентом исполнения муниципальной функции по осуществлению муниципального жилищного контроля на территории МО «</w:t>
      </w:r>
      <w:r w:rsidR="006F0CED">
        <w:rPr>
          <w:rFonts w:eastAsia="Calibri"/>
          <w:sz w:val="24"/>
          <w:szCs w:val="24"/>
          <w:lang w:eastAsia="en-US"/>
        </w:rPr>
        <w:t>Поселок Амдерма</w:t>
      </w:r>
      <w:r w:rsidRPr="00921C17">
        <w:rPr>
          <w:rFonts w:eastAsia="Calibri"/>
          <w:sz w:val="24"/>
          <w:szCs w:val="24"/>
          <w:lang w:eastAsia="en-US"/>
        </w:rPr>
        <w:t>» НАО</w:t>
      </w:r>
      <w:r w:rsidRPr="00921C17">
        <w:rPr>
          <w:rFonts w:eastAsia="Calibri"/>
          <w:color w:val="000000"/>
          <w:sz w:val="24"/>
          <w:szCs w:val="24"/>
        </w:rPr>
        <w:t xml:space="preserve">, предметом муниципального жилищного контроля </w:t>
      </w:r>
      <w:r w:rsidRPr="00921C17">
        <w:rPr>
          <w:rFonts w:eastAsia="Calibri"/>
          <w:sz w:val="24"/>
          <w:szCs w:val="24"/>
          <w:lang w:eastAsia="en-US"/>
        </w:rPr>
        <w:t>является организация и проведение на территории муниципальног</w:t>
      </w:r>
      <w:r w:rsidR="006F0CED">
        <w:rPr>
          <w:rFonts w:eastAsia="Calibri"/>
          <w:sz w:val="24"/>
          <w:szCs w:val="24"/>
          <w:lang w:eastAsia="en-US"/>
        </w:rPr>
        <w:t>о образования «Поселок Амдерма</w:t>
      </w:r>
      <w:r w:rsidRPr="00921C17">
        <w:rPr>
          <w:rFonts w:eastAsia="Calibri"/>
          <w:sz w:val="24"/>
          <w:szCs w:val="24"/>
          <w:lang w:eastAsia="en-US"/>
        </w:rPr>
        <w:t xml:space="preserve">» Ненецкого автономного округа проверок соблюдения юридическими лицами, индивидуальными предпринимателями и гражданами обязательных требований, установленных в отношении муниципального жилищного фонда федеральными законами и законами Ненецкого автономного округа в области жилищных отношений, а также муниципальными правовыми актами </w:t>
      </w:r>
      <w:r w:rsidRPr="00921C17">
        <w:rPr>
          <w:rFonts w:eastAsia="Calibri"/>
          <w:sz w:val="24"/>
          <w:szCs w:val="24"/>
        </w:rPr>
        <w:t>в том числе:</w:t>
      </w:r>
    </w:p>
    <w:p w:rsidR="00921C17" w:rsidRPr="00921C17" w:rsidRDefault="00921C17" w:rsidP="00921C17">
      <w:pPr>
        <w:ind w:firstLine="567"/>
        <w:jc w:val="both"/>
        <w:rPr>
          <w:rFonts w:eastAsia="Calibri"/>
          <w:color w:val="000000"/>
          <w:sz w:val="24"/>
          <w:szCs w:val="24"/>
        </w:rPr>
      </w:pPr>
      <w:r w:rsidRPr="00921C17">
        <w:rPr>
          <w:rFonts w:eastAsia="Calibri"/>
          <w:color w:val="000000"/>
          <w:sz w:val="24"/>
          <w:szCs w:val="24"/>
        </w:rPr>
        <w:t xml:space="preserve">- требований к использованию жилых помещений в пределах, установленных Жилищным </w:t>
      </w:r>
      <w:hyperlink r:id="rId7" w:history="1">
        <w:r w:rsidRPr="00921C17">
          <w:rPr>
            <w:rFonts w:eastAsia="Calibri"/>
            <w:color w:val="000000"/>
            <w:sz w:val="24"/>
            <w:szCs w:val="24"/>
          </w:rPr>
          <w:t>кодексом</w:t>
        </w:r>
      </w:hyperlink>
      <w:r w:rsidRPr="00921C17">
        <w:rPr>
          <w:rFonts w:eastAsia="Calibri"/>
          <w:color w:val="000000"/>
          <w:sz w:val="24"/>
          <w:szCs w:val="24"/>
        </w:rPr>
        <w:t xml:space="preserve"> Российской Федерации;</w:t>
      </w:r>
    </w:p>
    <w:p w:rsidR="00921C17" w:rsidRPr="00921C17" w:rsidRDefault="00921C17" w:rsidP="00921C17">
      <w:pPr>
        <w:ind w:firstLine="567"/>
        <w:jc w:val="both"/>
        <w:rPr>
          <w:rFonts w:eastAsia="Calibri"/>
          <w:color w:val="000000"/>
          <w:sz w:val="24"/>
          <w:szCs w:val="24"/>
        </w:rPr>
      </w:pPr>
      <w:r w:rsidRPr="00921C17">
        <w:rPr>
          <w:rFonts w:eastAsia="Calibri"/>
          <w:color w:val="000000"/>
          <w:sz w:val="24"/>
          <w:szCs w:val="24"/>
        </w:rPr>
        <w:t>- требований к пользованию жилым помещением с учетом соблюдения прав и законных интересов проживающих в жилом помещении граждан, соседей;</w:t>
      </w:r>
    </w:p>
    <w:p w:rsidR="00921C17" w:rsidRPr="00921C17" w:rsidRDefault="00921C17" w:rsidP="00921C17">
      <w:pPr>
        <w:ind w:firstLine="567"/>
        <w:jc w:val="both"/>
        <w:rPr>
          <w:rFonts w:eastAsia="Calibri"/>
          <w:color w:val="000000"/>
          <w:sz w:val="24"/>
          <w:szCs w:val="24"/>
        </w:rPr>
      </w:pPr>
      <w:r w:rsidRPr="00921C17">
        <w:rPr>
          <w:rFonts w:eastAsia="Calibri"/>
          <w:color w:val="000000"/>
          <w:sz w:val="24"/>
          <w:szCs w:val="24"/>
        </w:rPr>
        <w:t>- требований к обеспечению сохранности жилого помещения, недопущению выполнения в жилом помещении работ или совершения других действий, приводящих к его порче;</w:t>
      </w:r>
    </w:p>
    <w:p w:rsidR="00921C17" w:rsidRPr="00921C17" w:rsidRDefault="00921C17" w:rsidP="00921C17">
      <w:pPr>
        <w:ind w:firstLine="567"/>
        <w:jc w:val="both"/>
        <w:rPr>
          <w:rFonts w:eastAsia="Calibri"/>
          <w:color w:val="000000"/>
          <w:sz w:val="24"/>
          <w:szCs w:val="24"/>
        </w:rPr>
      </w:pPr>
      <w:r w:rsidRPr="00921C17">
        <w:rPr>
          <w:rFonts w:eastAsia="Calibri"/>
          <w:color w:val="000000"/>
          <w:sz w:val="24"/>
          <w:szCs w:val="24"/>
        </w:rPr>
        <w:t>- требований к поддержанию надлежащего состояния жилого помещения, соблюдению чистоты и порядка в жилом помещении;</w:t>
      </w:r>
    </w:p>
    <w:p w:rsidR="00921C17" w:rsidRPr="00921C17" w:rsidRDefault="00921C17" w:rsidP="00921C17">
      <w:pPr>
        <w:ind w:firstLine="567"/>
        <w:jc w:val="both"/>
        <w:rPr>
          <w:rFonts w:eastAsia="Calibri"/>
          <w:color w:val="000000"/>
          <w:sz w:val="24"/>
          <w:szCs w:val="24"/>
        </w:rPr>
      </w:pPr>
      <w:r w:rsidRPr="00921C17">
        <w:rPr>
          <w:rFonts w:eastAsia="Calibri"/>
          <w:color w:val="000000"/>
          <w:sz w:val="24"/>
          <w:szCs w:val="24"/>
        </w:rPr>
        <w:t>- требований к своевременному внесению платы за жилое помещение и коммунальные услуги;</w:t>
      </w:r>
    </w:p>
    <w:p w:rsidR="00921C17" w:rsidRPr="00921C17" w:rsidRDefault="00921C17" w:rsidP="00921C17">
      <w:pPr>
        <w:ind w:firstLine="567"/>
        <w:jc w:val="both"/>
        <w:rPr>
          <w:rFonts w:eastAsia="Calibri"/>
          <w:color w:val="000000"/>
          <w:sz w:val="24"/>
          <w:szCs w:val="24"/>
        </w:rPr>
      </w:pPr>
      <w:r w:rsidRPr="00921C17">
        <w:rPr>
          <w:rFonts w:eastAsia="Calibri"/>
          <w:color w:val="000000"/>
          <w:sz w:val="24"/>
          <w:szCs w:val="24"/>
        </w:rPr>
        <w:t>- требований к проведению переустройства и (или) перепланировки жилого помещения с соблюдением установленного законом порядка;</w:t>
      </w:r>
    </w:p>
    <w:p w:rsidR="00921C17" w:rsidRPr="00921C17" w:rsidRDefault="00921C17" w:rsidP="00921C17">
      <w:pPr>
        <w:ind w:firstLine="567"/>
        <w:jc w:val="both"/>
        <w:rPr>
          <w:rFonts w:eastAsia="Calibri"/>
          <w:color w:val="000000"/>
          <w:sz w:val="24"/>
          <w:szCs w:val="24"/>
        </w:rPr>
      </w:pPr>
      <w:r w:rsidRPr="00921C17">
        <w:rPr>
          <w:rFonts w:eastAsia="Calibri"/>
          <w:color w:val="000000"/>
          <w:sz w:val="24"/>
          <w:szCs w:val="24"/>
        </w:rPr>
        <w:t>- контроль за выполнением предписаний, выданных должностными лицами органа муниципального жилищного контроля в пределах компетенции, по вопросам соблюдения требований жилищного законодательства и устранения нарушений в области жилищных отношений;</w:t>
      </w:r>
    </w:p>
    <w:p w:rsidR="00921C17" w:rsidRPr="00921C17" w:rsidRDefault="00921C17" w:rsidP="00921C17">
      <w:pPr>
        <w:ind w:firstLine="567"/>
        <w:jc w:val="both"/>
        <w:rPr>
          <w:rFonts w:eastAsia="Calibri"/>
          <w:color w:val="000000"/>
          <w:sz w:val="24"/>
          <w:szCs w:val="24"/>
        </w:rPr>
      </w:pPr>
      <w:r w:rsidRPr="00921C17">
        <w:rPr>
          <w:rFonts w:eastAsia="Calibri"/>
          <w:color w:val="000000"/>
          <w:sz w:val="24"/>
          <w:szCs w:val="24"/>
        </w:rPr>
        <w:t>- выполнение иных требований жилищного законодательства по вопросам использования и сохранности жилищного фонда.</w:t>
      </w:r>
    </w:p>
    <w:p w:rsidR="00921C17" w:rsidRPr="00921C17" w:rsidRDefault="00921C17" w:rsidP="00921C17">
      <w:pPr>
        <w:ind w:firstLine="567"/>
        <w:jc w:val="both"/>
        <w:rPr>
          <w:rFonts w:eastAsia="Calibri"/>
          <w:color w:val="000000"/>
          <w:sz w:val="24"/>
          <w:szCs w:val="24"/>
        </w:rPr>
      </w:pPr>
      <w:r w:rsidRPr="00921C17">
        <w:rPr>
          <w:rFonts w:eastAsia="Calibri"/>
          <w:color w:val="000000"/>
          <w:sz w:val="24"/>
          <w:szCs w:val="24"/>
        </w:rPr>
        <w:t xml:space="preserve">Указанную функцию Администрация муниципального образования осуществляет в отношении </w:t>
      </w:r>
      <w:r w:rsidR="006F0CED">
        <w:rPr>
          <w:rFonts w:eastAsia="Calibri"/>
          <w:sz w:val="24"/>
          <w:szCs w:val="24"/>
          <w:lang w:eastAsia="en-US"/>
        </w:rPr>
        <w:t xml:space="preserve">жилищного </w:t>
      </w:r>
      <w:r w:rsidRPr="00921C17">
        <w:rPr>
          <w:rFonts w:eastAsia="Calibri"/>
          <w:sz w:val="24"/>
          <w:szCs w:val="24"/>
          <w:lang w:eastAsia="en-US"/>
        </w:rPr>
        <w:t>фонда</w:t>
      </w:r>
      <w:r w:rsidR="006F0CED">
        <w:rPr>
          <w:rFonts w:eastAsia="Calibri"/>
          <w:sz w:val="24"/>
          <w:szCs w:val="24"/>
          <w:lang w:eastAsia="en-US"/>
        </w:rPr>
        <w:t>,</w:t>
      </w:r>
      <w:r w:rsidRPr="00921C17">
        <w:rPr>
          <w:rFonts w:eastAsia="Calibri"/>
          <w:sz w:val="24"/>
          <w:szCs w:val="24"/>
          <w:lang w:eastAsia="en-US"/>
        </w:rPr>
        <w:t xml:space="preserve"> находящегося в собственности муниципального образования </w:t>
      </w:r>
      <w:r w:rsidR="006F0CED">
        <w:rPr>
          <w:rFonts w:eastAsia="Calibri"/>
          <w:sz w:val="24"/>
          <w:szCs w:val="24"/>
          <w:lang w:eastAsia="en-US"/>
        </w:rPr>
        <w:t>«Поселок Амдерма</w:t>
      </w:r>
      <w:r w:rsidRPr="00921C17">
        <w:rPr>
          <w:rFonts w:eastAsia="Calibri"/>
          <w:sz w:val="24"/>
          <w:szCs w:val="24"/>
          <w:lang w:eastAsia="en-US"/>
        </w:rPr>
        <w:t>» Ненецкого автономного округа</w:t>
      </w:r>
      <w:r w:rsidRPr="00921C17">
        <w:rPr>
          <w:rFonts w:eastAsia="Calibri"/>
          <w:color w:val="000000"/>
          <w:sz w:val="24"/>
          <w:szCs w:val="24"/>
        </w:rPr>
        <w:t>. Такие жилые помещения являются поднадзорными объектами.</w:t>
      </w:r>
    </w:p>
    <w:p w:rsidR="00921C17" w:rsidRPr="00921C17" w:rsidRDefault="00921C17" w:rsidP="00921C17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921C17" w:rsidRPr="00921C17" w:rsidRDefault="00921C17" w:rsidP="00921C17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921C17" w:rsidRPr="006F0CED" w:rsidRDefault="00921C17" w:rsidP="00E23954">
      <w:pPr>
        <w:numPr>
          <w:ilvl w:val="0"/>
          <w:numId w:val="29"/>
        </w:numPr>
        <w:autoSpaceDE w:val="0"/>
        <w:autoSpaceDN w:val="0"/>
        <w:adjustRightInd w:val="0"/>
        <w:spacing w:after="200" w:line="276" w:lineRule="auto"/>
        <w:jc w:val="center"/>
        <w:outlineLvl w:val="0"/>
        <w:rPr>
          <w:rFonts w:eastAsia="Calibri"/>
          <w:bCs/>
          <w:sz w:val="24"/>
          <w:szCs w:val="24"/>
        </w:rPr>
      </w:pPr>
      <w:r w:rsidRPr="006F0CED">
        <w:rPr>
          <w:rFonts w:eastAsia="Calibri"/>
          <w:bCs/>
          <w:sz w:val="24"/>
          <w:szCs w:val="24"/>
        </w:rPr>
        <w:t>Описание ключевых наиболее значимых рисков, а также текущих</w:t>
      </w:r>
      <w:r w:rsidR="006F0CED">
        <w:rPr>
          <w:rFonts w:eastAsia="Calibri"/>
          <w:bCs/>
          <w:sz w:val="24"/>
          <w:szCs w:val="24"/>
        </w:rPr>
        <w:t xml:space="preserve"> </w:t>
      </w:r>
      <w:r w:rsidRPr="006F0CED">
        <w:rPr>
          <w:rFonts w:eastAsia="Calibri"/>
          <w:bCs/>
          <w:sz w:val="24"/>
          <w:szCs w:val="24"/>
        </w:rPr>
        <w:t>и ожидаемых тенденций, которые могут оказать воздействие</w:t>
      </w:r>
      <w:r w:rsidR="006F0CED">
        <w:rPr>
          <w:rFonts w:eastAsia="Calibri"/>
          <w:bCs/>
          <w:sz w:val="24"/>
          <w:szCs w:val="24"/>
        </w:rPr>
        <w:t xml:space="preserve"> </w:t>
      </w:r>
      <w:r w:rsidRPr="006F0CED">
        <w:rPr>
          <w:rFonts w:eastAsia="Calibri"/>
          <w:bCs/>
          <w:sz w:val="24"/>
          <w:szCs w:val="24"/>
        </w:rPr>
        <w:t>на состояние поднадзорной среды</w:t>
      </w:r>
    </w:p>
    <w:p w:rsidR="00921C17" w:rsidRPr="00921C17" w:rsidRDefault="00921C17" w:rsidP="00921C17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21C17" w:rsidRPr="00921C17" w:rsidRDefault="00921C17" w:rsidP="00921C17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921C17">
        <w:rPr>
          <w:rFonts w:eastAsia="Calibri"/>
          <w:sz w:val="24"/>
          <w:szCs w:val="24"/>
        </w:rPr>
        <w:t>Общая обязанность по бережному отношению к жилищу дифференцируется применительно к тому, кто является пользователем жилого помещения: собственник жилья, наниматель и члены семьи. Так, осуществляя право собственности на жилое помещение, собственник помещения обязан принимать такие меры, которые не вели бы к повреждению или уничтожению жилого помещения. Действующее законодательство Российской Федерации возлагает на граждан, являющихся нанимателями по договору социального найма, обязанность бережно относиться к занимаемому ими жилищу. Это положение неразрывно связано с общей обязанностью нанимателей использовать жилые помещения в соответствии с их целевым назначением, т.е. для удовлетворения своих жилищных потребностей.</w:t>
      </w:r>
    </w:p>
    <w:p w:rsidR="00921C17" w:rsidRPr="00921C17" w:rsidRDefault="00921C17" w:rsidP="00921C17">
      <w:pPr>
        <w:autoSpaceDE w:val="0"/>
        <w:autoSpaceDN w:val="0"/>
        <w:adjustRightInd w:val="0"/>
        <w:spacing w:before="240"/>
        <w:ind w:firstLine="540"/>
        <w:jc w:val="both"/>
        <w:rPr>
          <w:rFonts w:eastAsia="Calibri"/>
          <w:sz w:val="24"/>
          <w:szCs w:val="24"/>
        </w:rPr>
      </w:pPr>
      <w:r w:rsidRPr="00921C17">
        <w:rPr>
          <w:rFonts w:eastAsia="Calibri"/>
          <w:sz w:val="24"/>
          <w:szCs w:val="24"/>
        </w:rPr>
        <w:t>В числе одного из видов жилищных правонарушений называются самовольное переоборудование и перепланировка жилых домов, жилых помещений и инженерного оборудования, бесхозяйственное их содержание, порча жилых домов, жилых помещений, их оборудования и объектов благоустройства. При этом речь идет о незаконных действиях, каковыми являются самовольное переоборудование и другие указанные выше действия.</w:t>
      </w:r>
    </w:p>
    <w:p w:rsidR="00921C17" w:rsidRPr="00921C17" w:rsidRDefault="00921C17" w:rsidP="00921C17">
      <w:pPr>
        <w:autoSpaceDE w:val="0"/>
        <w:autoSpaceDN w:val="0"/>
        <w:adjustRightInd w:val="0"/>
        <w:spacing w:before="240"/>
        <w:ind w:firstLine="540"/>
        <w:jc w:val="both"/>
        <w:rPr>
          <w:rFonts w:eastAsia="Calibri"/>
          <w:sz w:val="24"/>
          <w:szCs w:val="24"/>
        </w:rPr>
      </w:pPr>
      <w:r w:rsidRPr="00921C17">
        <w:rPr>
          <w:rFonts w:eastAsia="Calibri"/>
          <w:sz w:val="24"/>
          <w:szCs w:val="24"/>
        </w:rPr>
        <w:t>Согласно действующему законодательству граждане вправе видоизменять, перестраивать жилые помещения, совершать иные действия, если при этом не нарушаются действующие нормы, жилищные и иные права и свободы граждан и если это не приводит к порче и разрушению здания, его элементов и инженерных систем. Исходя из этих требований, закон предусматривает обязательное согласование перепланировки с органами местного самоуправления.</w:t>
      </w:r>
    </w:p>
    <w:p w:rsidR="00921C17" w:rsidRPr="00921C17" w:rsidRDefault="00921C17" w:rsidP="00921C17">
      <w:pPr>
        <w:autoSpaceDE w:val="0"/>
        <w:autoSpaceDN w:val="0"/>
        <w:adjustRightInd w:val="0"/>
        <w:spacing w:before="240"/>
        <w:ind w:firstLine="540"/>
        <w:jc w:val="both"/>
        <w:rPr>
          <w:rFonts w:eastAsia="Calibri"/>
          <w:sz w:val="24"/>
          <w:szCs w:val="24"/>
        </w:rPr>
      </w:pPr>
      <w:r w:rsidRPr="00921C17">
        <w:rPr>
          <w:rFonts w:eastAsia="Calibri"/>
          <w:sz w:val="24"/>
          <w:szCs w:val="24"/>
        </w:rPr>
        <w:t>Администрация муниципального образования ежегодно осуществляет информирование населения о своей деятельности в сфере муниципального жилищного контроля, ее результатах, а также доводится информация о недопустимости нарушений требований законодательства в указанной сфере, о мерах ответственности за допущенные нарушения.</w:t>
      </w:r>
    </w:p>
    <w:p w:rsidR="00921C17" w:rsidRPr="00921C17" w:rsidRDefault="00921C17" w:rsidP="00921C17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921C17" w:rsidRPr="00921C17" w:rsidRDefault="00921C17" w:rsidP="00921C17">
      <w:pPr>
        <w:ind w:firstLine="567"/>
        <w:jc w:val="center"/>
        <w:rPr>
          <w:rFonts w:eastAsia="Calibri"/>
          <w:sz w:val="24"/>
          <w:szCs w:val="24"/>
          <w:lang w:eastAsia="en-US"/>
        </w:rPr>
      </w:pPr>
      <w:r w:rsidRPr="00921C17">
        <w:rPr>
          <w:rFonts w:eastAsia="Calibri"/>
          <w:sz w:val="24"/>
          <w:szCs w:val="24"/>
          <w:lang w:eastAsia="en-US"/>
        </w:rPr>
        <w:t>5. План мероприятий по профилактике нарушений обязательных требований</w:t>
      </w:r>
    </w:p>
    <w:p w:rsidR="00921C17" w:rsidRPr="00921C17" w:rsidRDefault="00921C17" w:rsidP="00921C17">
      <w:pPr>
        <w:ind w:firstLine="567"/>
        <w:jc w:val="center"/>
        <w:rPr>
          <w:rFonts w:eastAsia="Calibri"/>
          <w:sz w:val="24"/>
          <w:szCs w:val="24"/>
          <w:lang w:eastAsia="en-US"/>
        </w:rPr>
      </w:pPr>
      <w:r w:rsidRPr="00921C17">
        <w:rPr>
          <w:rFonts w:eastAsia="Calibri"/>
          <w:sz w:val="24"/>
          <w:szCs w:val="24"/>
          <w:lang w:eastAsia="en-US"/>
        </w:rPr>
        <w:t>на 2021 год</w:t>
      </w:r>
    </w:p>
    <w:p w:rsidR="00921C17" w:rsidRPr="00921C17" w:rsidRDefault="00921C17" w:rsidP="00921C17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tbl>
      <w:tblPr>
        <w:tblW w:w="9923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8"/>
        <w:gridCol w:w="2977"/>
        <w:gridCol w:w="11"/>
        <w:gridCol w:w="2115"/>
        <w:gridCol w:w="2268"/>
        <w:gridCol w:w="1984"/>
      </w:tblGrid>
      <w:tr w:rsidR="00921C17" w:rsidRPr="00921C17" w:rsidTr="00946BDC">
        <w:trPr>
          <w:trHeight w:val="1360"/>
        </w:trPr>
        <w:tc>
          <w:tcPr>
            <w:tcW w:w="568" w:type="dxa"/>
            <w:shd w:val="clear" w:color="auto" w:fill="auto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21C17" w:rsidRPr="00921C17" w:rsidRDefault="00921C17" w:rsidP="00921C17">
            <w:pPr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  <w:p w:rsidR="00921C17" w:rsidRPr="00921C17" w:rsidRDefault="00921C17" w:rsidP="00921C17">
            <w:pPr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88" w:type="dxa"/>
            <w:gridSpan w:val="2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2115" w:type="dxa"/>
          </w:tcPr>
          <w:p w:rsidR="00921C17" w:rsidRPr="00921C17" w:rsidRDefault="00921C17" w:rsidP="0059424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Периодичность</w:t>
            </w:r>
          </w:p>
          <w:p w:rsidR="00921C17" w:rsidRPr="00921C17" w:rsidRDefault="00921C17" w:rsidP="00594243">
            <w:pPr>
              <w:ind w:firstLine="567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(сроки) проведения</w:t>
            </w:r>
          </w:p>
        </w:tc>
        <w:tc>
          <w:tcPr>
            <w:tcW w:w="2268" w:type="dxa"/>
          </w:tcPr>
          <w:p w:rsidR="00921C17" w:rsidRPr="00921C17" w:rsidRDefault="00921C17" w:rsidP="00594243">
            <w:pPr>
              <w:ind w:firstLine="567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Ожидаемые результаты</w:t>
            </w:r>
          </w:p>
        </w:tc>
        <w:tc>
          <w:tcPr>
            <w:tcW w:w="1984" w:type="dxa"/>
          </w:tcPr>
          <w:p w:rsidR="00921C17" w:rsidRPr="00921C17" w:rsidRDefault="00921C17" w:rsidP="0059424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Структурное подразделение </w:t>
            </w:r>
          </w:p>
          <w:p w:rsidR="00921C17" w:rsidRPr="00921C17" w:rsidRDefault="00921C17" w:rsidP="00594243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Администрации МО </w:t>
            </w:r>
            <w:r w:rsidR="00401DE1">
              <w:rPr>
                <w:rFonts w:eastAsia="Calibri"/>
                <w:sz w:val="24"/>
                <w:szCs w:val="24"/>
                <w:lang w:eastAsia="en-US"/>
              </w:rPr>
              <w:t>«Поселок Амдерма</w:t>
            </w:r>
            <w:r w:rsidRPr="00921C17">
              <w:rPr>
                <w:rFonts w:eastAsia="Calibri"/>
                <w:sz w:val="24"/>
                <w:szCs w:val="24"/>
                <w:lang w:eastAsia="en-US"/>
              </w:rPr>
              <w:t>» НАО</w:t>
            </w:r>
          </w:p>
        </w:tc>
      </w:tr>
      <w:tr w:rsidR="00921C17" w:rsidRPr="00921C17" w:rsidTr="00946BDC">
        <w:trPr>
          <w:trHeight w:val="6326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921C17" w:rsidRPr="00921C17" w:rsidRDefault="00921C17" w:rsidP="00921C1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21C17" w:rsidRPr="00921C17" w:rsidRDefault="00921C17" w:rsidP="006F0CED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Размещение на официальном сайте муниципального образования </w:t>
            </w:r>
            <w:r w:rsidR="006F0CED">
              <w:rPr>
                <w:rFonts w:eastAsia="Calibri"/>
                <w:sz w:val="24"/>
                <w:szCs w:val="24"/>
                <w:lang w:eastAsia="en-US"/>
              </w:rPr>
              <w:t>«Поселок Амдерма»</w:t>
            </w: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 Ненецкого автономного округа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</w:t>
            </w:r>
            <w:r w:rsidR="00401DE1">
              <w:rPr>
                <w:rFonts w:eastAsia="Calibri"/>
                <w:sz w:val="24"/>
                <w:szCs w:val="24"/>
                <w:lang w:eastAsia="en-US"/>
              </w:rPr>
              <w:t xml:space="preserve">ого жилищного контроля, а также </w:t>
            </w:r>
            <w:r w:rsidRPr="00921C17">
              <w:rPr>
                <w:rFonts w:eastAsia="Calibri"/>
                <w:sz w:val="24"/>
                <w:szCs w:val="24"/>
                <w:lang w:eastAsia="en-US"/>
              </w:rPr>
              <w:t>текстов соответствующих нормативных правовых актов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921C17" w:rsidRPr="00921C17" w:rsidRDefault="00921C17" w:rsidP="00921C17">
            <w:pPr>
              <w:ind w:firstLine="567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по мере необходимости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доступность актуальной и исчерпывающей информации об обязательных требованиях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  <w:tr w:rsidR="00921C17" w:rsidRPr="00921C17" w:rsidTr="00946BDC">
        <w:trPr>
          <w:trHeight w:val="778"/>
        </w:trPr>
        <w:tc>
          <w:tcPr>
            <w:tcW w:w="568" w:type="dxa"/>
            <w:shd w:val="clear" w:color="auto" w:fill="auto"/>
          </w:tcPr>
          <w:p w:rsidR="00921C17" w:rsidRPr="00921C17" w:rsidRDefault="00921C17" w:rsidP="00921C1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921C17"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977" w:type="dxa"/>
            <w:vMerge w:val="restart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 и иными способами</w:t>
            </w:r>
          </w:p>
        </w:tc>
        <w:tc>
          <w:tcPr>
            <w:tcW w:w="2126" w:type="dxa"/>
            <w:gridSpan w:val="2"/>
            <w:vMerge w:val="restart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по мере необходимости </w:t>
            </w:r>
          </w:p>
        </w:tc>
        <w:tc>
          <w:tcPr>
            <w:tcW w:w="2268" w:type="dxa"/>
            <w:vMerge w:val="restart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доступность сведений о мерах, необходимых для предупреждения нарушений обязательных требований</w:t>
            </w:r>
          </w:p>
        </w:tc>
        <w:tc>
          <w:tcPr>
            <w:tcW w:w="1984" w:type="dxa"/>
            <w:vMerge w:val="restart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Общий отдел  </w:t>
            </w:r>
          </w:p>
        </w:tc>
      </w:tr>
      <w:tr w:rsidR="00921C17" w:rsidRPr="00921C17" w:rsidTr="00946BDC">
        <w:trPr>
          <w:trHeight w:val="4433"/>
        </w:trPr>
        <w:tc>
          <w:tcPr>
            <w:tcW w:w="568" w:type="dxa"/>
            <w:shd w:val="clear" w:color="auto" w:fill="auto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gridSpan w:val="2"/>
            <w:vMerge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vMerge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921C17" w:rsidRPr="00921C17" w:rsidTr="00946BDC">
        <w:tc>
          <w:tcPr>
            <w:tcW w:w="568" w:type="dxa"/>
            <w:shd w:val="clear" w:color="auto" w:fill="auto"/>
          </w:tcPr>
          <w:p w:rsidR="00921C17" w:rsidRPr="00921C17" w:rsidRDefault="00921C17" w:rsidP="00921C17">
            <w:pPr>
              <w:ind w:firstLine="7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977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В случае изменения обязательных требований -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126" w:type="dxa"/>
            <w:gridSpan w:val="2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по мере необходимости</w:t>
            </w:r>
          </w:p>
        </w:tc>
        <w:tc>
          <w:tcPr>
            <w:tcW w:w="2268" w:type="dxa"/>
          </w:tcPr>
          <w:p w:rsidR="00921C17" w:rsidRPr="00921C17" w:rsidRDefault="00921C17" w:rsidP="00921C17">
            <w:pPr>
              <w:ind w:firstLine="160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предупреждение нарушений обязательных требований</w:t>
            </w:r>
          </w:p>
        </w:tc>
        <w:tc>
          <w:tcPr>
            <w:tcW w:w="1984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  <w:tr w:rsidR="00921C17" w:rsidRPr="00921C17" w:rsidTr="00946BDC">
        <w:tc>
          <w:tcPr>
            <w:tcW w:w="568" w:type="dxa"/>
            <w:shd w:val="clear" w:color="auto" w:fill="auto"/>
          </w:tcPr>
          <w:p w:rsidR="00921C17" w:rsidRPr="00921C17" w:rsidRDefault="00921C17" w:rsidP="00921C17">
            <w:pPr>
              <w:ind w:firstLine="7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977" w:type="dxa"/>
          </w:tcPr>
          <w:p w:rsidR="00921C17" w:rsidRPr="00921C17" w:rsidRDefault="00921C17" w:rsidP="006F0CED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Подготовка и опубликование на официальном сайте муниципального образования </w:t>
            </w:r>
            <w:r w:rsidR="006F0CED">
              <w:rPr>
                <w:rFonts w:eastAsia="Calibri"/>
                <w:sz w:val="24"/>
                <w:szCs w:val="24"/>
                <w:lang w:eastAsia="en-US"/>
              </w:rPr>
              <w:t>«Поселок Амдерма»</w:t>
            </w: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 Ненецкого автономного округа обобщения практики осуществления муниципального жилищного контроля</w:t>
            </w:r>
          </w:p>
        </w:tc>
        <w:tc>
          <w:tcPr>
            <w:tcW w:w="2126" w:type="dxa"/>
            <w:gridSpan w:val="2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до 1 марта 2021 года</w:t>
            </w:r>
          </w:p>
        </w:tc>
        <w:tc>
          <w:tcPr>
            <w:tcW w:w="2268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предупреждение и снижение количества нарушений обязательных требований</w:t>
            </w:r>
          </w:p>
        </w:tc>
        <w:tc>
          <w:tcPr>
            <w:tcW w:w="1984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  <w:tr w:rsidR="00921C17" w:rsidRPr="00921C17" w:rsidTr="00946BDC">
        <w:tc>
          <w:tcPr>
            <w:tcW w:w="568" w:type="dxa"/>
            <w:shd w:val="clear" w:color="auto" w:fill="auto"/>
          </w:tcPr>
          <w:p w:rsidR="00921C17" w:rsidRPr="00921C17" w:rsidRDefault="00921C17" w:rsidP="00921C17">
            <w:pPr>
              <w:ind w:firstLine="7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977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Выдача предостережений о недопустимости нарушения обязательных требований</w:t>
            </w:r>
          </w:p>
        </w:tc>
        <w:tc>
          <w:tcPr>
            <w:tcW w:w="2126" w:type="dxa"/>
            <w:gridSpan w:val="2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по мере поступления информации о готовящихся нарушениях или признаках нарушений обязательных требований</w:t>
            </w:r>
          </w:p>
        </w:tc>
        <w:tc>
          <w:tcPr>
            <w:tcW w:w="2268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снижение затрат подконтрольных субъектов на участие в мероприятиях по контролю</w:t>
            </w:r>
          </w:p>
        </w:tc>
        <w:tc>
          <w:tcPr>
            <w:tcW w:w="1984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  <w:tr w:rsidR="00921C17" w:rsidRPr="00921C17" w:rsidTr="00946BDC">
        <w:tc>
          <w:tcPr>
            <w:tcW w:w="568" w:type="dxa"/>
            <w:shd w:val="clear" w:color="auto" w:fill="auto"/>
          </w:tcPr>
          <w:p w:rsidR="00921C17" w:rsidRPr="00921C17" w:rsidRDefault="00921C17" w:rsidP="00921C1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977" w:type="dxa"/>
          </w:tcPr>
          <w:p w:rsidR="00921C17" w:rsidRPr="00921C17" w:rsidRDefault="00921C17" w:rsidP="006F0CED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Разработка и опубликование на официальном на официальном сайте муниципального образования </w:t>
            </w:r>
            <w:r w:rsidR="006F0CED">
              <w:rPr>
                <w:rFonts w:eastAsia="Calibri"/>
                <w:sz w:val="24"/>
                <w:szCs w:val="24"/>
                <w:lang w:eastAsia="en-US"/>
              </w:rPr>
              <w:t>«Поселок Амдерма</w:t>
            </w:r>
            <w:r w:rsidRPr="00921C17">
              <w:rPr>
                <w:rFonts w:eastAsia="Calibri"/>
                <w:sz w:val="24"/>
                <w:szCs w:val="24"/>
                <w:lang w:eastAsia="en-US"/>
              </w:rPr>
              <w:t>» Ненецкого автономного округа программы профилактики нарушений юридическими лицами и индивидуальными предпринимателями обязательных требований при осуществлении муниципального жилищного контроля на 2022 год</w:t>
            </w:r>
          </w:p>
        </w:tc>
        <w:tc>
          <w:tcPr>
            <w:tcW w:w="2126" w:type="dxa"/>
            <w:gridSpan w:val="2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до 20 декабря 2021 года</w:t>
            </w:r>
          </w:p>
        </w:tc>
        <w:tc>
          <w:tcPr>
            <w:tcW w:w="2268" w:type="dxa"/>
          </w:tcPr>
          <w:p w:rsidR="00921C17" w:rsidRPr="00921C17" w:rsidRDefault="00921C17" w:rsidP="00921C17">
            <w:pPr>
              <w:ind w:firstLine="18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предупреждение и снижение количества нарушений обязательных требований</w:t>
            </w:r>
          </w:p>
        </w:tc>
        <w:tc>
          <w:tcPr>
            <w:tcW w:w="1984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</w:tbl>
    <w:p w:rsidR="00921C17" w:rsidRPr="00921C17" w:rsidRDefault="00921C17" w:rsidP="00921C17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921C17" w:rsidRPr="00921C17" w:rsidRDefault="00921C17" w:rsidP="00921C17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  <w:lang w:eastAsia="en-US"/>
        </w:rPr>
      </w:pPr>
    </w:p>
    <w:p w:rsidR="00921C17" w:rsidRPr="00921C17" w:rsidRDefault="00921C17" w:rsidP="00921C17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  <w:lang w:eastAsia="en-US"/>
        </w:rPr>
      </w:pPr>
    </w:p>
    <w:p w:rsidR="00921C17" w:rsidRPr="00921C17" w:rsidRDefault="006F0CED" w:rsidP="00921C17">
      <w:pPr>
        <w:ind w:firstLine="567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6. Проект плана </w:t>
      </w:r>
      <w:r w:rsidR="00921C17" w:rsidRPr="00921C17">
        <w:rPr>
          <w:rFonts w:eastAsia="Calibri"/>
          <w:sz w:val="24"/>
          <w:szCs w:val="24"/>
          <w:lang w:eastAsia="en-US"/>
        </w:rPr>
        <w:t>мероприятий по профилактике нарушений</w:t>
      </w:r>
    </w:p>
    <w:p w:rsidR="00921C17" w:rsidRPr="00921C17" w:rsidRDefault="00921C17" w:rsidP="00921C17">
      <w:pPr>
        <w:ind w:firstLine="567"/>
        <w:jc w:val="center"/>
        <w:rPr>
          <w:rFonts w:eastAsia="Calibri"/>
          <w:sz w:val="24"/>
          <w:szCs w:val="24"/>
          <w:lang w:eastAsia="en-US"/>
        </w:rPr>
      </w:pPr>
      <w:r w:rsidRPr="00921C17">
        <w:rPr>
          <w:rFonts w:eastAsia="Calibri"/>
          <w:sz w:val="24"/>
          <w:szCs w:val="24"/>
          <w:lang w:eastAsia="en-US"/>
        </w:rPr>
        <w:t xml:space="preserve"> обязательных требований на 2022-2023 год</w:t>
      </w:r>
    </w:p>
    <w:p w:rsidR="00921C17" w:rsidRPr="00921C17" w:rsidRDefault="00921C17" w:rsidP="00921C17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tbl>
      <w:tblPr>
        <w:tblW w:w="9923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8"/>
        <w:gridCol w:w="2977"/>
        <w:gridCol w:w="2126"/>
        <w:gridCol w:w="2268"/>
        <w:gridCol w:w="1984"/>
      </w:tblGrid>
      <w:tr w:rsidR="00921C17" w:rsidRPr="00921C17" w:rsidTr="00946BDC">
        <w:trPr>
          <w:trHeight w:val="1360"/>
        </w:trPr>
        <w:tc>
          <w:tcPr>
            <w:tcW w:w="568" w:type="dxa"/>
            <w:shd w:val="clear" w:color="auto" w:fill="auto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921C17" w:rsidRPr="00921C17" w:rsidRDefault="00921C17" w:rsidP="00921C17">
            <w:pPr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№ п/п</w:t>
            </w:r>
          </w:p>
          <w:p w:rsidR="00921C17" w:rsidRPr="00921C17" w:rsidRDefault="00921C17" w:rsidP="00921C17">
            <w:pPr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2126" w:type="dxa"/>
          </w:tcPr>
          <w:p w:rsidR="00921C17" w:rsidRPr="00921C17" w:rsidRDefault="00921C17" w:rsidP="00401DE1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Периодичность</w:t>
            </w:r>
          </w:p>
          <w:p w:rsidR="00921C17" w:rsidRPr="00921C17" w:rsidRDefault="00921C17" w:rsidP="00401DE1">
            <w:pPr>
              <w:ind w:firstLine="567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(сроки) </w:t>
            </w:r>
            <w:r w:rsidR="0093193F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921C17">
              <w:rPr>
                <w:rFonts w:eastAsia="Calibri"/>
                <w:sz w:val="24"/>
                <w:szCs w:val="24"/>
                <w:lang w:eastAsia="en-US"/>
              </w:rPr>
              <w:t>проведения</w:t>
            </w:r>
          </w:p>
        </w:tc>
        <w:tc>
          <w:tcPr>
            <w:tcW w:w="2268" w:type="dxa"/>
          </w:tcPr>
          <w:p w:rsidR="00921C17" w:rsidRPr="00921C17" w:rsidRDefault="00921C17" w:rsidP="00401DE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Ожидаемые результаты</w:t>
            </w:r>
          </w:p>
        </w:tc>
        <w:tc>
          <w:tcPr>
            <w:tcW w:w="1984" w:type="dxa"/>
          </w:tcPr>
          <w:p w:rsidR="00921C17" w:rsidRPr="00921C17" w:rsidRDefault="00921C17" w:rsidP="00401DE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Структурное подразделение </w:t>
            </w:r>
          </w:p>
          <w:p w:rsidR="00921C17" w:rsidRPr="00921C17" w:rsidRDefault="00921C17" w:rsidP="00401DE1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Администрации МО </w:t>
            </w:r>
            <w:r w:rsidR="004D2F58">
              <w:rPr>
                <w:rFonts w:eastAsia="Calibri"/>
                <w:sz w:val="24"/>
                <w:szCs w:val="24"/>
                <w:lang w:eastAsia="en-US"/>
              </w:rPr>
              <w:t>«Поселок Амдерма</w:t>
            </w:r>
            <w:r w:rsidRPr="00921C17">
              <w:rPr>
                <w:rFonts w:eastAsia="Calibri"/>
                <w:sz w:val="24"/>
                <w:szCs w:val="24"/>
                <w:lang w:eastAsia="en-US"/>
              </w:rPr>
              <w:t>» НАО</w:t>
            </w:r>
          </w:p>
        </w:tc>
      </w:tr>
      <w:tr w:rsidR="00921C17" w:rsidRPr="00921C17" w:rsidTr="00946BDC">
        <w:trPr>
          <w:trHeight w:val="6326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921C17" w:rsidRPr="00921C17" w:rsidRDefault="00921C17" w:rsidP="00921C1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21C17" w:rsidRPr="00921C17" w:rsidRDefault="00921C17" w:rsidP="006F0CED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Размещение на официальном сайте муниципального образования </w:t>
            </w:r>
            <w:r w:rsidR="006F0CED">
              <w:rPr>
                <w:rFonts w:eastAsia="Calibri"/>
                <w:sz w:val="24"/>
                <w:szCs w:val="24"/>
                <w:lang w:eastAsia="en-US"/>
              </w:rPr>
              <w:t>«Поселок Амдерма»</w:t>
            </w: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 Ненецкого автономного округа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жилищного контроля, а также текстов</w:t>
            </w:r>
            <w:r w:rsidR="006F0CED"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 соответствующих нормативных правовых актов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921C17" w:rsidRPr="00921C17" w:rsidRDefault="00921C17" w:rsidP="00921C17">
            <w:pPr>
              <w:ind w:firstLine="567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по мере необходимости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доступность актуальной и исчерпывающей информации об обязательных требованиях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  <w:tr w:rsidR="00921C17" w:rsidRPr="00921C17" w:rsidTr="00946BDC">
        <w:trPr>
          <w:trHeight w:val="5425"/>
        </w:trPr>
        <w:tc>
          <w:tcPr>
            <w:tcW w:w="568" w:type="dxa"/>
            <w:shd w:val="clear" w:color="auto" w:fill="auto"/>
          </w:tcPr>
          <w:p w:rsidR="00921C17" w:rsidRPr="00921C17" w:rsidRDefault="00921C17" w:rsidP="00921C17">
            <w:pPr>
              <w:spacing w:after="200"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921C17"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977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 и иными способами</w:t>
            </w:r>
          </w:p>
        </w:tc>
        <w:tc>
          <w:tcPr>
            <w:tcW w:w="2126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по мере необходимости</w:t>
            </w:r>
          </w:p>
        </w:tc>
        <w:tc>
          <w:tcPr>
            <w:tcW w:w="2268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доступность сведений о мерах, необходимых для предупреждения нарушений обязательных требований</w:t>
            </w:r>
          </w:p>
        </w:tc>
        <w:tc>
          <w:tcPr>
            <w:tcW w:w="1984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Общий отдел  </w:t>
            </w:r>
          </w:p>
        </w:tc>
      </w:tr>
      <w:tr w:rsidR="00921C17" w:rsidRPr="00921C17" w:rsidTr="00946BDC">
        <w:tc>
          <w:tcPr>
            <w:tcW w:w="568" w:type="dxa"/>
            <w:shd w:val="clear" w:color="auto" w:fill="auto"/>
          </w:tcPr>
          <w:p w:rsidR="00921C17" w:rsidRPr="00921C17" w:rsidRDefault="00921C17" w:rsidP="00921C17">
            <w:pPr>
              <w:ind w:firstLine="7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977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В случае изменения обязательных требований -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126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по мере необходимости</w:t>
            </w:r>
          </w:p>
        </w:tc>
        <w:tc>
          <w:tcPr>
            <w:tcW w:w="2268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предупреждение нарушений обязательных требований</w:t>
            </w:r>
          </w:p>
        </w:tc>
        <w:tc>
          <w:tcPr>
            <w:tcW w:w="1984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  <w:tr w:rsidR="00921C17" w:rsidRPr="00921C17" w:rsidTr="00946BDC">
        <w:tc>
          <w:tcPr>
            <w:tcW w:w="568" w:type="dxa"/>
            <w:shd w:val="clear" w:color="auto" w:fill="auto"/>
          </w:tcPr>
          <w:p w:rsidR="00921C17" w:rsidRPr="00921C17" w:rsidRDefault="00921C17" w:rsidP="00921C17">
            <w:pPr>
              <w:ind w:firstLine="7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977" w:type="dxa"/>
          </w:tcPr>
          <w:p w:rsidR="00921C17" w:rsidRPr="00921C17" w:rsidRDefault="00921C17" w:rsidP="00592DFF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Подготовка и опубликование на официальном сайте муниципального образования </w:t>
            </w:r>
            <w:r w:rsidR="00592DFF">
              <w:rPr>
                <w:rFonts w:eastAsia="Calibri"/>
                <w:sz w:val="24"/>
                <w:szCs w:val="24"/>
                <w:lang w:eastAsia="en-US"/>
              </w:rPr>
              <w:t>«Поселок Амдерма</w:t>
            </w:r>
            <w:r w:rsidRPr="00921C17">
              <w:rPr>
                <w:rFonts w:eastAsia="Calibri"/>
                <w:sz w:val="24"/>
                <w:szCs w:val="24"/>
                <w:lang w:eastAsia="en-US"/>
              </w:rPr>
              <w:t>» Ненецкого автономного округа обобщения практики осуществления муниципального жилищного контроля</w:t>
            </w:r>
          </w:p>
        </w:tc>
        <w:tc>
          <w:tcPr>
            <w:tcW w:w="2126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до 1 марта </w:t>
            </w:r>
          </w:p>
        </w:tc>
        <w:tc>
          <w:tcPr>
            <w:tcW w:w="2268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предупреждение и снижение количества нарушений обязательных требований</w:t>
            </w:r>
          </w:p>
        </w:tc>
        <w:tc>
          <w:tcPr>
            <w:tcW w:w="1984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  <w:tr w:rsidR="00921C17" w:rsidRPr="00921C17" w:rsidTr="00946BDC">
        <w:tc>
          <w:tcPr>
            <w:tcW w:w="568" w:type="dxa"/>
            <w:shd w:val="clear" w:color="auto" w:fill="auto"/>
          </w:tcPr>
          <w:p w:rsidR="00921C17" w:rsidRPr="00921C17" w:rsidRDefault="00921C17" w:rsidP="00921C17">
            <w:pPr>
              <w:ind w:firstLine="7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977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Выдача предостережений о недопустимости нарушения обязательных требований</w:t>
            </w:r>
          </w:p>
        </w:tc>
        <w:tc>
          <w:tcPr>
            <w:tcW w:w="2126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по мере поступления информации о готовящихся нарушениях или признаках нарушений обязательных требований</w:t>
            </w:r>
          </w:p>
        </w:tc>
        <w:tc>
          <w:tcPr>
            <w:tcW w:w="2268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снижение затрат подконтрольных субъектов на участие в мероприятиях по контролю</w:t>
            </w:r>
          </w:p>
        </w:tc>
        <w:tc>
          <w:tcPr>
            <w:tcW w:w="1984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  <w:tr w:rsidR="00921C17" w:rsidRPr="00921C17" w:rsidTr="00946BDC">
        <w:tc>
          <w:tcPr>
            <w:tcW w:w="568" w:type="dxa"/>
            <w:shd w:val="clear" w:color="auto" w:fill="auto"/>
          </w:tcPr>
          <w:p w:rsidR="00921C17" w:rsidRPr="00921C17" w:rsidRDefault="00921C17" w:rsidP="00921C1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977" w:type="dxa"/>
          </w:tcPr>
          <w:p w:rsidR="00921C17" w:rsidRPr="00921C17" w:rsidRDefault="00921C17" w:rsidP="00592DFF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Разработка и опубликование на официальном на официальном сайте муниципального образования </w:t>
            </w:r>
            <w:r w:rsidR="00592DFF">
              <w:rPr>
                <w:rFonts w:eastAsia="Calibri"/>
                <w:sz w:val="24"/>
                <w:szCs w:val="24"/>
                <w:lang w:eastAsia="en-US"/>
              </w:rPr>
              <w:t>«Поселок Амдерма</w:t>
            </w:r>
            <w:r w:rsidRPr="00921C17">
              <w:rPr>
                <w:rFonts w:eastAsia="Calibri"/>
                <w:sz w:val="24"/>
                <w:szCs w:val="24"/>
                <w:lang w:eastAsia="en-US"/>
              </w:rPr>
              <w:t>» Ненецкого автономного округа программы профилактики нарушений юридическими лицами и индивидуальными предпринимателями обязательных требований при осуществлении муниципального жилищного контроля на 2022 год</w:t>
            </w:r>
          </w:p>
        </w:tc>
        <w:tc>
          <w:tcPr>
            <w:tcW w:w="2126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до 20 декабря </w:t>
            </w:r>
          </w:p>
        </w:tc>
        <w:tc>
          <w:tcPr>
            <w:tcW w:w="2268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>предупреждение и снижение количества нарушений обязательных требований</w:t>
            </w:r>
          </w:p>
        </w:tc>
        <w:tc>
          <w:tcPr>
            <w:tcW w:w="1984" w:type="dxa"/>
          </w:tcPr>
          <w:p w:rsidR="00921C17" w:rsidRPr="00921C17" w:rsidRDefault="00921C17" w:rsidP="00921C17">
            <w:pPr>
              <w:ind w:firstLine="567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21C17">
              <w:rPr>
                <w:rFonts w:eastAsia="Calibri"/>
                <w:sz w:val="24"/>
                <w:szCs w:val="24"/>
                <w:lang w:eastAsia="en-US"/>
              </w:rPr>
              <w:t xml:space="preserve">Общий отдел </w:t>
            </w:r>
          </w:p>
        </w:tc>
      </w:tr>
    </w:tbl>
    <w:p w:rsidR="00921C17" w:rsidRPr="00921C17" w:rsidRDefault="00921C17" w:rsidP="00921C17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921C17" w:rsidRPr="00921C17" w:rsidRDefault="00921C17" w:rsidP="00921C17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  <w:lang w:eastAsia="en-US"/>
        </w:rPr>
      </w:pPr>
    </w:p>
    <w:p w:rsidR="00921C17" w:rsidRPr="00921C17" w:rsidRDefault="00921C17" w:rsidP="00921C17">
      <w:pPr>
        <w:autoSpaceDE w:val="0"/>
        <w:autoSpaceDN w:val="0"/>
        <w:adjustRightInd w:val="0"/>
        <w:jc w:val="center"/>
        <w:outlineLvl w:val="0"/>
        <w:rPr>
          <w:rFonts w:eastAsia="Calibri"/>
          <w:sz w:val="24"/>
          <w:szCs w:val="24"/>
        </w:rPr>
      </w:pPr>
      <w:r w:rsidRPr="00921C17">
        <w:rPr>
          <w:rFonts w:eastAsia="Calibri"/>
          <w:sz w:val="24"/>
          <w:szCs w:val="24"/>
          <w:lang w:eastAsia="en-US"/>
        </w:rPr>
        <w:t xml:space="preserve">5. Механизм </w:t>
      </w:r>
      <w:r w:rsidRPr="00921C17">
        <w:rPr>
          <w:rFonts w:eastAsia="Calibri"/>
          <w:sz w:val="24"/>
          <w:szCs w:val="24"/>
        </w:rPr>
        <w:t>реализации Программы</w:t>
      </w:r>
    </w:p>
    <w:p w:rsidR="00921C17" w:rsidRPr="00921C17" w:rsidRDefault="00921C17" w:rsidP="00921C17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921C17" w:rsidRPr="00921C17" w:rsidRDefault="00921C17" w:rsidP="00921C17">
      <w:pPr>
        <w:ind w:firstLine="708"/>
        <w:jc w:val="both"/>
        <w:rPr>
          <w:rFonts w:eastAsia="Calibri"/>
          <w:sz w:val="24"/>
          <w:szCs w:val="24"/>
        </w:rPr>
      </w:pPr>
      <w:r w:rsidRPr="00921C17">
        <w:rPr>
          <w:rFonts w:eastAsia="Calibri"/>
          <w:sz w:val="24"/>
          <w:szCs w:val="24"/>
        </w:rPr>
        <w:t>Программа реализуется общим отделом Администрации муниципального образования</w:t>
      </w:r>
      <w:r w:rsidR="00094B93">
        <w:rPr>
          <w:rFonts w:eastAsia="Calibri"/>
          <w:sz w:val="24"/>
          <w:szCs w:val="24"/>
          <w:lang w:eastAsia="en-US"/>
        </w:rPr>
        <w:t xml:space="preserve"> (органом </w:t>
      </w:r>
      <w:r w:rsidRPr="00921C17">
        <w:rPr>
          <w:rFonts w:eastAsia="Calibri"/>
          <w:sz w:val="24"/>
          <w:szCs w:val="24"/>
          <w:lang w:eastAsia="en-US"/>
        </w:rPr>
        <w:t xml:space="preserve">муниципального жилищного контроля) </w:t>
      </w:r>
      <w:r w:rsidRPr="00921C17">
        <w:rPr>
          <w:rFonts w:eastAsia="Calibri"/>
          <w:sz w:val="24"/>
          <w:szCs w:val="24"/>
        </w:rPr>
        <w:t>к полномочиям которого относится:</w:t>
      </w:r>
    </w:p>
    <w:p w:rsidR="00921C17" w:rsidRPr="00921C17" w:rsidRDefault="00921C17" w:rsidP="00921C17">
      <w:pPr>
        <w:ind w:firstLine="567"/>
        <w:jc w:val="both"/>
        <w:rPr>
          <w:rFonts w:eastAsia="Calibri"/>
          <w:sz w:val="24"/>
          <w:szCs w:val="24"/>
        </w:rPr>
      </w:pPr>
      <w:r w:rsidRPr="00921C17">
        <w:rPr>
          <w:rFonts w:eastAsia="Calibri"/>
          <w:sz w:val="24"/>
          <w:szCs w:val="24"/>
        </w:rPr>
        <w:t>1) подготовка ежегодного доклада об итогах реализации Программы;</w:t>
      </w:r>
    </w:p>
    <w:p w:rsidR="00921C17" w:rsidRPr="00921C17" w:rsidRDefault="00921C17" w:rsidP="00921C17">
      <w:pPr>
        <w:ind w:firstLine="567"/>
        <w:jc w:val="both"/>
        <w:rPr>
          <w:rFonts w:eastAsia="Calibri"/>
          <w:sz w:val="24"/>
          <w:szCs w:val="24"/>
        </w:rPr>
      </w:pPr>
      <w:r w:rsidRPr="00921C17">
        <w:rPr>
          <w:rFonts w:eastAsia="Calibri"/>
          <w:sz w:val="24"/>
          <w:szCs w:val="24"/>
        </w:rPr>
        <w:t>2) подготовка предложений по уточнению перечня программных мероприятий (при необходимости);</w:t>
      </w:r>
    </w:p>
    <w:p w:rsidR="00921C17" w:rsidRPr="00921C17" w:rsidRDefault="00921C17" w:rsidP="00921C17">
      <w:pPr>
        <w:ind w:firstLine="567"/>
        <w:jc w:val="both"/>
        <w:rPr>
          <w:rFonts w:eastAsia="Calibri"/>
          <w:sz w:val="24"/>
          <w:szCs w:val="24"/>
        </w:rPr>
      </w:pPr>
      <w:r w:rsidRPr="00921C17">
        <w:rPr>
          <w:rFonts w:eastAsia="Calibri"/>
          <w:sz w:val="24"/>
          <w:szCs w:val="24"/>
        </w:rPr>
        <w:t>3) проведение мониторинга реализации программы и предварительной оценки ожидаемой эффективности и результативности программы;</w:t>
      </w:r>
    </w:p>
    <w:p w:rsidR="00921C17" w:rsidRPr="00921C17" w:rsidRDefault="00921C17" w:rsidP="00921C17">
      <w:pPr>
        <w:ind w:firstLine="567"/>
        <w:jc w:val="both"/>
        <w:rPr>
          <w:rFonts w:eastAsia="Calibri"/>
          <w:sz w:val="24"/>
          <w:szCs w:val="24"/>
        </w:rPr>
      </w:pPr>
      <w:r w:rsidRPr="00921C17">
        <w:rPr>
          <w:rFonts w:eastAsia="Calibri"/>
          <w:sz w:val="24"/>
          <w:szCs w:val="24"/>
        </w:rPr>
        <w:t>4) подготовка проекта изменений в Программу.</w:t>
      </w:r>
    </w:p>
    <w:p w:rsidR="00921C17" w:rsidRPr="00921C17" w:rsidRDefault="00921C17" w:rsidP="00921C17">
      <w:pPr>
        <w:autoSpaceDE w:val="0"/>
        <w:autoSpaceDN w:val="0"/>
        <w:adjustRightInd w:val="0"/>
        <w:spacing w:before="240"/>
        <w:ind w:firstLine="540"/>
        <w:jc w:val="both"/>
        <w:rPr>
          <w:rFonts w:eastAsia="Calibri"/>
          <w:sz w:val="24"/>
          <w:szCs w:val="24"/>
        </w:rPr>
      </w:pPr>
    </w:p>
    <w:p w:rsidR="00921C17" w:rsidRPr="00921C17" w:rsidRDefault="00921C17" w:rsidP="00921C17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921C17" w:rsidRPr="00921C17" w:rsidRDefault="00921C17" w:rsidP="00921C17">
      <w:pPr>
        <w:ind w:firstLine="567"/>
        <w:jc w:val="center"/>
        <w:rPr>
          <w:rFonts w:eastAsia="Calibri"/>
          <w:sz w:val="24"/>
          <w:szCs w:val="24"/>
        </w:rPr>
      </w:pPr>
      <w:r w:rsidRPr="00921C17">
        <w:rPr>
          <w:rFonts w:eastAsia="Calibri"/>
          <w:sz w:val="24"/>
          <w:szCs w:val="24"/>
          <w:lang w:eastAsia="en-US"/>
        </w:rPr>
        <w:t xml:space="preserve">7. </w:t>
      </w:r>
      <w:r w:rsidRPr="00921C17">
        <w:rPr>
          <w:rFonts w:eastAsia="Calibri"/>
          <w:sz w:val="24"/>
          <w:szCs w:val="24"/>
        </w:rPr>
        <w:t>Уполномоченные лица, ответственные за организацию</w:t>
      </w:r>
    </w:p>
    <w:p w:rsidR="00921C17" w:rsidRPr="00921C17" w:rsidRDefault="00921C17" w:rsidP="00921C17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  <w:r w:rsidRPr="00921C17">
        <w:rPr>
          <w:rFonts w:eastAsia="Calibri"/>
          <w:sz w:val="24"/>
          <w:szCs w:val="24"/>
        </w:rPr>
        <w:t xml:space="preserve">и проведение профилактических мероприятий </w:t>
      </w:r>
    </w:p>
    <w:p w:rsidR="00921C17" w:rsidRPr="00921C17" w:rsidRDefault="00921C17" w:rsidP="00921C17">
      <w:pPr>
        <w:autoSpaceDE w:val="0"/>
        <w:autoSpaceDN w:val="0"/>
        <w:adjustRightInd w:val="0"/>
        <w:jc w:val="center"/>
        <w:rPr>
          <w:rFonts w:eastAsia="Calibri"/>
          <w:sz w:val="24"/>
          <w:szCs w:val="24"/>
        </w:rPr>
      </w:pPr>
    </w:p>
    <w:p w:rsidR="00921C17" w:rsidRPr="00921C17" w:rsidRDefault="00921C17" w:rsidP="00921C17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</w:rPr>
      </w:pPr>
      <w:r w:rsidRPr="00921C17">
        <w:rPr>
          <w:rFonts w:eastAsia="Calibri"/>
          <w:sz w:val="24"/>
          <w:szCs w:val="24"/>
        </w:rPr>
        <w:t>Уполномоченными лицами, ответственными за организацию и проведение профилактических мероприятий муниципального жилищного контроля, являются:</w:t>
      </w:r>
    </w:p>
    <w:p w:rsidR="00921C17" w:rsidRPr="00B124F1" w:rsidRDefault="00921C17" w:rsidP="00921C17">
      <w:pPr>
        <w:ind w:firstLine="567"/>
        <w:jc w:val="both"/>
        <w:rPr>
          <w:rFonts w:eastAsia="Calibri"/>
          <w:sz w:val="24"/>
          <w:szCs w:val="24"/>
        </w:rPr>
      </w:pPr>
      <w:r w:rsidRPr="00B124F1">
        <w:rPr>
          <w:rFonts w:eastAsia="Calibri"/>
          <w:sz w:val="24"/>
          <w:szCs w:val="24"/>
        </w:rPr>
        <w:t xml:space="preserve">- </w:t>
      </w:r>
      <w:r w:rsidR="00B124F1" w:rsidRPr="00B124F1">
        <w:rPr>
          <w:rFonts w:eastAsia="Calibri"/>
          <w:sz w:val="24"/>
          <w:szCs w:val="24"/>
        </w:rPr>
        <w:t xml:space="preserve">старший </w:t>
      </w:r>
      <w:r w:rsidRPr="00B124F1">
        <w:rPr>
          <w:rFonts w:eastAsia="Calibri"/>
          <w:sz w:val="24"/>
          <w:szCs w:val="24"/>
        </w:rPr>
        <w:t xml:space="preserve">специалист общего отдела Администрации муниципального образования </w:t>
      </w:r>
      <w:r w:rsidR="00592DFF" w:rsidRPr="00B124F1">
        <w:rPr>
          <w:rFonts w:eastAsia="Calibri"/>
          <w:sz w:val="24"/>
          <w:szCs w:val="24"/>
        </w:rPr>
        <w:t>«Поселок Амдерма</w:t>
      </w:r>
      <w:r w:rsidR="00B124F1" w:rsidRPr="00B124F1">
        <w:rPr>
          <w:rFonts w:eastAsia="Calibri"/>
          <w:sz w:val="24"/>
          <w:szCs w:val="24"/>
        </w:rPr>
        <w:t>» Ненецкого автономного округа</w:t>
      </w:r>
      <w:r w:rsidRPr="00B124F1">
        <w:rPr>
          <w:rFonts w:eastAsia="Calibri"/>
          <w:sz w:val="24"/>
          <w:szCs w:val="24"/>
        </w:rPr>
        <w:t xml:space="preserve">, тел.: </w:t>
      </w:r>
      <w:r w:rsidR="00B124F1" w:rsidRPr="00B124F1">
        <w:rPr>
          <w:rFonts w:eastAsia="Calibri"/>
          <w:sz w:val="24"/>
          <w:szCs w:val="24"/>
          <w:u w:val="single"/>
        </w:rPr>
        <w:t>8</w:t>
      </w:r>
      <w:r w:rsidRPr="00B124F1">
        <w:rPr>
          <w:rFonts w:eastAsia="Calibri"/>
          <w:sz w:val="24"/>
          <w:szCs w:val="24"/>
        </w:rPr>
        <w:t>(</w:t>
      </w:r>
      <w:r w:rsidR="00B124F1" w:rsidRPr="00B124F1">
        <w:rPr>
          <w:rFonts w:eastAsia="Calibri"/>
          <w:sz w:val="24"/>
          <w:szCs w:val="24"/>
          <w:u w:val="single"/>
        </w:rPr>
        <w:t>81857</w:t>
      </w:r>
      <w:r w:rsidR="00B124F1" w:rsidRPr="00B124F1">
        <w:rPr>
          <w:rFonts w:eastAsia="Calibri"/>
          <w:sz w:val="24"/>
          <w:szCs w:val="24"/>
        </w:rPr>
        <w:t xml:space="preserve">) </w:t>
      </w:r>
      <w:r w:rsidR="00B124F1" w:rsidRPr="00B124F1">
        <w:rPr>
          <w:rFonts w:eastAsia="Calibri"/>
          <w:sz w:val="24"/>
          <w:szCs w:val="24"/>
          <w:u w:val="single"/>
        </w:rPr>
        <w:t>23</w:t>
      </w:r>
      <w:r w:rsidR="00B124F1" w:rsidRPr="00B124F1">
        <w:rPr>
          <w:rFonts w:eastAsia="Calibri"/>
          <w:sz w:val="24"/>
          <w:szCs w:val="24"/>
        </w:rPr>
        <w:t xml:space="preserve">_- </w:t>
      </w:r>
      <w:r w:rsidR="00B124F1" w:rsidRPr="00B124F1">
        <w:rPr>
          <w:rFonts w:eastAsia="Calibri"/>
          <w:sz w:val="24"/>
          <w:szCs w:val="24"/>
          <w:u w:val="single"/>
        </w:rPr>
        <w:t>703</w:t>
      </w:r>
      <w:r w:rsidR="00B124F1" w:rsidRPr="00B124F1">
        <w:rPr>
          <w:rFonts w:eastAsia="Calibri"/>
          <w:sz w:val="24"/>
          <w:szCs w:val="24"/>
        </w:rPr>
        <w:t>.</w:t>
      </w:r>
    </w:p>
    <w:p w:rsidR="00921C17" w:rsidRPr="00B124F1" w:rsidRDefault="00921C17" w:rsidP="00921C17">
      <w:pPr>
        <w:ind w:firstLine="567"/>
        <w:jc w:val="both"/>
        <w:rPr>
          <w:rFonts w:eastAsia="Calibri"/>
          <w:sz w:val="24"/>
          <w:szCs w:val="24"/>
          <w:lang w:eastAsia="en-US"/>
        </w:rPr>
      </w:pPr>
    </w:p>
    <w:p w:rsidR="00921C17" w:rsidRPr="00921C17" w:rsidRDefault="00921C17" w:rsidP="00921C17">
      <w:pPr>
        <w:ind w:firstLine="567"/>
        <w:jc w:val="center"/>
        <w:rPr>
          <w:rFonts w:eastAsia="Calibri"/>
          <w:sz w:val="24"/>
          <w:szCs w:val="24"/>
          <w:lang w:eastAsia="en-US"/>
        </w:rPr>
      </w:pPr>
    </w:p>
    <w:p w:rsidR="00E8096D" w:rsidRPr="00EB3712" w:rsidRDefault="00E8096D" w:rsidP="004214F3">
      <w:pPr>
        <w:rPr>
          <w:b/>
          <w:sz w:val="24"/>
        </w:rPr>
      </w:pPr>
    </w:p>
    <w:sectPr w:rsidR="00E8096D" w:rsidRPr="00EB3712" w:rsidSect="004B393A">
      <w:pgSz w:w="11907" w:h="16840"/>
      <w:pgMar w:top="567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F241D"/>
    <w:multiLevelType w:val="hybridMultilevel"/>
    <w:tmpl w:val="0B66A780"/>
    <w:lvl w:ilvl="0" w:tplc="49FC954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B731D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5635084"/>
    <w:multiLevelType w:val="hybridMultilevel"/>
    <w:tmpl w:val="479486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B881F50"/>
    <w:multiLevelType w:val="hybridMultilevel"/>
    <w:tmpl w:val="F37A5158"/>
    <w:lvl w:ilvl="0" w:tplc="27683D8E">
      <w:start w:val="1"/>
      <w:numFmt w:val="bullet"/>
      <w:lvlText w:val=""/>
      <w:lvlJc w:val="left"/>
      <w:pPr>
        <w:tabs>
          <w:tab w:val="num" w:pos="937"/>
        </w:tabs>
        <w:ind w:left="42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53"/>
        </w:tabs>
        <w:ind w:left="175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73"/>
        </w:tabs>
        <w:ind w:left="24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93"/>
        </w:tabs>
        <w:ind w:left="31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13"/>
        </w:tabs>
        <w:ind w:left="39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33"/>
        </w:tabs>
        <w:ind w:left="46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53"/>
        </w:tabs>
        <w:ind w:left="53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73"/>
        </w:tabs>
        <w:ind w:left="60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93"/>
        </w:tabs>
        <w:ind w:left="6793" w:hanging="360"/>
      </w:pPr>
      <w:rPr>
        <w:rFonts w:ascii="Wingdings" w:hAnsi="Wingdings" w:hint="default"/>
      </w:rPr>
    </w:lvl>
  </w:abstractNum>
  <w:abstractNum w:abstractNumId="4">
    <w:nsid w:val="0DAC31D1"/>
    <w:multiLevelType w:val="hybridMultilevel"/>
    <w:tmpl w:val="AF4A35EC"/>
    <w:lvl w:ilvl="0" w:tplc="49FC95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1FB7634"/>
    <w:multiLevelType w:val="hybridMultilevel"/>
    <w:tmpl w:val="D674A1D4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147C0F77"/>
    <w:multiLevelType w:val="hybridMultilevel"/>
    <w:tmpl w:val="42F63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1558B5"/>
    <w:multiLevelType w:val="hybridMultilevel"/>
    <w:tmpl w:val="D5F834CE"/>
    <w:lvl w:ilvl="0" w:tplc="698CC1E4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F496B6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1FAA7AF7"/>
    <w:multiLevelType w:val="hybridMultilevel"/>
    <w:tmpl w:val="63C61A4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21305697"/>
    <w:multiLevelType w:val="hybridMultilevel"/>
    <w:tmpl w:val="F920093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36A42D1"/>
    <w:multiLevelType w:val="hybridMultilevel"/>
    <w:tmpl w:val="5E36C96E"/>
    <w:lvl w:ilvl="0" w:tplc="04190017">
      <w:start w:val="1"/>
      <w:numFmt w:val="lowerLetter"/>
      <w:lvlText w:val="%1)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2">
    <w:nsid w:val="2A9E39C7"/>
    <w:multiLevelType w:val="hybridMultilevel"/>
    <w:tmpl w:val="9B50EC04"/>
    <w:lvl w:ilvl="0" w:tplc="31CCD63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308067C6"/>
    <w:multiLevelType w:val="hybridMultilevel"/>
    <w:tmpl w:val="A03C9076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35123F72"/>
    <w:multiLevelType w:val="hybridMultilevel"/>
    <w:tmpl w:val="C9EE402C"/>
    <w:lvl w:ilvl="0" w:tplc="4ECC76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52B7CDB"/>
    <w:multiLevelType w:val="hybridMultilevel"/>
    <w:tmpl w:val="C0AC42B2"/>
    <w:lvl w:ilvl="0" w:tplc="187829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5E25D20"/>
    <w:multiLevelType w:val="hybridMultilevel"/>
    <w:tmpl w:val="20AE0D2A"/>
    <w:lvl w:ilvl="0" w:tplc="31CCD6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9FA7CC5"/>
    <w:multiLevelType w:val="multilevel"/>
    <w:tmpl w:val="E86619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4176028B"/>
    <w:multiLevelType w:val="hybridMultilevel"/>
    <w:tmpl w:val="B7DE3948"/>
    <w:lvl w:ilvl="0" w:tplc="49FC95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85A7314"/>
    <w:multiLevelType w:val="hybridMultilevel"/>
    <w:tmpl w:val="18A02B46"/>
    <w:lvl w:ilvl="0" w:tplc="FBDCE3B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7442206"/>
    <w:multiLevelType w:val="hybridMultilevel"/>
    <w:tmpl w:val="9AE2581A"/>
    <w:lvl w:ilvl="0" w:tplc="6BB8C93C">
      <w:start w:val="1"/>
      <w:numFmt w:val="decimal"/>
      <w:lvlText w:val="%1."/>
      <w:lvlJc w:val="left"/>
      <w:pPr>
        <w:tabs>
          <w:tab w:val="num" w:pos="1483"/>
        </w:tabs>
        <w:ind w:left="1483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21">
    <w:nsid w:val="5AC15DE8"/>
    <w:multiLevelType w:val="hybridMultilevel"/>
    <w:tmpl w:val="8F04058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65BA5623"/>
    <w:multiLevelType w:val="hybridMultilevel"/>
    <w:tmpl w:val="2A3C9E76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668F53E9"/>
    <w:multiLevelType w:val="hybridMultilevel"/>
    <w:tmpl w:val="ABA6A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26492B"/>
    <w:multiLevelType w:val="hybridMultilevel"/>
    <w:tmpl w:val="5390236E"/>
    <w:lvl w:ilvl="0" w:tplc="83B664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32B0427"/>
    <w:multiLevelType w:val="hybridMultilevel"/>
    <w:tmpl w:val="11DEC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2F1313"/>
    <w:multiLevelType w:val="hybridMultilevel"/>
    <w:tmpl w:val="E32CB8B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B640719"/>
    <w:multiLevelType w:val="hybridMultilevel"/>
    <w:tmpl w:val="3D8EF91A"/>
    <w:lvl w:ilvl="0" w:tplc="DDE41AF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28">
    <w:nsid w:val="7C9411D6"/>
    <w:multiLevelType w:val="hybridMultilevel"/>
    <w:tmpl w:val="66924488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1"/>
  </w:num>
  <w:num w:numId="3">
    <w:abstractNumId w:val="20"/>
  </w:num>
  <w:num w:numId="4">
    <w:abstractNumId w:val="27"/>
  </w:num>
  <w:num w:numId="5">
    <w:abstractNumId w:val="18"/>
  </w:num>
  <w:num w:numId="6">
    <w:abstractNumId w:val="4"/>
  </w:num>
  <w:num w:numId="7">
    <w:abstractNumId w:val="0"/>
  </w:num>
  <w:num w:numId="8">
    <w:abstractNumId w:val="3"/>
  </w:num>
  <w:num w:numId="9">
    <w:abstractNumId w:val="19"/>
  </w:num>
  <w:num w:numId="10">
    <w:abstractNumId w:val="6"/>
  </w:num>
  <w:num w:numId="11">
    <w:abstractNumId w:val="23"/>
  </w:num>
  <w:num w:numId="12">
    <w:abstractNumId w:val="25"/>
  </w:num>
  <w:num w:numId="13">
    <w:abstractNumId w:val="17"/>
  </w:num>
  <w:num w:numId="14">
    <w:abstractNumId w:val="24"/>
  </w:num>
  <w:num w:numId="15">
    <w:abstractNumId w:val="9"/>
  </w:num>
  <w:num w:numId="16">
    <w:abstractNumId w:val="14"/>
  </w:num>
  <w:num w:numId="17">
    <w:abstractNumId w:val="16"/>
  </w:num>
  <w:num w:numId="18">
    <w:abstractNumId w:val="12"/>
  </w:num>
  <w:num w:numId="19">
    <w:abstractNumId w:val="28"/>
  </w:num>
  <w:num w:numId="20">
    <w:abstractNumId w:val="13"/>
  </w:num>
  <w:num w:numId="21">
    <w:abstractNumId w:val="11"/>
  </w:num>
  <w:num w:numId="22">
    <w:abstractNumId w:val="10"/>
  </w:num>
  <w:num w:numId="23">
    <w:abstractNumId w:val="5"/>
  </w:num>
  <w:num w:numId="24">
    <w:abstractNumId w:val="22"/>
  </w:num>
  <w:num w:numId="25">
    <w:abstractNumId w:val="2"/>
  </w:num>
  <w:num w:numId="26">
    <w:abstractNumId w:val="26"/>
  </w:num>
  <w:num w:numId="27">
    <w:abstractNumId w:val="21"/>
  </w:num>
  <w:num w:numId="28">
    <w:abstractNumId w:val="15"/>
  </w:num>
  <w:num w:numId="2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embedSystemFonts/>
  <w:proofState w:spelling="clean" w:grammar="clean"/>
  <w:attachedTemplate r:id="rId1"/>
  <w:stylePaneFormatFilter w:val="3F01"/>
  <w:defaultTabStop w:val="284"/>
  <w:displayHorizontalDrawingGridEvery w:val="0"/>
  <w:displayVerticalDrawingGridEvery w:val="0"/>
  <w:doNotUseMarginsForDrawingGridOrigin/>
  <w:noPunctuationKerning/>
  <w:characterSpacingControl w:val="doNotCompress"/>
  <w:savePreviewPicture/>
  <w:compat/>
  <w:rsids>
    <w:rsidRoot w:val="000D3E22"/>
    <w:rsid w:val="000018C1"/>
    <w:rsid w:val="00005964"/>
    <w:rsid w:val="000105A1"/>
    <w:rsid w:val="000233D3"/>
    <w:rsid w:val="00093ACC"/>
    <w:rsid w:val="00094B93"/>
    <w:rsid w:val="000B1F09"/>
    <w:rsid w:val="000C1390"/>
    <w:rsid w:val="000D3E22"/>
    <w:rsid w:val="000D45DE"/>
    <w:rsid w:val="000E087D"/>
    <w:rsid w:val="000F0B2E"/>
    <w:rsid w:val="00111B67"/>
    <w:rsid w:val="00112731"/>
    <w:rsid w:val="0012380C"/>
    <w:rsid w:val="001259F4"/>
    <w:rsid w:val="00136193"/>
    <w:rsid w:val="0014060C"/>
    <w:rsid w:val="00150922"/>
    <w:rsid w:val="001A3696"/>
    <w:rsid w:val="001A7099"/>
    <w:rsid w:val="002461B7"/>
    <w:rsid w:val="00256C95"/>
    <w:rsid w:val="002822DF"/>
    <w:rsid w:val="002B38F9"/>
    <w:rsid w:val="002B4910"/>
    <w:rsid w:val="002C06FE"/>
    <w:rsid w:val="002C4CE0"/>
    <w:rsid w:val="002F0651"/>
    <w:rsid w:val="00320512"/>
    <w:rsid w:val="003256E8"/>
    <w:rsid w:val="00343B02"/>
    <w:rsid w:val="00344460"/>
    <w:rsid w:val="00360FD5"/>
    <w:rsid w:val="003720CC"/>
    <w:rsid w:val="003A3709"/>
    <w:rsid w:val="003A75A7"/>
    <w:rsid w:val="003D0C53"/>
    <w:rsid w:val="003D33FB"/>
    <w:rsid w:val="003E6447"/>
    <w:rsid w:val="003F50AE"/>
    <w:rsid w:val="00401DE1"/>
    <w:rsid w:val="00401FF8"/>
    <w:rsid w:val="004214F3"/>
    <w:rsid w:val="0044673A"/>
    <w:rsid w:val="004555DF"/>
    <w:rsid w:val="004B11D5"/>
    <w:rsid w:val="004B393A"/>
    <w:rsid w:val="004D2F58"/>
    <w:rsid w:val="004D5CE6"/>
    <w:rsid w:val="00507831"/>
    <w:rsid w:val="005447F5"/>
    <w:rsid w:val="00550831"/>
    <w:rsid w:val="00592DFF"/>
    <w:rsid w:val="00594243"/>
    <w:rsid w:val="005A1F01"/>
    <w:rsid w:val="005B553D"/>
    <w:rsid w:val="005B5B96"/>
    <w:rsid w:val="005C46E5"/>
    <w:rsid w:val="005E4BF4"/>
    <w:rsid w:val="00605905"/>
    <w:rsid w:val="00632DF5"/>
    <w:rsid w:val="00635DCA"/>
    <w:rsid w:val="00642094"/>
    <w:rsid w:val="00654C72"/>
    <w:rsid w:val="006562CD"/>
    <w:rsid w:val="00657EC2"/>
    <w:rsid w:val="0068689F"/>
    <w:rsid w:val="006A45A3"/>
    <w:rsid w:val="006C5BEB"/>
    <w:rsid w:val="006F0CED"/>
    <w:rsid w:val="00704C49"/>
    <w:rsid w:val="00705656"/>
    <w:rsid w:val="007106C8"/>
    <w:rsid w:val="00714807"/>
    <w:rsid w:val="0072540F"/>
    <w:rsid w:val="00773C44"/>
    <w:rsid w:val="007836D7"/>
    <w:rsid w:val="007C2FFE"/>
    <w:rsid w:val="007C6973"/>
    <w:rsid w:val="007D4138"/>
    <w:rsid w:val="007F37C2"/>
    <w:rsid w:val="008162D7"/>
    <w:rsid w:val="00820D8E"/>
    <w:rsid w:val="00823340"/>
    <w:rsid w:val="00827C76"/>
    <w:rsid w:val="00836CE6"/>
    <w:rsid w:val="00853AF8"/>
    <w:rsid w:val="008650C3"/>
    <w:rsid w:val="008717AD"/>
    <w:rsid w:val="00881C55"/>
    <w:rsid w:val="00890300"/>
    <w:rsid w:val="00890314"/>
    <w:rsid w:val="00894A97"/>
    <w:rsid w:val="008B02DA"/>
    <w:rsid w:val="008D63CA"/>
    <w:rsid w:val="008F018E"/>
    <w:rsid w:val="008F0706"/>
    <w:rsid w:val="00917571"/>
    <w:rsid w:val="00921C17"/>
    <w:rsid w:val="00930DD9"/>
    <w:rsid w:val="0093193F"/>
    <w:rsid w:val="00940EE4"/>
    <w:rsid w:val="00970E20"/>
    <w:rsid w:val="0097353B"/>
    <w:rsid w:val="009B0FFF"/>
    <w:rsid w:val="009E2F9B"/>
    <w:rsid w:val="00A101B3"/>
    <w:rsid w:val="00A46680"/>
    <w:rsid w:val="00A7439C"/>
    <w:rsid w:val="00AE13E8"/>
    <w:rsid w:val="00AF0701"/>
    <w:rsid w:val="00B050D5"/>
    <w:rsid w:val="00B124F1"/>
    <w:rsid w:val="00B155B5"/>
    <w:rsid w:val="00B208D9"/>
    <w:rsid w:val="00B218A4"/>
    <w:rsid w:val="00B31CE9"/>
    <w:rsid w:val="00B9484A"/>
    <w:rsid w:val="00BA2171"/>
    <w:rsid w:val="00BB691F"/>
    <w:rsid w:val="00BD4D4D"/>
    <w:rsid w:val="00BF5A77"/>
    <w:rsid w:val="00C023CC"/>
    <w:rsid w:val="00C775F9"/>
    <w:rsid w:val="00CB665A"/>
    <w:rsid w:val="00CC077A"/>
    <w:rsid w:val="00CF76A8"/>
    <w:rsid w:val="00D01FE4"/>
    <w:rsid w:val="00D2052A"/>
    <w:rsid w:val="00D26432"/>
    <w:rsid w:val="00D2779E"/>
    <w:rsid w:val="00D32DF1"/>
    <w:rsid w:val="00D406AF"/>
    <w:rsid w:val="00D43B62"/>
    <w:rsid w:val="00DF4290"/>
    <w:rsid w:val="00E07FE1"/>
    <w:rsid w:val="00E2060A"/>
    <w:rsid w:val="00E8096D"/>
    <w:rsid w:val="00E83F41"/>
    <w:rsid w:val="00EB3712"/>
    <w:rsid w:val="00EE0E92"/>
    <w:rsid w:val="00F02FCB"/>
    <w:rsid w:val="00F33A96"/>
    <w:rsid w:val="00F43103"/>
    <w:rsid w:val="00F460E6"/>
    <w:rsid w:val="00F526E0"/>
    <w:rsid w:val="00F76563"/>
    <w:rsid w:val="00F90012"/>
    <w:rsid w:val="00F91A85"/>
    <w:rsid w:val="00FC27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Table Grid" w:semiHidden="0" w:uiPriority="59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B62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D43B62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9"/>
    <w:qFormat/>
    <w:rsid w:val="00D43B62"/>
    <w:pPr>
      <w:keepNext/>
      <w:jc w:val="both"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7836D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7836D7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665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B665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B665B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uiPriority w:val="9"/>
    <w:semiHidden/>
    <w:rsid w:val="004B665B"/>
    <w:rPr>
      <w:rFonts w:asciiTheme="minorHAnsi" w:eastAsiaTheme="minorEastAsia" w:hAnsiTheme="minorHAnsi" w:cstheme="minorBidi"/>
      <w:sz w:val="24"/>
      <w:szCs w:val="24"/>
    </w:rPr>
  </w:style>
  <w:style w:type="paragraph" w:styleId="a3">
    <w:name w:val="Body Text Indent"/>
    <w:basedOn w:val="a"/>
    <w:link w:val="a4"/>
    <w:uiPriority w:val="99"/>
    <w:rsid w:val="00D43B62"/>
    <w:pPr>
      <w:ind w:left="142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B665B"/>
    <w:rPr>
      <w:sz w:val="20"/>
      <w:szCs w:val="20"/>
    </w:rPr>
  </w:style>
  <w:style w:type="paragraph" w:styleId="a5">
    <w:name w:val="caption"/>
    <w:basedOn w:val="a"/>
    <w:next w:val="a"/>
    <w:uiPriority w:val="99"/>
    <w:qFormat/>
    <w:rsid w:val="00D43B62"/>
    <w:pPr>
      <w:spacing w:before="240" w:after="120"/>
      <w:jc w:val="center"/>
    </w:pPr>
    <w:rPr>
      <w:sz w:val="28"/>
    </w:rPr>
  </w:style>
  <w:style w:type="paragraph" w:styleId="a6">
    <w:name w:val="Title"/>
    <w:basedOn w:val="a"/>
    <w:link w:val="a7"/>
    <w:uiPriority w:val="99"/>
    <w:qFormat/>
    <w:rsid w:val="00D43B62"/>
    <w:pPr>
      <w:jc w:val="center"/>
    </w:pPr>
    <w:rPr>
      <w:b/>
      <w:sz w:val="32"/>
    </w:rPr>
  </w:style>
  <w:style w:type="character" w:customStyle="1" w:styleId="a7">
    <w:name w:val="Название Знак"/>
    <w:basedOn w:val="a0"/>
    <w:link w:val="a6"/>
    <w:uiPriority w:val="10"/>
    <w:rsid w:val="004B665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8">
    <w:name w:val="Balloon Text"/>
    <w:basedOn w:val="a"/>
    <w:link w:val="a9"/>
    <w:uiPriority w:val="99"/>
    <w:semiHidden/>
    <w:rsid w:val="0072540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665B"/>
    <w:rPr>
      <w:sz w:val="0"/>
      <w:szCs w:val="0"/>
    </w:rPr>
  </w:style>
  <w:style w:type="paragraph" w:styleId="aa">
    <w:name w:val="List Paragraph"/>
    <w:basedOn w:val="a"/>
    <w:uiPriority w:val="99"/>
    <w:qFormat/>
    <w:rsid w:val="00654C72"/>
    <w:pPr>
      <w:ind w:left="720"/>
      <w:contextualSpacing/>
    </w:pPr>
  </w:style>
  <w:style w:type="paragraph" w:styleId="ab">
    <w:name w:val="No Spacing"/>
    <w:uiPriority w:val="1"/>
    <w:qFormat/>
    <w:rsid w:val="00E8096D"/>
    <w:rPr>
      <w:rFonts w:ascii="Calibri" w:eastAsia="Calibri" w:hAnsi="Calibri"/>
      <w:lang w:eastAsia="en-US"/>
    </w:rPr>
  </w:style>
  <w:style w:type="paragraph" w:customStyle="1" w:styleId="ConsPlusNormal">
    <w:name w:val="ConsPlusNormal"/>
    <w:rsid w:val="00E8096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4B393A"/>
    <w:pPr>
      <w:widowControl w:val="0"/>
      <w:autoSpaceDE w:val="0"/>
      <w:autoSpaceDN w:val="0"/>
    </w:pPr>
    <w:rPr>
      <w:rFonts w:ascii="Calibri" w:hAnsi="Calibri" w:cs="Calibri"/>
      <w:b/>
      <w:szCs w:val="20"/>
    </w:rPr>
  </w:style>
  <w:style w:type="character" w:styleId="ac">
    <w:name w:val="Hyperlink"/>
    <w:basedOn w:val="a0"/>
    <w:uiPriority w:val="99"/>
    <w:semiHidden/>
    <w:unhideWhenUsed/>
    <w:rsid w:val="004B393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F41E548F0BAC030A2253C7D9653859680C6FE5B36307E7187C267A71135FA7A39D1CE9CC953DB49CFD946B860CSEM4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62C07F245A5FFA8C18FFE0E85B9CD0923BE6A09DF9162A3C94089ECAF0DE7562457C9BF2DBC2508AD24A40A30K2wD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1pst_adm-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E8191-4C10-4D8F-98DB-DC3BE1283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1pst_adm-</Template>
  <TotalTime>687</TotalTime>
  <Pages>9</Pages>
  <Words>2279</Words>
  <Characters>12994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НАО</Company>
  <LinksUpToDate>false</LinksUpToDate>
  <CharactersWithSpaces>15243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Новый #2</dc:creator>
  <cp:keywords/>
  <dc:description/>
  <cp:lastModifiedBy>Redaktor</cp:lastModifiedBy>
  <cp:revision>43</cp:revision>
  <cp:lastPrinted>2020-10-01T07:17:00Z</cp:lastPrinted>
  <dcterms:created xsi:type="dcterms:W3CDTF">2017-02-20T11:46:00Z</dcterms:created>
  <dcterms:modified xsi:type="dcterms:W3CDTF">2020-10-01T11:23:00Z</dcterms:modified>
</cp:coreProperties>
</file>