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FE" w:rsidRPr="00BA6AFE" w:rsidRDefault="00BA6AFE" w:rsidP="00BA6AFE">
      <w:pPr>
        <w:jc w:val="right"/>
        <w:rPr>
          <w:sz w:val="22"/>
          <w:szCs w:val="22"/>
        </w:rPr>
      </w:pPr>
      <w:r w:rsidRPr="00BA6AFE">
        <w:rPr>
          <w:sz w:val="22"/>
          <w:szCs w:val="22"/>
        </w:rPr>
        <w:t xml:space="preserve">Приложение </w:t>
      </w:r>
    </w:p>
    <w:p w:rsidR="00BA6AFE" w:rsidRPr="00BA6AFE" w:rsidRDefault="00BA6AFE" w:rsidP="00BA6AFE">
      <w:pPr>
        <w:jc w:val="right"/>
        <w:rPr>
          <w:sz w:val="22"/>
          <w:szCs w:val="22"/>
        </w:rPr>
      </w:pPr>
      <w:r w:rsidRPr="00BA6AFE">
        <w:rPr>
          <w:sz w:val="22"/>
          <w:szCs w:val="22"/>
        </w:rPr>
        <w:t>к постановлению Администрации</w:t>
      </w:r>
    </w:p>
    <w:p w:rsidR="00BA6AFE" w:rsidRPr="00BA6AFE" w:rsidRDefault="00BA6AFE" w:rsidP="00BA6AFE">
      <w:pPr>
        <w:jc w:val="right"/>
        <w:rPr>
          <w:sz w:val="22"/>
          <w:szCs w:val="22"/>
        </w:rPr>
      </w:pPr>
      <w:r w:rsidRPr="00BA6AFE">
        <w:rPr>
          <w:sz w:val="22"/>
          <w:szCs w:val="22"/>
        </w:rPr>
        <w:t xml:space="preserve">МО «Поселок Амдерма» НАО  </w:t>
      </w:r>
    </w:p>
    <w:p w:rsidR="00853AF8" w:rsidRPr="00BA6AFE" w:rsidRDefault="000532AF" w:rsidP="00BA6AF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от 18.12.2020 № 138</w:t>
      </w:r>
      <w:r w:rsidR="00BA6AFE" w:rsidRPr="00BA6AFE">
        <w:rPr>
          <w:sz w:val="22"/>
          <w:szCs w:val="22"/>
        </w:rPr>
        <w:t>-П</w:t>
      </w:r>
    </w:p>
    <w:p w:rsidR="00BA6AFE" w:rsidRDefault="00BA6AFE" w:rsidP="00BA6AFE">
      <w:pPr>
        <w:jc w:val="right"/>
        <w:rPr>
          <w:sz w:val="24"/>
          <w:szCs w:val="24"/>
        </w:rPr>
      </w:pPr>
    </w:p>
    <w:p w:rsidR="00BA6AFE" w:rsidRDefault="00BA6AFE" w:rsidP="00BA6AFE">
      <w:pPr>
        <w:jc w:val="right"/>
        <w:rPr>
          <w:sz w:val="24"/>
          <w:szCs w:val="24"/>
        </w:rPr>
      </w:pPr>
    </w:p>
    <w:p w:rsidR="00BA6AFE" w:rsidRPr="00BA6AFE" w:rsidRDefault="002B04DB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hyperlink w:anchor="P32" w:history="1">
        <w:r w:rsidR="00BA6AFE" w:rsidRPr="00BA6AFE">
          <w:rPr>
            <w:rFonts w:cs="Calibri"/>
            <w:b/>
            <w:color w:val="000000"/>
            <w:sz w:val="24"/>
            <w:szCs w:val="24"/>
          </w:rPr>
          <w:t>П</w:t>
        </w:r>
        <w:r w:rsidR="00BA6AFE" w:rsidRPr="00BA6AFE">
          <w:rPr>
            <w:b/>
            <w:color w:val="000000"/>
            <w:sz w:val="24"/>
            <w:szCs w:val="24"/>
          </w:rPr>
          <w:t>рограмм</w:t>
        </w:r>
      </w:hyperlink>
      <w:r w:rsidR="003C6333">
        <w:rPr>
          <w:b/>
          <w:color w:val="000000"/>
          <w:sz w:val="24"/>
          <w:szCs w:val="24"/>
        </w:rPr>
        <w:t>а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BA6AFE">
        <w:rPr>
          <w:b/>
          <w:color w:val="000000"/>
          <w:sz w:val="24"/>
          <w:szCs w:val="24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</w:rPr>
      </w:pPr>
      <w:r w:rsidRPr="00BA6AFE">
        <w:rPr>
          <w:rFonts w:cs="Calibri"/>
          <w:b/>
          <w:sz w:val="24"/>
          <w:szCs w:val="24"/>
        </w:rPr>
        <w:t xml:space="preserve">муниципального контроля </w:t>
      </w:r>
      <w:r w:rsidRPr="00BA6AFE">
        <w:rPr>
          <w:b/>
          <w:color w:val="000000"/>
          <w:sz w:val="24"/>
          <w:szCs w:val="24"/>
        </w:rPr>
        <w:t xml:space="preserve">за соблюдением Правил </w:t>
      </w:r>
      <w:r>
        <w:rPr>
          <w:rFonts w:eastAsia="Calibri"/>
          <w:b/>
          <w:sz w:val="24"/>
          <w:szCs w:val="24"/>
        </w:rPr>
        <w:t xml:space="preserve">благоустройства территории </w:t>
      </w:r>
      <w:r w:rsidRPr="00BA6AFE">
        <w:rPr>
          <w:rFonts w:eastAsia="Calibri"/>
          <w:b/>
          <w:sz w:val="24"/>
          <w:szCs w:val="24"/>
        </w:rPr>
        <w:t xml:space="preserve">муниципального образования </w:t>
      </w:r>
      <w:r>
        <w:rPr>
          <w:rFonts w:eastAsia="Calibri"/>
          <w:b/>
          <w:sz w:val="24"/>
          <w:szCs w:val="24"/>
        </w:rPr>
        <w:t xml:space="preserve">«Поселок Амдерма» </w:t>
      </w:r>
      <w:r w:rsidRPr="00BA6AFE">
        <w:rPr>
          <w:rFonts w:eastAsia="Calibri"/>
          <w:b/>
          <w:sz w:val="24"/>
          <w:szCs w:val="24"/>
        </w:rPr>
        <w:t>Ненецкого автономного округа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BA6AFE">
        <w:rPr>
          <w:b/>
          <w:color w:val="000000"/>
          <w:sz w:val="24"/>
          <w:szCs w:val="24"/>
        </w:rPr>
        <w:t xml:space="preserve"> на 20</w:t>
      </w:r>
      <w:r w:rsidRPr="00BA6AFE">
        <w:rPr>
          <w:rFonts w:cs="Calibri"/>
          <w:b/>
          <w:color w:val="000000"/>
          <w:sz w:val="24"/>
          <w:szCs w:val="24"/>
        </w:rPr>
        <w:t>21</w:t>
      </w:r>
      <w:r w:rsidRPr="00BA6AFE">
        <w:rPr>
          <w:b/>
          <w:color w:val="000000"/>
          <w:sz w:val="24"/>
          <w:szCs w:val="24"/>
        </w:rPr>
        <w:t xml:space="preserve"> год</w:t>
      </w: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BA6AFE" w:rsidRPr="00BA6AFE" w:rsidRDefault="00BA6AFE" w:rsidP="00BA6AFE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BA6AFE" w:rsidRPr="00BA6AFE" w:rsidRDefault="00BA6AFE" w:rsidP="00BA6AFE">
      <w:pPr>
        <w:numPr>
          <w:ilvl w:val="0"/>
          <w:numId w:val="29"/>
        </w:num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</w:rPr>
        <w:t>Аналитическая часть</w:t>
      </w: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 xml:space="preserve">Муниципальную функцию по осуществлению </w:t>
      </w:r>
      <w:r w:rsidRPr="00BA6AFE">
        <w:rPr>
          <w:rFonts w:eastAsia="Calibri"/>
          <w:bCs/>
          <w:sz w:val="24"/>
          <w:szCs w:val="24"/>
          <w:lang w:eastAsia="en-US"/>
        </w:rPr>
        <w:t xml:space="preserve">муниципального контроля за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соблюдением Правил </w:t>
      </w:r>
      <w:r>
        <w:rPr>
          <w:rFonts w:eastAsia="Calibri"/>
          <w:sz w:val="24"/>
          <w:szCs w:val="24"/>
          <w:lang w:eastAsia="en-US"/>
        </w:rPr>
        <w:t xml:space="preserve">благоустройства территории </w:t>
      </w:r>
      <w:r w:rsidRPr="00BA6AFE">
        <w:rPr>
          <w:rFonts w:eastAsia="Calibri"/>
          <w:sz w:val="24"/>
          <w:szCs w:val="24"/>
          <w:lang w:eastAsia="en-US"/>
        </w:rPr>
        <w:t xml:space="preserve">муниципального образования </w:t>
      </w:r>
      <w:r>
        <w:rPr>
          <w:rFonts w:eastAsia="Calibri"/>
          <w:sz w:val="24"/>
          <w:szCs w:val="24"/>
          <w:lang w:eastAsia="en-US"/>
        </w:rPr>
        <w:t>«Поселок Амдерма</w:t>
      </w:r>
      <w:r w:rsidR="00186E8C">
        <w:rPr>
          <w:rFonts w:eastAsia="Calibri"/>
          <w:sz w:val="24"/>
          <w:szCs w:val="24"/>
          <w:lang w:eastAsia="en-US"/>
        </w:rPr>
        <w:t>»</w:t>
      </w:r>
      <w:r w:rsidRPr="00BA6AFE">
        <w:rPr>
          <w:rFonts w:eastAsia="Calibri"/>
          <w:sz w:val="24"/>
          <w:szCs w:val="24"/>
          <w:lang w:eastAsia="en-US"/>
        </w:rPr>
        <w:t xml:space="preserve"> Ненецкого автономного округа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 исполняет Администрация муниципального образования </w:t>
      </w:r>
      <w:r>
        <w:rPr>
          <w:rFonts w:eastAsia="Calibri"/>
          <w:color w:val="000000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color w:val="000000"/>
          <w:sz w:val="24"/>
          <w:szCs w:val="24"/>
          <w:lang w:eastAsia="en-US"/>
        </w:rPr>
        <w:t>» Ненецкого автономного округа (далее – Администрация муниципального образования, орган муниципального контроля).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 xml:space="preserve">Муниципальный контроль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за соблюдением Правил </w:t>
      </w:r>
      <w:r w:rsidRPr="00BA6AFE">
        <w:rPr>
          <w:rFonts w:eastAsia="Calibri"/>
          <w:sz w:val="24"/>
          <w:szCs w:val="24"/>
          <w:lang w:eastAsia="en-US"/>
        </w:rPr>
        <w:t xml:space="preserve">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 xml:space="preserve">»  Ненецкого автономного округа (далее – муниципальный контроль) осуществляют уполномоченные должностные лица </w:t>
      </w:r>
      <w:r w:rsidRPr="00BA6AFE">
        <w:rPr>
          <w:rFonts w:eastAsia="Calibri"/>
          <w:color w:val="000000"/>
          <w:sz w:val="24"/>
          <w:szCs w:val="24"/>
          <w:lang w:eastAsia="en-US"/>
        </w:rPr>
        <w:t>Администрации муниципального образования</w:t>
      </w:r>
      <w:r w:rsidRPr="00BA6AFE">
        <w:rPr>
          <w:rFonts w:eastAsia="Calibri"/>
          <w:sz w:val="24"/>
          <w:szCs w:val="24"/>
          <w:lang w:eastAsia="en-US"/>
        </w:rPr>
        <w:t xml:space="preserve"> путем проведения плановых и внеплановых проверок юридических лиц и индивидуальных предпринимателей в соответствии с Федеральным </w:t>
      </w:r>
      <w:hyperlink r:id="rId5" w:history="1">
        <w:r w:rsidRPr="00BA6AFE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BA6AFE">
        <w:rPr>
          <w:rFonts w:eastAsia="Calibri"/>
          <w:sz w:val="24"/>
          <w:szCs w:val="24"/>
          <w:lang w:eastAsia="en-US"/>
        </w:rPr>
        <w:t xml:space="preserve"> Российской Федерации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BA6AFE">
        <w:rPr>
          <w:rFonts w:eastAsia="Calibri"/>
          <w:color w:val="000000"/>
          <w:sz w:val="24"/>
          <w:szCs w:val="24"/>
        </w:rPr>
        <w:t>Проверочные мероприятия в рамках муниципального контроля в 2020 году не проводились.</w:t>
      </w:r>
    </w:p>
    <w:p w:rsidR="00BA6AFE" w:rsidRPr="00BA6AFE" w:rsidRDefault="00BA6AFE" w:rsidP="00BA6AFE">
      <w:pPr>
        <w:spacing w:after="200" w:line="276" w:lineRule="auto"/>
        <w:ind w:firstLine="567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2. Основные цели и задачи профилактической работы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2.1. Целями проведения профилактических мероприятий являются: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повышение прозрачности деятельности Администрации муниципального образования при осуществлении муниципального контроля;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предупреждение нарушения,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мотивация к добросовестному поведению и, как следствие, снижение уровня ущерба охраняемым законом ценностям;</w:t>
      </w:r>
    </w:p>
    <w:p w:rsidR="00BA6AFE" w:rsidRPr="00BA6AFE" w:rsidRDefault="00BA6AFE" w:rsidP="00186E8C">
      <w:pPr>
        <w:ind w:firstLine="709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- разъяснение подконтрольным субъектам обязательных требований.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2.2. Задачами Программы являются: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- выявление и устранение причин, факторов и условий, способствующих возможному нарушению обязательных требований;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- оценка состояния подконтрольной сферы и особенностей подконтрольных субъектов, установление зависимости видов, форм и интенсивности профилактических мероприятий с учетом данных факторов;</w:t>
      </w:r>
    </w:p>
    <w:p w:rsidR="00BA6AFE" w:rsidRPr="00BA6AFE" w:rsidRDefault="00BA6AFE" w:rsidP="00186E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- формирование единого понимания обязательных требований в регулируемых сферах у всех участников контрольно-надзорной деятельности.</w:t>
      </w: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numPr>
          <w:ilvl w:val="0"/>
          <w:numId w:val="30"/>
        </w:numPr>
        <w:spacing w:after="200" w:line="276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BA6AFE">
        <w:rPr>
          <w:rFonts w:eastAsia="Calibri"/>
          <w:b/>
          <w:color w:val="000000"/>
          <w:sz w:val="24"/>
          <w:szCs w:val="24"/>
        </w:rPr>
        <w:t>Описание видов и типов поднадзорных субъектов (объектов)</w:t>
      </w:r>
    </w:p>
    <w:p w:rsidR="00BA6AFE" w:rsidRPr="00BA6AFE" w:rsidRDefault="00BA6AFE" w:rsidP="00BA6AFE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BA6AFE" w:rsidRPr="00BA6AFE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BA6AFE">
        <w:rPr>
          <w:rFonts w:eastAsia="Calibri"/>
          <w:sz w:val="24"/>
          <w:szCs w:val="24"/>
          <w:lang w:eastAsia="en-US"/>
        </w:rPr>
        <w:t>Поднадзорными с</w:t>
      </w:r>
      <w:r w:rsidR="00186E8C">
        <w:rPr>
          <w:rFonts w:eastAsia="Calibri"/>
          <w:sz w:val="24"/>
          <w:szCs w:val="24"/>
          <w:lang w:eastAsia="en-US"/>
        </w:rPr>
        <w:t>убъектами</w:t>
      </w:r>
      <w:r w:rsidRPr="00BA6AFE">
        <w:rPr>
          <w:rFonts w:eastAsia="Calibri"/>
          <w:sz w:val="24"/>
          <w:szCs w:val="24"/>
          <w:lang w:eastAsia="en-US"/>
        </w:rPr>
        <w:t xml:space="preserve"> муниципального </w:t>
      </w:r>
      <w:r w:rsidRPr="00BA6AFE">
        <w:rPr>
          <w:rFonts w:eastAsia="Calibri"/>
          <w:bCs/>
          <w:sz w:val="24"/>
          <w:szCs w:val="24"/>
          <w:lang w:eastAsia="en-US"/>
        </w:rPr>
        <w:t xml:space="preserve">контроля </w:t>
      </w:r>
      <w:r w:rsidRPr="00BA6AFE">
        <w:rPr>
          <w:rFonts w:eastAsia="Calibri"/>
          <w:sz w:val="24"/>
          <w:szCs w:val="24"/>
          <w:lang w:eastAsia="en-US"/>
        </w:rPr>
        <w:t>являются юридические лица и индивидуальные</w:t>
      </w:r>
      <w:r w:rsidR="00186E8C">
        <w:rPr>
          <w:rFonts w:eastAsia="Calibri"/>
          <w:sz w:val="24"/>
          <w:szCs w:val="24"/>
          <w:lang w:eastAsia="en-US"/>
        </w:rPr>
        <w:t xml:space="preserve"> </w:t>
      </w:r>
      <w:r w:rsidRPr="00BA6AFE">
        <w:rPr>
          <w:rFonts w:eastAsia="Calibri"/>
          <w:sz w:val="24"/>
          <w:szCs w:val="24"/>
          <w:lang w:eastAsia="en-US"/>
        </w:rPr>
        <w:t>предприниматели.</w:t>
      </w:r>
    </w:p>
    <w:p w:rsidR="00BA6AFE" w:rsidRPr="00BA6AFE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9D225B">
        <w:rPr>
          <w:rFonts w:eastAsia="Calibri"/>
          <w:sz w:val="24"/>
          <w:szCs w:val="24"/>
          <w:lang w:eastAsia="en-US"/>
        </w:rPr>
        <w:t xml:space="preserve">Предметом </w:t>
      </w:r>
      <w:r w:rsidRPr="009D225B">
        <w:rPr>
          <w:rFonts w:eastAsia="Calibri"/>
          <w:bCs/>
          <w:sz w:val="24"/>
          <w:szCs w:val="24"/>
          <w:lang w:eastAsia="en-US"/>
        </w:rPr>
        <w:t xml:space="preserve">контроля </w:t>
      </w:r>
      <w:r w:rsidRPr="009D225B">
        <w:rPr>
          <w:rFonts w:eastAsia="Calibri"/>
          <w:sz w:val="24"/>
          <w:szCs w:val="24"/>
          <w:lang w:eastAsia="en-US"/>
        </w:rPr>
        <w:t xml:space="preserve">является организация и проведение проверок соблюдения юридическими лицами, индивидуальными </w:t>
      </w:r>
      <w:r w:rsidR="00186E8C" w:rsidRPr="009D225B">
        <w:rPr>
          <w:rFonts w:eastAsia="Calibri"/>
          <w:sz w:val="24"/>
          <w:szCs w:val="24"/>
          <w:lang w:eastAsia="en-US"/>
        </w:rPr>
        <w:t xml:space="preserve">предпринимателями </w:t>
      </w:r>
      <w:r w:rsidRPr="009D225B">
        <w:rPr>
          <w:rFonts w:eastAsia="Calibri"/>
          <w:sz w:val="24"/>
          <w:szCs w:val="24"/>
          <w:lang w:eastAsia="en-US"/>
        </w:rPr>
        <w:t>обязательных требований, установленных за соблюдением Пра</w:t>
      </w:r>
      <w:r w:rsidR="00186E8C" w:rsidRPr="009D225B">
        <w:rPr>
          <w:rFonts w:eastAsia="Calibri"/>
          <w:sz w:val="24"/>
          <w:szCs w:val="24"/>
          <w:lang w:eastAsia="en-US"/>
        </w:rPr>
        <w:t xml:space="preserve">вил благоустройства территории </w:t>
      </w:r>
      <w:r w:rsidRPr="009D225B">
        <w:rPr>
          <w:rFonts w:eastAsia="Calibri"/>
          <w:sz w:val="24"/>
          <w:szCs w:val="24"/>
          <w:lang w:eastAsia="en-US"/>
        </w:rPr>
        <w:t xml:space="preserve">муниципального образования </w:t>
      </w:r>
      <w:r w:rsidR="00186E8C" w:rsidRPr="009D225B">
        <w:rPr>
          <w:rFonts w:eastAsia="Calibri"/>
          <w:sz w:val="24"/>
          <w:szCs w:val="24"/>
          <w:lang w:eastAsia="en-US"/>
        </w:rPr>
        <w:t xml:space="preserve">«Поселок Амдерма» </w:t>
      </w:r>
      <w:r w:rsidRPr="009D225B">
        <w:rPr>
          <w:rFonts w:eastAsia="Calibri"/>
          <w:sz w:val="24"/>
          <w:szCs w:val="24"/>
          <w:lang w:eastAsia="en-US"/>
        </w:rPr>
        <w:t>Ненецкого автономного округа, утвержден</w:t>
      </w:r>
      <w:r w:rsidR="00745279" w:rsidRPr="009D225B">
        <w:rPr>
          <w:rFonts w:eastAsia="Calibri"/>
          <w:sz w:val="24"/>
          <w:szCs w:val="24"/>
          <w:lang w:eastAsia="en-US"/>
        </w:rPr>
        <w:t>ными решением Совета депутатов муниципального</w:t>
      </w:r>
      <w:r w:rsidRPr="009D225B">
        <w:rPr>
          <w:rFonts w:eastAsia="Calibri"/>
          <w:sz w:val="24"/>
          <w:szCs w:val="24"/>
          <w:lang w:eastAsia="en-US"/>
        </w:rPr>
        <w:t xml:space="preserve"> образования </w:t>
      </w:r>
      <w:r w:rsidR="00186E8C" w:rsidRPr="009D225B">
        <w:rPr>
          <w:rFonts w:eastAsia="Calibri"/>
          <w:sz w:val="24"/>
          <w:szCs w:val="24"/>
          <w:lang w:eastAsia="en-US"/>
        </w:rPr>
        <w:t>«Поселок Амдерма</w:t>
      </w:r>
      <w:r w:rsidRPr="009D225B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="009D225B" w:rsidRPr="009D225B">
        <w:rPr>
          <w:rFonts w:eastAsia="Calibri"/>
          <w:sz w:val="24"/>
          <w:szCs w:val="24"/>
          <w:lang w:eastAsia="en-US"/>
        </w:rPr>
        <w:t>от 05.11.2019 № 3</w:t>
      </w:r>
      <w:r w:rsidRPr="009D225B">
        <w:rPr>
          <w:rFonts w:eastAsia="Calibri"/>
          <w:sz w:val="24"/>
          <w:szCs w:val="24"/>
          <w:lang w:eastAsia="en-US"/>
        </w:rPr>
        <w:t>.</w:t>
      </w:r>
    </w:p>
    <w:p w:rsidR="00BA6AFE" w:rsidRPr="003C6333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color w:val="000000"/>
          <w:sz w:val="24"/>
          <w:szCs w:val="24"/>
        </w:rPr>
        <w:t xml:space="preserve">Указанную функцию Администрация муниципального образования осуществляет </w:t>
      </w:r>
      <w:r w:rsidRPr="009D225B">
        <w:rPr>
          <w:rFonts w:eastAsia="Calibri"/>
          <w:color w:val="000000"/>
          <w:sz w:val="24"/>
          <w:szCs w:val="24"/>
        </w:rPr>
        <w:t xml:space="preserve">согласно </w:t>
      </w:r>
      <w:r w:rsidRPr="009D225B">
        <w:rPr>
          <w:rFonts w:eastAsia="Calibri"/>
          <w:color w:val="000000"/>
          <w:sz w:val="24"/>
          <w:szCs w:val="24"/>
          <w:lang w:eastAsia="en-US"/>
        </w:rPr>
        <w:t>Перечня</w:t>
      </w:r>
      <w:r w:rsidRPr="009D225B">
        <w:rPr>
          <w:rFonts w:eastAsia="Calibri"/>
          <w:sz w:val="24"/>
          <w:szCs w:val="24"/>
          <w:lang w:eastAsia="en-US"/>
        </w:rPr>
        <w:t xml:space="preserve"> </w:t>
      </w:r>
      <w:r w:rsidRPr="009D225B">
        <w:rPr>
          <w:rFonts w:eastAsia="Calibri"/>
          <w:sz w:val="24"/>
          <w:szCs w:val="24"/>
        </w:rPr>
        <w:t>нормативных правовых актов</w:t>
      </w:r>
      <w:r w:rsidRPr="00BA6AFE">
        <w:rPr>
          <w:rFonts w:eastAsia="Calibri"/>
          <w:sz w:val="24"/>
          <w:szCs w:val="24"/>
        </w:rPr>
        <w:t xml:space="preserve"> и их отдельных частей, содержащих обязательные требования, оценка соблюдения которых является предметом </w:t>
      </w:r>
      <w:r w:rsidRPr="00BA6AFE">
        <w:rPr>
          <w:rFonts w:eastAsia="Calibri"/>
          <w:sz w:val="24"/>
          <w:szCs w:val="24"/>
          <w:lang w:eastAsia="en-US"/>
        </w:rPr>
        <w:t xml:space="preserve">осуществления муниципального контроля за соблюдением Правил 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 xml:space="preserve">»  Ненецкого автономного округа, утвержденного постановлением Администрации муниципального 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>» Ненецкого автономного округа</w:t>
      </w:r>
      <w:r w:rsidR="00186E8C">
        <w:rPr>
          <w:rFonts w:eastAsia="Calibri"/>
          <w:sz w:val="24"/>
          <w:szCs w:val="24"/>
          <w:lang w:eastAsia="en-US"/>
        </w:rPr>
        <w:t xml:space="preserve"> </w:t>
      </w:r>
      <w:r w:rsidR="00186E8C" w:rsidRPr="003C6333">
        <w:rPr>
          <w:rFonts w:eastAsia="Calibri"/>
          <w:sz w:val="24"/>
          <w:szCs w:val="24"/>
          <w:lang w:eastAsia="en-US"/>
        </w:rPr>
        <w:t xml:space="preserve">от </w:t>
      </w:r>
      <w:r w:rsidR="003C6333" w:rsidRPr="003C6333">
        <w:rPr>
          <w:rFonts w:eastAsia="Calibri"/>
          <w:sz w:val="24"/>
          <w:szCs w:val="24"/>
          <w:lang w:eastAsia="en-US"/>
        </w:rPr>
        <w:t>18</w:t>
      </w:r>
      <w:r w:rsidR="00186E8C" w:rsidRPr="003C6333">
        <w:rPr>
          <w:rFonts w:eastAsia="Calibri"/>
          <w:sz w:val="24"/>
          <w:szCs w:val="24"/>
          <w:lang w:eastAsia="en-US"/>
        </w:rPr>
        <w:t>.12.2</w:t>
      </w:r>
      <w:r w:rsidR="003C6333" w:rsidRPr="003C6333">
        <w:rPr>
          <w:rFonts w:eastAsia="Calibri"/>
          <w:sz w:val="24"/>
          <w:szCs w:val="24"/>
          <w:lang w:eastAsia="en-US"/>
        </w:rPr>
        <w:t>020 № 13</w:t>
      </w:r>
      <w:r w:rsidR="00001871">
        <w:rPr>
          <w:rFonts w:eastAsia="Calibri"/>
          <w:sz w:val="24"/>
          <w:szCs w:val="24"/>
          <w:lang w:eastAsia="en-US"/>
        </w:rPr>
        <w:t>4</w:t>
      </w:r>
      <w:r w:rsidR="00186E8C" w:rsidRPr="003C6333">
        <w:rPr>
          <w:rFonts w:eastAsia="Calibri"/>
          <w:sz w:val="24"/>
          <w:szCs w:val="24"/>
          <w:lang w:eastAsia="en-US"/>
        </w:rPr>
        <w:t>-П</w:t>
      </w:r>
      <w:r w:rsidRPr="003C6333">
        <w:rPr>
          <w:rFonts w:eastAsia="Calibri"/>
          <w:sz w:val="24"/>
          <w:szCs w:val="24"/>
          <w:lang w:eastAsia="en-US"/>
        </w:rPr>
        <w:t>.</w:t>
      </w:r>
    </w:p>
    <w:p w:rsidR="00BA6AFE" w:rsidRPr="00BA6AFE" w:rsidRDefault="00BA6AFE" w:rsidP="00BA6AFE">
      <w:pPr>
        <w:autoSpaceDE w:val="0"/>
        <w:autoSpaceDN w:val="0"/>
        <w:adjustRightInd w:val="0"/>
        <w:spacing w:after="20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186E8C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BA6AFE">
        <w:rPr>
          <w:rFonts w:eastAsia="Calibri"/>
          <w:b/>
          <w:bCs/>
          <w:sz w:val="24"/>
          <w:szCs w:val="24"/>
        </w:rPr>
        <w:t>Описание ключевых наиболее значимых рисков, а также текущих</w:t>
      </w:r>
    </w:p>
    <w:p w:rsidR="00BA6AFE" w:rsidRPr="00BA6AFE" w:rsidRDefault="00BA6AFE" w:rsidP="00186E8C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BA6AFE">
        <w:rPr>
          <w:rFonts w:eastAsia="Calibri"/>
          <w:b/>
          <w:bCs/>
          <w:sz w:val="24"/>
          <w:szCs w:val="24"/>
        </w:rPr>
        <w:t>и ожидаемых тенденций, которые могут оказать воздействие</w:t>
      </w:r>
    </w:p>
    <w:p w:rsidR="00BA6AFE" w:rsidRPr="00BA6AFE" w:rsidRDefault="00BA6AFE" w:rsidP="00186E8C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BA6AFE">
        <w:rPr>
          <w:rFonts w:eastAsia="Calibri"/>
          <w:b/>
          <w:bCs/>
          <w:sz w:val="24"/>
          <w:szCs w:val="24"/>
        </w:rPr>
        <w:t>на состояние поднадзорной среды</w:t>
      </w: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color w:val="0070C0"/>
          <w:sz w:val="24"/>
          <w:szCs w:val="24"/>
        </w:rPr>
      </w:pP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color w:val="0070C0"/>
          <w:sz w:val="24"/>
          <w:szCs w:val="24"/>
        </w:rPr>
      </w:pPr>
    </w:p>
    <w:p w:rsidR="00BA6AFE" w:rsidRPr="009D225B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color w:val="000000"/>
          <w:sz w:val="24"/>
          <w:szCs w:val="24"/>
        </w:rPr>
        <w:t xml:space="preserve">Обеспечение информированности юридических лиц и индивидуальных предпринимателей по вопросам необходимости соблюдения ими обязательных требований, оценка соблюдения которых является предметом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осуществления </w:t>
      </w:r>
      <w:r w:rsidRPr="00BA6AFE">
        <w:rPr>
          <w:rFonts w:eastAsia="Calibri"/>
          <w:bCs/>
          <w:color w:val="000000"/>
          <w:sz w:val="24"/>
          <w:szCs w:val="24"/>
          <w:lang w:eastAsia="en-US"/>
        </w:rPr>
        <w:t xml:space="preserve">контроля  </w:t>
      </w:r>
      <w:r w:rsidRPr="00BA6AFE">
        <w:rPr>
          <w:rFonts w:eastAsia="Calibri"/>
          <w:sz w:val="24"/>
          <w:szCs w:val="24"/>
          <w:lang w:eastAsia="en-US"/>
        </w:rPr>
        <w:t xml:space="preserve">за соблюдением Правил 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</w:t>
      </w:r>
      <w:r w:rsidRPr="00BA6AFE">
        <w:rPr>
          <w:rFonts w:eastAsia="Calibri"/>
          <w:sz w:val="24"/>
          <w:szCs w:val="24"/>
          <w:lang w:eastAsia="en-US"/>
        </w:rPr>
        <w:t xml:space="preserve">»  Ненецкого автономного округа, утвержденных </w:t>
      </w:r>
      <w:r w:rsidRPr="009D225B">
        <w:rPr>
          <w:rFonts w:eastAsia="Calibri"/>
          <w:sz w:val="24"/>
          <w:szCs w:val="24"/>
          <w:lang w:eastAsia="en-US"/>
        </w:rPr>
        <w:t xml:space="preserve">решением Совета депутатов  муниципального  образования </w:t>
      </w:r>
      <w:r w:rsidR="00186E8C" w:rsidRPr="009D225B">
        <w:rPr>
          <w:rFonts w:eastAsia="Calibri"/>
          <w:sz w:val="24"/>
          <w:szCs w:val="24"/>
          <w:lang w:eastAsia="en-US"/>
        </w:rPr>
        <w:t>«Поселок Амдерма</w:t>
      </w:r>
      <w:r w:rsidRPr="009D225B">
        <w:rPr>
          <w:rFonts w:eastAsia="Calibri"/>
          <w:sz w:val="24"/>
          <w:szCs w:val="24"/>
          <w:lang w:eastAsia="en-US"/>
        </w:rPr>
        <w:t xml:space="preserve">» Ненецкого автономного округа от </w:t>
      </w:r>
      <w:r w:rsidR="009D225B" w:rsidRPr="009D225B">
        <w:rPr>
          <w:rFonts w:eastAsia="Calibri"/>
          <w:sz w:val="24"/>
          <w:szCs w:val="24"/>
          <w:lang w:eastAsia="en-US"/>
        </w:rPr>
        <w:t>05.11.2019 № 3</w:t>
      </w:r>
      <w:r w:rsidRPr="009D225B">
        <w:rPr>
          <w:rFonts w:eastAsia="Calibri"/>
          <w:sz w:val="24"/>
          <w:szCs w:val="24"/>
          <w:lang w:eastAsia="en-US"/>
        </w:rPr>
        <w:t xml:space="preserve">, </w:t>
      </w:r>
      <w:r w:rsidRPr="009D225B">
        <w:rPr>
          <w:rFonts w:eastAsia="Calibri"/>
          <w:sz w:val="24"/>
          <w:szCs w:val="24"/>
        </w:rPr>
        <w:t>а также информации о мерах ответственности за допущенные нарушения</w:t>
      </w:r>
      <w:r w:rsidRPr="009D225B">
        <w:rPr>
          <w:rFonts w:eastAsia="Calibri"/>
          <w:sz w:val="24"/>
          <w:szCs w:val="24"/>
          <w:lang w:eastAsia="en-US"/>
        </w:rPr>
        <w:t>.</w:t>
      </w:r>
    </w:p>
    <w:p w:rsidR="00BA6AFE" w:rsidRPr="00BA6AFE" w:rsidRDefault="00BA6AFE" w:rsidP="00BA6AFE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D225B">
        <w:rPr>
          <w:rFonts w:eastAsia="Calibri"/>
          <w:sz w:val="24"/>
          <w:szCs w:val="24"/>
        </w:rPr>
        <w:t xml:space="preserve">Сокращение фактов нарушений </w:t>
      </w:r>
      <w:r w:rsidRPr="009D225B">
        <w:rPr>
          <w:rFonts w:eastAsia="Calibri"/>
          <w:color w:val="000000"/>
          <w:sz w:val="24"/>
          <w:szCs w:val="24"/>
        </w:rPr>
        <w:t>юридическими лицами и индивидуальны</w:t>
      </w:r>
      <w:r w:rsidR="00186E8C" w:rsidRPr="009D225B">
        <w:rPr>
          <w:rFonts w:eastAsia="Calibri"/>
          <w:color w:val="000000"/>
          <w:sz w:val="24"/>
          <w:szCs w:val="24"/>
        </w:rPr>
        <w:t>ми</w:t>
      </w:r>
      <w:r w:rsidR="00186E8C">
        <w:rPr>
          <w:rFonts w:eastAsia="Calibri"/>
          <w:color w:val="000000"/>
          <w:sz w:val="24"/>
          <w:szCs w:val="24"/>
        </w:rPr>
        <w:t xml:space="preserve"> </w:t>
      </w:r>
      <w:r w:rsidRPr="00BA6AFE">
        <w:rPr>
          <w:rFonts w:eastAsia="Calibri"/>
          <w:color w:val="000000"/>
          <w:sz w:val="24"/>
          <w:szCs w:val="24"/>
        </w:rPr>
        <w:t>предпринимателями</w:t>
      </w:r>
      <w:r w:rsidRPr="00BA6AFE">
        <w:rPr>
          <w:rFonts w:eastAsia="Calibri"/>
          <w:sz w:val="24"/>
          <w:szCs w:val="24"/>
        </w:rPr>
        <w:t xml:space="preserve"> обязательных требований, </w:t>
      </w:r>
      <w:r w:rsidRPr="00BA6AFE">
        <w:rPr>
          <w:rFonts w:eastAsia="Calibri"/>
          <w:color w:val="000000"/>
          <w:sz w:val="24"/>
          <w:szCs w:val="24"/>
        </w:rPr>
        <w:t xml:space="preserve">оценка соблюдения которых является предметом </w:t>
      </w:r>
      <w:r w:rsidRPr="00BA6AFE">
        <w:rPr>
          <w:rFonts w:eastAsia="Calibri"/>
          <w:color w:val="000000"/>
          <w:sz w:val="24"/>
          <w:szCs w:val="24"/>
          <w:lang w:eastAsia="en-US"/>
        </w:rPr>
        <w:t xml:space="preserve">осуществления </w:t>
      </w:r>
      <w:r w:rsidR="00ED08CE">
        <w:rPr>
          <w:rFonts w:eastAsia="Calibri"/>
          <w:bCs/>
          <w:color w:val="000000"/>
          <w:sz w:val="24"/>
          <w:szCs w:val="24"/>
          <w:lang w:eastAsia="en-US"/>
        </w:rPr>
        <w:t>муниципального контроля</w:t>
      </w:r>
      <w:r w:rsidRPr="00BA6AF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Pr="00BA6AFE">
        <w:rPr>
          <w:rFonts w:eastAsia="Calibri"/>
          <w:color w:val="000000"/>
          <w:sz w:val="24"/>
          <w:szCs w:val="24"/>
        </w:rPr>
        <w:t xml:space="preserve">за </w:t>
      </w:r>
      <w:r w:rsidRPr="00BA6AFE">
        <w:rPr>
          <w:rFonts w:eastAsia="Calibri"/>
          <w:sz w:val="24"/>
          <w:szCs w:val="24"/>
          <w:lang w:eastAsia="en-US"/>
        </w:rPr>
        <w:t xml:space="preserve">соблюдением Правил благоустройства территории  муниципального образования </w:t>
      </w:r>
      <w:r w:rsidR="00186E8C">
        <w:rPr>
          <w:rFonts w:eastAsia="Calibri"/>
          <w:sz w:val="24"/>
          <w:szCs w:val="24"/>
          <w:lang w:eastAsia="en-US"/>
        </w:rPr>
        <w:t>«Поселок Амдерма»</w:t>
      </w:r>
      <w:r w:rsidRPr="00BA6AFE">
        <w:rPr>
          <w:rFonts w:eastAsia="Calibri"/>
          <w:sz w:val="24"/>
          <w:szCs w:val="24"/>
          <w:lang w:eastAsia="en-US"/>
        </w:rPr>
        <w:t xml:space="preserve">  Ненецкого автономного округа, </w:t>
      </w:r>
      <w:r w:rsidRPr="00BA6AFE">
        <w:rPr>
          <w:rFonts w:eastAsia="Calibri"/>
          <w:sz w:val="24"/>
          <w:szCs w:val="24"/>
        </w:rPr>
        <w:t>а также информации о мерах ответственности за допущенные нарушения.</w:t>
      </w:r>
    </w:p>
    <w:p w:rsidR="00BA6AFE" w:rsidRPr="00BA6AFE" w:rsidRDefault="00BA6AFE" w:rsidP="00BA6AFE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Осуществля</w:t>
      </w:r>
      <w:r w:rsidR="00186E8C">
        <w:rPr>
          <w:rFonts w:eastAsia="Calibri"/>
          <w:sz w:val="24"/>
          <w:szCs w:val="24"/>
        </w:rPr>
        <w:t xml:space="preserve">ть информирование </w:t>
      </w:r>
      <w:r w:rsidRPr="00BA6AFE">
        <w:rPr>
          <w:rFonts w:eastAsia="Calibri"/>
          <w:sz w:val="24"/>
          <w:szCs w:val="24"/>
        </w:rPr>
        <w:t>юридических лиц и индивидуальных предпринимателей о деятельности Администрации муниципального образования в сфере муниципального контроля, ее результатах.</w:t>
      </w:r>
    </w:p>
    <w:p w:rsid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3C6333" w:rsidRPr="00BA6AFE" w:rsidRDefault="003C6333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5. План мероприятий по профилактике нарушений обязательных требований</w:t>
      </w: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на 2021 год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977"/>
        <w:gridCol w:w="11"/>
        <w:gridCol w:w="2115"/>
        <w:gridCol w:w="2268"/>
        <w:gridCol w:w="1984"/>
      </w:tblGrid>
      <w:tr w:rsidR="00BA6AFE" w:rsidRPr="00BA6AFE" w:rsidTr="00DE3114">
        <w:trPr>
          <w:trHeight w:val="1360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15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Периодичность </w:t>
            </w:r>
          </w:p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BA6AFE" w:rsidRPr="00BA6AFE" w:rsidTr="00DE3114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 xml:space="preserve">униципального контроля, а также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текстов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rPr>
          <w:trHeight w:val="5425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A6AFE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160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 1 марта 2021 года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Выдача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снижение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Общий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977" w:type="dxa"/>
          </w:tcPr>
          <w:p w:rsidR="00BA6AFE" w:rsidRPr="00BA6AFE" w:rsidRDefault="00BA6AFE" w:rsidP="00186E8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186E8C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  <w:gridSpan w:val="2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 20 декабря 2021 года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>6. Проект плана мероприятий по профилактике нарушений</w:t>
      </w: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BA6AFE">
        <w:rPr>
          <w:rFonts w:eastAsia="Calibri"/>
          <w:b/>
          <w:sz w:val="24"/>
          <w:szCs w:val="24"/>
          <w:lang w:eastAsia="en-US"/>
        </w:rPr>
        <w:t xml:space="preserve"> обязательных требований на 2022-2023 год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977"/>
        <w:gridCol w:w="2126"/>
        <w:gridCol w:w="2268"/>
        <w:gridCol w:w="1984"/>
      </w:tblGrid>
      <w:tr w:rsidR="00BA6AFE" w:rsidRPr="00BA6AFE" w:rsidTr="00DE3114">
        <w:trPr>
          <w:trHeight w:val="1360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Периодичность </w:t>
            </w:r>
          </w:p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BA6AFE" w:rsidRPr="00BA6AFE" w:rsidTr="00DE3114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rPr>
          <w:trHeight w:val="5425"/>
        </w:trPr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A6AFE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мере необходимости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977" w:type="dxa"/>
          </w:tcPr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до 1 марта 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BA6AFE" w:rsidRPr="00BA6AFE" w:rsidTr="00DE3114">
        <w:tc>
          <w:tcPr>
            <w:tcW w:w="568" w:type="dxa"/>
            <w:shd w:val="clear" w:color="auto" w:fill="auto"/>
          </w:tcPr>
          <w:p w:rsidR="00BA6AFE" w:rsidRPr="00BA6AFE" w:rsidRDefault="00BA6AFE" w:rsidP="00BA6AF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BA6AFE" w:rsidRPr="00BA6AFE" w:rsidRDefault="00BA6AFE" w:rsidP="00ED08C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ED08CE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BA6AFE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до 20 декабря </w:t>
            </w:r>
          </w:p>
        </w:tc>
        <w:tc>
          <w:tcPr>
            <w:tcW w:w="2268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BA6AFE" w:rsidRPr="00BA6AFE" w:rsidRDefault="00BA6AFE" w:rsidP="00BA6AF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AFE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</w:rPr>
      </w:pPr>
      <w:r w:rsidRPr="00BA6AFE">
        <w:rPr>
          <w:rFonts w:eastAsia="Calibri"/>
          <w:sz w:val="24"/>
          <w:szCs w:val="24"/>
          <w:lang w:eastAsia="en-US"/>
        </w:rPr>
        <w:t xml:space="preserve">7. </w:t>
      </w:r>
      <w:r w:rsidRPr="00BA6AFE">
        <w:rPr>
          <w:rFonts w:eastAsia="Calibri"/>
          <w:b/>
          <w:sz w:val="24"/>
          <w:szCs w:val="24"/>
          <w:lang w:eastAsia="en-US"/>
        </w:rPr>
        <w:t xml:space="preserve">Механизм </w:t>
      </w:r>
      <w:r w:rsidRPr="00BA6AFE">
        <w:rPr>
          <w:rFonts w:eastAsia="Calibri"/>
          <w:b/>
          <w:sz w:val="24"/>
          <w:szCs w:val="24"/>
        </w:rPr>
        <w:t>реализации Программы</w:t>
      </w: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708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Программа реализуется общим отделом Администрации муниципального образования</w:t>
      </w:r>
      <w:r w:rsidR="00ED08CE">
        <w:rPr>
          <w:rFonts w:eastAsia="Calibri"/>
          <w:sz w:val="24"/>
          <w:szCs w:val="24"/>
          <w:lang w:eastAsia="en-US"/>
        </w:rPr>
        <w:t xml:space="preserve"> (органом </w:t>
      </w:r>
      <w:r w:rsidRPr="00BA6AFE">
        <w:rPr>
          <w:rFonts w:eastAsia="Calibri"/>
          <w:sz w:val="24"/>
          <w:szCs w:val="24"/>
          <w:lang w:eastAsia="en-US"/>
        </w:rPr>
        <w:t xml:space="preserve">муниципального контроля) </w:t>
      </w:r>
      <w:r w:rsidRPr="00BA6AFE">
        <w:rPr>
          <w:rFonts w:eastAsia="Calibri"/>
          <w:sz w:val="24"/>
          <w:szCs w:val="24"/>
        </w:rPr>
        <w:t>к полномочиям которого относится: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1) подготовка ежегодного доклада об итогах реализации Программы;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2) подготовка предложений по уточнению перечня программных мероприятий (при необходимости);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3) проведение мониторинга реализации программы и предварительной оценки ожидаемой эффективности и результативности программы;</w:t>
      </w: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4) подготовка проекта изменений в Программу.</w:t>
      </w:r>
    </w:p>
    <w:p w:rsidR="00BA6AFE" w:rsidRPr="00BA6AFE" w:rsidRDefault="00BA6AFE" w:rsidP="00BA6AFE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b/>
          <w:sz w:val="24"/>
          <w:szCs w:val="24"/>
        </w:rPr>
      </w:pPr>
      <w:r w:rsidRPr="00BA6AFE">
        <w:rPr>
          <w:rFonts w:eastAsia="Calibri"/>
          <w:sz w:val="24"/>
          <w:szCs w:val="24"/>
          <w:lang w:eastAsia="en-US"/>
        </w:rPr>
        <w:t>8</w:t>
      </w:r>
      <w:r w:rsidRPr="00BA6AFE">
        <w:rPr>
          <w:rFonts w:eastAsia="Calibri"/>
          <w:b/>
          <w:sz w:val="24"/>
          <w:szCs w:val="24"/>
          <w:lang w:eastAsia="en-US"/>
        </w:rPr>
        <w:t xml:space="preserve">. </w:t>
      </w:r>
      <w:r w:rsidRPr="00BA6AFE">
        <w:rPr>
          <w:rFonts w:eastAsia="Calibri"/>
          <w:b/>
          <w:sz w:val="24"/>
          <w:szCs w:val="24"/>
        </w:rPr>
        <w:t>Уполномоченные лица, ответственные за организацию</w:t>
      </w:r>
    </w:p>
    <w:p w:rsidR="00BA6AFE" w:rsidRPr="00BA6AFE" w:rsidRDefault="00BA6AFE" w:rsidP="00BA6AF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BA6AFE">
        <w:rPr>
          <w:rFonts w:eastAsia="Calibri"/>
          <w:b/>
          <w:sz w:val="24"/>
          <w:szCs w:val="24"/>
        </w:rPr>
        <w:t xml:space="preserve">и проведение профилактических мероприятий </w:t>
      </w:r>
    </w:p>
    <w:p w:rsidR="00BA6AFE" w:rsidRPr="00BA6AFE" w:rsidRDefault="00BA6AFE" w:rsidP="00BA6AFE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BA6AFE" w:rsidRPr="00BA6AFE" w:rsidRDefault="00BA6AFE" w:rsidP="00BA6AF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BA6AFE">
        <w:rPr>
          <w:rFonts w:eastAsia="Calibri"/>
          <w:sz w:val="24"/>
          <w:szCs w:val="24"/>
        </w:rPr>
        <w:t>Уполномоченными лицами, ответственными за организацию и проведение профилактических мероприятий муниципального жилищного контроля, являются:</w:t>
      </w:r>
    </w:p>
    <w:p w:rsidR="00ED08CE" w:rsidRPr="00353566" w:rsidRDefault="00450371" w:rsidP="00ED08CE">
      <w:pPr>
        <w:ind w:firstLine="567"/>
        <w:jc w:val="both"/>
        <w:rPr>
          <w:rFonts w:eastAsia="Calibri"/>
          <w:sz w:val="24"/>
          <w:szCs w:val="24"/>
        </w:rPr>
      </w:pPr>
      <w:r w:rsidRPr="00353566">
        <w:rPr>
          <w:rFonts w:eastAsia="Calibri"/>
          <w:sz w:val="24"/>
          <w:szCs w:val="24"/>
        </w:rPr>
        <w:t xml:space="preserve">- </w:t>
      </w:r>
      <w:r w:rsidR="00353566" w:rsidRPr="00353566">
        <w:rPr>
          <w:rFonts w:eastAsia="Calibri"/>
          <w:sz w:val="24"/>
          <w:szCs w:val="24"/>
        </w:rPr>
        <w:t xml:space="preserve">старший </w:t>
      </w:r>
      <w:r w:rsidR="00ED08CE" w:rsidRPr="00353566">
        <w:rPr>
          <w:rFonts w:eastAsia="Calibri"/>
          <w:sz w:val="24"/>
          <w:szCs w:val="24"/>
        </w:rPr>
        <w:t>специалист общего отдела Администрации муниципального образования «Поселок Амдерма» Ненецкого авт</w:t>
      </w:r>
      <w:r w:rsidR="00B634F9" w:rsidRPr="00353566">
        <w:rPr>
          <w:rFonts w:eastAsia="Calibri"/>
          <w:sz w:val="24"/>
          <w:szCs w:val="24"/>
        </w:rPr>
        <w:t>ономного округа», тел.: +7 (81857</w:t>
      </w:r>
      <w:r w:rsidR="00ED08CE" w:rsidRPr="00353566">
        <w:rPr>
          <w:rFonts w:eastAsia="Calibri"/>
          <w:sz w:val="24"/>
          <w:szCs w:val="24"/>
        </w:rPr>
        <w:t>) 23-703.</w:t>
      </w:r>
    </w:p>
    <w:p w:rsidR="00BA6AFE" w:rsidRPr="00BA6AFE" w:rsidRDefault="00BA6AFE" w:rsidP="00BA6AFE">
      <w:pPr>
        <w:ind w:firstLine="567"/>
        <w:jc w:val="both"/>
        <w:rPr>
          <w:rFonts w:eastAsia="Calibri"/>
          <w:color w:val="FF0000"/>
          <w:sz w:val="24"/>
          <w:szCs w:val="24"/>
        </w:rPr>
      </w:pPr>
    </w:p>
    <w:p w:rsidR="00BA6AFE" w:rsidRPr="00BA6AFE" w:rsidRDefault="00BA6AFE" w:rsidP="00BA6AFE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BA6AFE" w:rsidRPr="00BA6AFE" w:rsidRDefault="00BA6AFE" w:rsidP="00BA6AFE">
      <w:pPr>
        <w:jc w:val="right"/>
        <w:rPr>
          <w:sz w:val="24"/>
          <w:szCs w:val="24"/>
        </w:rPr>
      </w:pPr>
    </w:p>
    <w:sectPr w:rsidR="00BA6AFE" w:rsidRPr="00BA6AFE" w:rsidSect="004B393A">
      <w:pgSz w:w="11907" w:h="16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871E39"/>
    <w:multiLevelType w:val="multilevel"/>
    <w:tmpl w:val="959E65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5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2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9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"/>
  </w:num>
  <w:num w:numId="3">
    <w:abstractNumId w:val="21"/>
  </w:num>
  <w:num w:numId="4">
    <w:abstractNumId w:val="28"/>
  </w:num>
  <w:num w:numId="5">
    <w:abstractNumId w:val="19"/>
  </w:num>
  <w:num w:numId="6">
    <w:abstractNumId w:val="5"/>
  </w:num>
  <w:num w:numId="7">
    <w:abstractNumId w:val="0"/>
  </w:num>
  <w:num w:numId="8">
    <w:abstractNumId w:val="4"/>
  </w:num>
  <w:num w:numId="9">
    <w:abstractNumId w:val="20"/>
  </w:num>
  <w:num w:numId="10">
    <w:abstractNumId w:val="7"/>
  </w:num>
  <w:num w:numId="11">
    <w:abstractNumId w:val="24"/>
  </w:num>
  <w:num w:numId="12">
    <w:abstractNumId w:val="26"/>
  </w:num>
  <w:num w:numId="13">
    <w:abstractNumId w:val="18"/>
  </w:num>
  <w:num w:numId="14">
    <w:abstractNumId w:val="25"/>
  </w:num>
  <w:num w:numId="15">
    <w:abstractNumId w:val="10"/>
  </w:num>
  <w:num w:numId="16">
    <w:abstractNumId w:val="15"/>
  </w:num>
  <w:num w:numId="17">
    <w:abstractNumId w:val="17"/>
  </w:num>
  <w:num w:numId="18">
    <w:abstractNumId w:val="13"/>
  </w:num>
  <w:num w:numId="19">
    <w:abstractNumId w:val="29"/>
  </w:num>
  <w:num w:numId="20">
    <w:abstractNumId w:val="14"/>
  </w:num>
  <w:num w:numId="21">
    <w:abstractNumId w:val="12"/>
  </w:num>
  <w:num w:numId="22">
    <w:abstractNumId w:val="11"/>
  </w:num>
  <w:num w:numId="23">
    <w:abstractNumId w:val="6"/>
  </w:num>
  <w:num w:numId="24">
    <w:abstractNumId w:val="23"/>
  </w:num>
  <w:num w:numId="25">
    <w:abstractNumId w:val="2"/>
  </w:num>
  <w:num w:numId="26">
    <w:abstractNumId w:val="27"/>
  </w:num>
  <w:num w:numId="27">
    <w:abstractNumId w:val="22"/>
  </w:num>
  <w:num w:numId="28">
    <w:abstractNumId w:val="3"/>
  </w:num>
  <w:num w:numId="29">
    <w:abstractNumId w:val="1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proofState w:spelling="clean" w:grammar="clean"/>
  <w:attachedTemplate r:id="rId1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3E22"/>
    <w:rsid w:val="00001871"/>
    <w:rsid w:val="000018C1"/>
    <w:rsid w:val="00005964"/>
    <w:rsid w:val="000105A1"/>
    <w:rsid w:val="000233D3"/>
    <w:rsid w:val="000323A8"/>
    <w:rsid w:val="000532AF"/>
    <w:rsid w:val="0005586A"/>
    <w:rsid w:val="00093ACC"/>
    <w:rsid w:val="000B1F09"/>
    <w:rsid w:val="000B54D8"/>
    <w:rsid w:val="000D3E22"/>
    <w:rsid w:val="000D45DE"/>
    <w:rsid w:val="000E087D"/>
    <w:rsid w:val="000F0B2E"/>
    <w:rsid w:val="00111B67"/>
    <w:rsid w:val="00112731"/>
    <w:rsid w:val="0012380C"/>
    <w:rsid w:val="00125186"/>
    <w:rsid w:val="001259F4"/>
    <w:rsid w:val="00136193"/>
    <w:rsid w:val="0014060C"/>
    <w:rsid w:val="00150922"/>
    <w:rsid w:val="00186E8C"/>
    <w:rsid w:val="001A3696"/>
    <w:rsid w:val="001A7099"/>
    <w:rsid w:val="001B254A"/>
    <w:rsid w:val="002461B7"/>
    <w:rsid w:val="00256C95"/>
    <w:rsid w:val="00260B46"/>
    <w:rsid w:val="002822DF"/>
    <w:rsid w:val="002B04DB"/>
    <w:rsid w:val="002B38F9"/>
    <w:rsid w:val="002B4910"/>
    <w:rsid w:val="002C06FE"/>
    <w:rsid w:val="002C4CE0"/>
    <w:rsid w:val="002F0651"/>
    <w:rsid w:val="00320512"/>
    <w:rsid w:val="003256E8"/>
    <w:rsid w:val="00343B02"/>
    <w:rsid w:val="00344460"/>
    <w:rsid w:val="00353566"/>
    <w:rsid w:val="003720CC"/>
    <w:rsid w:val="003A3709"/>
    <w:rsid w:val="003A75A7"/>
    <w:rsid w:val="003C6333"/>
    <w:rsid w:val="003D0C53"/>
    <w:rsid w:val="003D33FB"/>
    <w:rsid w:val="003E6447"/>
    <w:rsid w:val="003F50AE"/>
    <w:rsid w:val="00401FF8"/>
    <w:rsid w:val="004214F3"/>
    <w:rsid w:val="00450371"/>
    <w:rsid w:val="004B11D5"/>
    <w:rsid w:val="004B393A"/>
    <w:rsid w:val="004D5CE6"/>
    <w:rsid w:val="00507831"/>
    <w:rsid w:val="005447F5"/>
    <w:rsid w:val="005A1F01"/>
    <w:rsid w:val="005B553D"/>
    <w:rsid w:val="005B5B96"/>
    <w:rsid w:val="005C0AEA"/>
    <w:rsid w:val="005D2A2A"/>
    <w:rsid w:val="005E4BF4"/>
    <w:rsid w:val="00605905"/>
    <w:rsid w:val="00632DF5"/>
    <w:rsid w:val="00635DCA"/>
    <w:rsid w:val="00641EFB"/>
    <w:rsid w:val="00642094"/>
    <w:rsid w:val="00654C72"/>
    <w:rsid w:val="006562CD"/>
    <w:rsid w:val="006608EF"/>
    <w:rsid w:val="0068689F"/>
    <w:rsid w:val="006A45A3"/>
    <w:rsid w:val="006C5BEB"/>
    <w:rsid w:val="006D62E0"/>
    <w:rsid w:val="00704C49"/>
    <w:rsid w:val="00705656"/>
    <w:rsid w:val="00714807"/>
    <w:rsid w:val="0072540F"/>
    <w:rsid w:val="00745279"/>
    <w:rsid w:val="00773C44"/>
    <w:rsid w:val="007836D7"/>
    <w:rsid w:val="007A0417"/>
    <w:rsid w:val="007C2FFE"/>
    <w:rsid w:val="007C6973"/>
    <w:rsid w:val="007F37C2"/>
    <w:rsid w:val="008162D7"/>
    <w:rsid w:val="00836CE6"/>
    <w:rsid w:val="00853AF8"/>
    <w:rsid w:val="008650C3"/>
    <w:rsid w:val="008717AD"/>
    <w:rsid w:val="00872554"/>
    <w:rsid w:val="00881C55"/>
    <w:rsid w:val="00890300"/>
    <w:rsid w:val="00890314"/>
    <w:rsid w:val="00894891"/>
    <w:rsid w:val="008B02DA"/>
    <w:rsid w:val="008D63CA"/>
    <w:rsid w:val="00917571"/>
    <w:rsid w:val="00930DD9"/>
    <w:rsid w:val="00970E20"/>
    <w:rsid w:val="0097353B"/>
    <w:rsid w:val="009B0FFF"/>
    <w:rsid w:val="009D225B"/>
    <w:rsid w:val="009E2F9B"/>
    <w:rsid w:val="00A101B3"/>
    <w:rsid w:val="00A46680"/>
    <w:rsid w:val="00A7439C"/>
    <w:rsid w:val="00AE13E8"/>
    <w:rsid w:val="00AF0701"/>
    <w:rsid w:val="00B050D5"/>
    <w:rsid w:val="00B155B5"/>
    <w:rsid w:val="00B208D9"/>
    <w:rsid w:val="00B218A4"/>
    <w:rsid w:val="00B31CE9"/>
    <w:rsid w:val="00B634F9"/>
    <w:rsid w:val="00B9484A"/>
    <w:rsid w:val="00BA2171"/>
    <w:rsid w:val="00BA6AFE"/>
    <w:rsid w:val="00BB691F"/>
    <w:rsid w:val="00BD4D4D"/>
    <w:rsid w:val="00BF5A77"/>
    <w:rsid w:val="00C023CC"/>
    <w:rsid w:val="00C775F9"/>
    <w:rsid w:val="00CC077A"/>
    <w:rsid w:val="00CF76A8"/>
    <w:rsid w:val="00D01FE4"/>
    <w:rsid w:val="00D2052A"/>
    <w:rsid w:val="00D26432"/>
    <w:rsid w:val="00D2779E"/>
    <w:rsid w:val="00D32DF1"/>
    <w:rsid w:val="00D406AF"/>
    <w:rsid w:val="00D43B62"/>
    <w:rsid w:val="00D44D79"/>
    <w:rsid w:val="00D708AB"/>
    <w:rsid w:val="00DF4290"/>
    <w:rsid w:val="00E2060A"/>
    <w:rsid w:val="00E61C18"/>
    <w:rsid w:val="00E8096D"/>
    <w:rsid w:val="00E83F41"/>
    <w:rsid w:val="00EB3712"/>
    <w:rsid w:val="00ED08CE"/>
    <w:rsid w:val="00EE0E92"/>
    <w:rsid w:val="00F02FCB"/>
    <w:rsid w:val="00F33A96"/>
    <w:rsid w:val="00F43103"/>
    <w:rsid w:val="00F460E6"/>
    <w:rsid w:val="00F526E0"/>
    <w:rsid w:val="00F76563"/>
    <w:rsid w:val="00F90012"/>
    <w:rsid w:val="00F91A85"/>
    <w:rsid w:val="00FC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6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B66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6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B665B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665B"/>
    <w:rPr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10"/>
    <w:rsid w:val="004B66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65B"/>
    <w:rPr>
      <w:sz w:val="0"/>
      <w:szCs w:val="0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1"/>
    <w:qFormat/>
    <w:rsid w:val="00E8096D"/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unhideWhenUsed/>
    <w:rsid w:val="004B3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2C07F245A5FFA8C18FFE0E85B9CD0923BE6A09DF9162A3C94089ECAF0DE7562457C9BF2DBC2508AD24A40A30K2wD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1pst_adm-</Template>
  <TotalTime>0</TotalTime>
  <Pages>8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НАО</Company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#2</dc:creator>
  <cp:lastModifiedBy>Аня</cp:lastModifiedBy>
  <cp:revision>2</cp:revision>
  <cp:lastPrinted>2019-06-10T12:34:00Z</cp:lastPrinted>
  <dcterms:created xsi:type="dcterms:W3CDTF">2022-01-10T12:49:00Z</dcterms:created>
  <dcterms:modified xsi:type="dcterms:W3CDTF">2022-01-10T12:49:00Z</dcterms:modified>
</cp:coreProperties>
</file>