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9B" w:rsidRPr="00B87C88" w:rsidRDefault="00BB6D9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106B41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BB6D9B" w:rsidRPr="00B87C88" w:rsidRDefault="00BB6D9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BB6D9B" w:rsidRPr="00B87C88" w:rsidRDefault="00BB6D9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BB6D9B" w:rsidRPr="00B87C88" w:rsidRDefault="00BB6D9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BB6D9B" w:rsidRPr="00B87C88" w:rsidRDefault="00BB6D9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BB6D9B" w:rsidRPr="00B87C88" w:rsidRDefault="00BB6D9B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B6D9B" w:rsidRPr="00B87C88" w:rsidRDefault="00BB6D9B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BB6D9B" w:rsidRPr="00B87C88" w:rsidRDefault="00BB6D9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BB6D9B" w:rsidRPr="00B87C88" w:rsidRDefault="00BB6D9B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BB6D9B" w:rsidRPr="00B87C88" w:rsidRDefault="00BB6D9B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6D9B" w:rsidRPr="00FA1205" w:rsidRDefault="00BB6D9B" w:rsidP="00B87C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3955">
        <w:rPr>
          <w:rFonts w:ascii="Times New Roman" w:hAnsi="Times New Roman"/>
          <w:b/>
          <w:sz w:val="28"/>
          <w:szCs w:val="28"/>
        </w:rPr>
        <w:t>11 августа 2021 года</w:t>
      </w:r>
      <w:r w:rsidRPr="00043955">
        <w:rPr>
          <w:rFonts w:ascii="Times New Roman" w:hAnsi="Times New Roman"/>
          <w:b/>
          <w:sz w:val="28"/>
          <w:szCs w:val="28"/>
        </w:rPr>
        <w:tab/>
      </w:r>
      <w:r w:rsidRPr="00043955">
        <w:rPr>
          <w:rFonts w:ascii="Times New Roman" w:hAnsi="Times New Roman"/>
          <w:b/>
          <w:sz w:val="28"/>
          <w:szCs w:val="28"/>
        </w:rPr>
        <w:tab/>
      </w:r>
      <w:r w:rsidRPr="00043955">
        <w:rPr>
          <w:rFonts w:ascii="Times New Roman" w:hAnsi="Times New Roman"/>
          <w:b/>
          <w:sz w:val="28"/>
          <w:szCs w:val="28"/>
        </w:rPr>
        <w:tab/>
      </w:r>
      <w:r w:rsidRPr="00043955">
        <w:rPr>
          <w:rFonts w:ascii="Times New Roman" w:hAnsi="Times New Roman"/>
          <w:b/>
          <w:sz w:val="28"/>
          <w:szCs w:val="28"/>
        </w:rPr>
        <w:tab/>
      </w:r>
      <w:r w:rsidRPr="00043955">
        <w:rPr>
          <w:rFonts w:ascii="Times New Roman" w:hAnsi="Times New Roman"/>
          <w:b/>
          <w:sz w:val="28"/>
          <w:szCs w:val="28"/>
        </w:rPr>
        <w:tab/>
      </w:r>
      <w:r w:rsidRPr="00043955">
        <w:rPr>
          <w:rFonts w:ascii="Times New Roman" w:hAnsi="Times New Roman"/>
          <w:b/>
          <w:sz w:val="28"/>
          <w:szCs w:val="28"/>
        </w:rPr>
        <w:tab/>
      </w:r>
      <w:r w:rsidRPr="00043955">
        <w:rPr>
          <w:rFonts w:ascii="Times New Roman" w:hAnsi="Times New Roman"/>
          <w:b/>
          <w:sz w:val="28"/>
          <w:szCs w:val="28"/>
        </w:rPr>
        <w:tab/>
      </w:r>
      <w:r w:rsidRPr="00043955">
        <w:rPr>
          <w:rFonts w:ascii="Times New Roman" w:hAnsi="Times New Roman"/>
          <w:b/>
          <w:sz w:val="28"/>
          <w:szCs w:val="28"/>
        </w:rPr>
        <w:tab/>
        <w:t>№ 82 – П</w:t>
      </w:r>
    </w:p>
    <w:p w:rsidR="00BB6D9B" w:rsidRPr="00B87C88" w:rsidRDefault="00BB6D9B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BB6D9B" w:rsidRPr="00815AC0" w:rsidRDefault="00BB6D9B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815AC0">
        <w:rPr>
          <w:rFonts w:ascii="Times New Roman" w:hAnsi="Times New Roman"/>
          <w:b/>
          <w:bCs/>
          <w:sz w:val="28"/>
          <w:szCs w:val="28"/>
        </w:rPr>
        <w:t>Об утверждении организации для управления многоквартирным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домом </w:t>
      </w:r>
      <w:r>
        <w:rPr>
          <w:rFonts w:ascii="Times New Roman" w:hAnsi="Times New Roman"/>
          <w:b/>
          <w:bCs/>
          <w:sz w:val="28"/>
          <w:szCs w:val="28"/>
        </w:rPr>
        <w:t>№9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sz w:val="28"/>
          <w:szCs w:val="28"/>
        </w:rPr>
        <w:t xml:space="preserve"> Дубровина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в п</w:t>
      </w:r>
      <w:r>
        <w:rPr>
          <w:rFonts w:ascii="Times New Roman" w:hAnsi="Times New Roman"/>
          <w:b/>
          <w:bCs/>
          <w:sz w:val="28"/>
          <w:szCs w:val="28"/>
        </w:rPr>
        <w:t>осёлке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Амдерма</w:t>
      </w:r>
    </w:p>
    <w:p w:rsidR="00BB6D9B" w:rsidRPr="00815AC0" w:rsidRDefault="00BB6D9B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6D9B" w:rsidRDefault="00BB6D9B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>постановлениями Администрации МО «Поселок Амдерма» НАО от 23.04.2020 № 28 – П</w:t>
      </w:r>
      <w:r w:rsidRPr="00430781">
        <w:rPr>
          <w:rFonts w:ascii="Times New Roman" w:hAnsi="Times New Roman"/>
          <w:sz w:val="28"/>
          <w:szCs w:val="28"/>
        </w:rPr>
        <w:t xml:space="preserve"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</w:p>
    <w:p w:rsidR="00BB6D9B" w:rsidRPr="007F1363" w:rsidRDefault="00BB6D9B" w:rsidP="00B87C88">
      <w:pPr>
        <w:pStyle w:val="BodyText"/>
        <w:ind w:firstLine="567"/>
        <w:rPr>
          <w:b/>
          <w:sz w:val="28"/>
          <w:szCs w:val="28"/>
        </w:rPr>
      </w:pPr>
    </w:p>
    <w:p w:rsidR="00BB6D9B" w:rsidRPr="007F1363" w:rsidRDefault="00BB6D9B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АДМИНИСТРАЦИЯ МО «ПОСЕЛОК АМДЕРМА» НАО</w:t>
      </w:r>
    </w:p>
    <w:p w:rsidR="00BB6D9B" w:rsidRPr="007F1363" w:rsidRDefault="00BB6D9B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ПОСТАНОВЛЯЕТ:</w:t>
      </w:r>
    </w:p>
    <w:p w:rsidR="00BB6D9B" w:rsidRPr="006955C8" w:rsidRDefault="00BB6D9B" w:rsidP="00B87C88">
      <w:pPr>
        <w:pStyle w:val="BodyTextIndent"/>
        <w:ind w:firstLine="567"/>
        <w:rPr>
          <w:sz w:val="26"/>
          <w:szCs w:val="26"/>
        </w:rPr>
      </w:pPr>
    </w:p>
    <w:p w:rsidR="00BB6D9B" w:rsidRPr="003909EC" w:rsidRDefault="00BB6D9B" w:rsidP="002B418D">
      <w:pPr>
        <w:pStyle w:val="ListParagraph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18D">
        <w:rPr>
          <w:rFonts w:ascii="Times New Roman" w:hAnsi="Times New Roman"/>
          <w:sz w:val="28"/>
          <w:szCs w:val="28"/>
        </w:rPr>
        <w:t xml:space="preserve">Определить в </w:t>
      </w:r>
      <w:r w:rsidRPr="003909EC">
        <w:rPr>
          <w:rFonts w:ascii="Times New Roman" w:hAnsi="Times New Roman"/>
          <w:sz w:val="28"/>
          <w:szCs w:val="28"/>
        </w:rPr>
        <w:t xml:space="preserve">качестве управляющей организации для управления многоквартирным домом № 9 по ул. Дубровина в посёлке Амдерма муниципальное </w:t>
      </w:r>
      <w:r w:rsidRPr="003909EC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BB6D9B" w:rsidRPr="003909EC" w:rsidRDefault="00BB6D9B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9EC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3909EC">
          <w:rPr>
            <w:rFonts w:ascii="Times New Roman" w:hAnsi="Times New Roman"/>
            <w:sz w:val="28"/>
            <w:szCs w:val="28"/>
          </w:rPr>
          <w:t>перечень</w:t>
        </w:r>
      </w:hyperlink>
      <w:r w:rsidRPr="003909EC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9 по ул. Дубровина в посёлке Амдерма.</w:t>
      </w:r>
    </w:p>
    <w:p w:rsidR="00BB6D9B" w:rsidRPr="003909EC" w:rsidRDefault="00BB6D9B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9EC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9 по ул. Дубровина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3909EC">
        <w:rPr>
          <w:rFonts w:ascii="Times New Roman" w:hAnsi="Times New Roman"/>
          <w:sz w:val="28"/>
          <w:szCs w:val="28"/>
        </w:rPr>
        <w:t xml:space="preserve"> руб./м</w:t>
      </w:r>
      <w:r w:rsidRPr="003909EC">
        <w:rPr>
          <w:rFonts w:ascii="Times New Roman" w:hAnsi="Times New Roman"/>
          <w:sz w:val="28"/>
          <w:szCs w:val="28"/>
          <w:vertAlign w:val="superscript"/>
        </w:rPr>
        <w:t>2</w:t>
      </w:r>
      <w:r w:rsidRPr="003909EC">
        <w:rPr>
          <w:rFonts w:ascii="Times New Roman" w:hAnsi="Times New Roman"/>
          <w:sz w:val="28"/>
          <w:szCs w:val="28"/>
        </w:rPr>
        <w:t xml:space="preserve"> в месяц.</w:t>
      </w:r>
    </w:p>
    <w:p w:rsidR="00BB6D9B" w:rsidRPr="003909EC" w:rsidRDefault="00BB6D9B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9EC">
        <w:rPr>
          <w:rFonts w:ascii="Times New Roman" w:hAnsi="Times New Roman"/>
          <w:sz w:val="28"/>
          <w:szCs w:val="28"/>
        </w:rPr>
        <w:t>Общему отделу Адми</w:t>
      </w:r>
      <w:r>
        <w:rPr>
          <w:rFonts w:ascii="Times New Roman" w:hAnsi="Times New Roman"/>
          <w:sz w:val="28"/>
          <w:szCs w:val="28"/>
        </w:rPr>
        <w:t>нистрации МО «Поселок Амдерма»</w:t>
      </w:r>
      <w:r w:rsidRPr="003909EC">
        <w:rPr>
          <w:rFonts w:ascii="Times New Roman" w:hAnsi="Times New Roman"/>
          <w:sz w:val="28"/>
          <w:szCs w:val="28"/>
        </w:rPr>
        <w:t>:</w:t>
      </w:r>
    </w:p>
    <w:p w:rsidR="00BB6D9B" w:rsidRPr="003909EC" w:rsidRDefault="00BB6D9B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9EC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BB6D9B" w:rsidRPr="003909EC" w:rsidRDefault="00BB6D9B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9EC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BB6D9B" w:rsidRPr="003909EC" w:rsidRDefault="00BB6D9B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9EC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BB6D9B" w:rsidRPr="003909EC" w:rsidRDefault="00BB6D9B" w:rsidP="00D30900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9EC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BB6D9B" w:rsidRDefault="00BB6D9B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6D9B" w:rsidRDefault="00BB6D9B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6D9B" w:rsidRPr="003909EC" w:rsidRDefault="00BB6D9B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6D9B" w:rsidRDefault="00BB6D9B" w:rsidP="00DB30E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Администрации</w:t>
      </w:r>
    </w:p>
    <w:p w:rsidR="00BB6D9B" w:rsidRPr="003909EC" w:rsidRDefault="00BB6D9B" w:rsidP="00DB30E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«Поселок Амдерма» НАО</w:t>
      </w:r>
      <w:r>
        <w:rPr>
          <w:rFonts w:ascii="Times New Roman" w:hAnsi="Times New Roman"/>
          <w:sz w:val="28"/>
          <w:szCs w:val="28"/>
        </w:rPr>
        <w:tab/>
      </w:r>
      <w:r w:rsidRPr="003909EC">
        <w:rPr>
          <w:rFonts w:ascii="Times New Roman" w:hAnsi="Times New Roman"/>
          <w:sz w:val="28"/>
          <w:szCs w:val="28"/>
        </w:rPr>
        <w:tab/>
      </w:r>
      <w:r w:rsidRPr="003909EC">
        <w:rPr>
          <w:rFonts w:ascii="Times New Roman" w:hAnsi="Times New Roman"/>
          <w:sz w:val="28"/>
          <w:szCs w:val="28"/>
        </w:rPr>
        <w:tab/>
      </w:r>
      <w:r w:rsidRPr="003909E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909EC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С. Пятакова</w:t>
      </w:r>
      <w:bookmarkStart w:id="0" w:name="_GoBack"/>
      <w:bookmarkEnd w:id="0"/>
    </w:p>
    <w:p w:rsidR="00BB6D9B" w:rsidRDefault="00BB6D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B6D9B" w:rsidRPr="003D6438" w:rsidRDefault="00BB6D9B" w:rsidP="005A709D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НАО от </w:t>
      </w:r>
      <w:r w:rsidRPr="0008263F">
        <w:rPr>
          <w:rFonts w:ascii="Times New Roman" w:hAnsi="Times New Roman"/>
          <w:sz w:val="20"/>
          <w:szCs w:val="20"/>
        </w:rPr>
        <w:t>11.08.2021 № 82 – П</w:t>
      </w:r>
    </w:p>
    <w:p w:rsidR="00BB6D9B" w:rsidRDefault="00BB6D9B" w:rsidP="005A7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6D9B" w:rsidRDefault="00BB6D9B" w:rsidP="005A7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BB6D9B" w:rsidRPr="003D6438" w:rsidRDefault="00BB6D9B" w:rsidP="005A709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BB6D9B" w:rsidRPr="00106B41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BB6D9B" w:rsidRPr="00106B41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BB6D9B" w:rsidRPr="00106B41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BB6D9B" w:rsidRPr="00106B41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BB6D9B" w:rsidRPr="00106B41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раза в месяц в тепл.период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B6D9B" w:rsidRPr="00106B41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BB6D9B" w:rsidRPr="00106B41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BB6D9B" w:rsidRPr="00106B41" w:rsidRDefault="00BB6D9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BB6D9B" w:rsidRPr="00106B41" w:rsidRDefault="00BB6D9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BB6D9B" w:rsidRPr="00106B41" w:rsidRDefault="00BB6D9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6B41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BB6D9B" w:rsidRDefault="00BB6D9B" w:rsidP="005A709D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BB6D9B" w:rsidRPr="001B7376" w:rsidRDefault="00BB6D9B" w:rsidP="005A709D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BB6D9B" w:rsidRPr="003909EC" w:rsidRDefault="00BB6D9B">
      <w:pPr>
        <w:rPr>
          <w:rFonts w:ascii="Times New Roman" w:hAnsi="Times New Roman"/>
          <w:sz w:val="28"/>
          <w:szCs w:val="28"/>
        </w:rPr>
      </w:pPr>
    </w:p>
    <w:sectPr w:rsidR="00BB6D9B" w:rsidRPr="003909EC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43955"/>
    <w:rsid w:val="00052B69"/>
    <w:rsid w:val="000617FF"/>
    <w:rsid w:val="00061809"/>
    <w:rsid w:val="0008263F"/>
    <w:rsid w:val="000B5F42"/>
    <w:rsid w:val="000C3B5F"/>
    <w:rsid w:val="000D7E8A"/>
    <w:rsid w:val="000F48B6"/>
    <w:rsid w:val="000F7CE0"/>
    <w:rsid w:val="00106B41"/>
    <w:rsid w:val="00144EC4"/>
    <w:rsid w:val="001B7376"/>
    <w:rsid w:val="0022611F"/>
    <w:rsid w:val="00246D16"/>
    <w:rsid w:val="002A3BF4"/>
    <w:rsid w:val="002B418D"/>
    <w:rsid w:val="002E0060"/>
    <w:rsid w:val="00345946"/>
    <w:rsid w:val="003909EC"/>
    <w:rsid w:val="003C6287"/>
    <w:rsid w:val="003D6438"/>
    <w:rsid w:val="003E6CEF"/>
    <w:rsid w:val="004045D2"/>
    <w:rsid w:val="00430781"/>
    <w:rsid w:val="00432A19"/>
    <w:rsid w:val="00483A8A"/>
    <w:rsid w:val="004877E7"/>
    <w:rsid w:val="00513E03"/>
    <w:rsid w:val="00530F49"/>
    <w:rsid w:val="00566981"/>
    <w:rsid w:val="00573683"/>
    <w:rsid w:val="005A709D"/>
    <w:rsid w:val="005C314B"/>
    <w:rsid w:val="005C73C7"/>
    <w:rsid w:val="00624F8C"/>
    <w:rsid w:val="006505A5"/>
    <w:rsid w:val="00671835"/>
    <w:rsid w:val="00672E16"/>
    <w:rsid w:val="00692D39"/>
    <w:rsid w:val="006955C8"/>
    <w:rsid w:val="006E7BD8"/>
    <w:rsid w:val="006F2867"/>
    <w:rsid w:val="00704B16"/>
    <w:rsid w:val="00712F3D"/>
    <w:rsid w:val="00736368"/>
    <w:rsid w:val="00756C96"/>
    <w:rsid w:val="007623EA"/>
    <w:rsid w:val="007841EA"/>
    <w:rsid w:val="00793E7C"/>
    <w:rsid w:val="00797DBF"/>
    <w:rsid w:val="007F1363"/>
    <w:rsid w:val="00815AC0"/>
    <w:rsid w:val="00835252"/>
    <w:rsid w:val="00841E48"/>
    <w:rsid w:val="00846525"/>
    <w:rsid w:val="0085069F"/>
    <w:rsid w:val="008512D2"/>
    <w:rsid w:val="008531D8"/>
    <w:rsid w:val="00885844"/>
    <w:rsid w:val="008B619A"/>
    <w:rsid w:val="008E66C2"/>
    <w:rsid w:val="00913A8D"/>
    <w:rsid w:val="0096778E"/>
    <w:rsid w:val="00A12FDA"/>
    <w:rsid w:val="00A637FA"/>
    <w:rsid w:val="00AD6142"/>
    <w:rsid w:val="00AF3B7F"/>
    <w:rsid w:val="00B05952"/>
    <w:rsid w:val="00B16E6E"/>
    <w:rsid w:val="00B87C88"/>
    <w:rsid w:val="00B921FE"/>
    <w:rsid w:val="00BA6A9E"/>
    <w:rsid w:val="00BB6D9B"/>
    <w:rsid w:val="00C162C5"/>
    <w:rsid w:val="00C536CA"/>
    <w:rsid w:val="00C7061D"/>
    <w:rsid w:val="00CC00D4"/>
    <w:rsid w:val="00D16CE4"/>
    <w:rsid w:val="00D23888"/>
    <w:rsid w:val="00D30900"/>
    <w:rsid w:val="00D72BBE"/>
    <w:rsid w:val="00D80D13"/>
    <w:rsid w:val="00DA3855"/>
    <w:rsid w:val="00DB30EF"/>
    <w:rsid w:val="00DC4684"/>
    <w:rsid w:val="00DD013E"/>
    <w:rsid w:val="00E50730"/>
    <w:rsid w:val="00E52F88"/>
    <w:rsid w:val="00E54C47"/>
    <w:rsid w:val="00E6049B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17FF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709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709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A709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09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709D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A709D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5A709D"/>
    <w:rPr>
      <w:rFonts w:cs="Times New Roman"/>
    </w:rPr>
  </w:style>
  <w:style w:type="character" w:styleId="Hyperlink">
    <w:name w:val="Hyperlink"/>
    <w:basedOn w:val="DefaultParagraphFont"/>
    <w:uiPriority w:val="99"/>
    <w:rsid w:val="005A709D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5A709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A709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5A709D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A709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A709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5A709D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5A709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A709D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5A70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A709D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5A709D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5A70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5A70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A709D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5A709D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5A70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A709D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5A709D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5A709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5A709D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A24FD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uiPriority w:val="99"/>
    <w:rsid w:val="005A709D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5A709D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5A7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5A709D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5A709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5A709D"/>
    <w:rPr>
      <w:rFonts w:cs="Times New Roman"/>
    </w:rPr>
  </w:style>
  <w:style w:type="character" w:customStyle="1" w:styleId="d1">
    <w:name w:val="d1"/>
    <w:basedOn w:val="DefaultParagraphFont"/>
    <w:uiPriority w:val="99"/>
    <w:rsid w:val="005A709D"/>
    <w:rPr>
      <w:rFonts w:cs="Times New Roman"/>
    </w:rPr>
  </w:style>
  <w:style w:type="character" w:customStyle="1" w:styleId="d2">
    <w:name w:val="d2"/>
    <w:basedOn w:val="DefaultParagraphFont"/>
    <w:uiPriority w:val="99"/>
    <w:rsid w:val="005A709D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5A7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5A709D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5A709D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5A709D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5A709D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5A709D"/>
    <w:rPr>
      <w:rFonts w:cs="Times New Roman"/>
    </w:rPr>
  </w:style>
  <w:style w:type="character" w:customStyle="1" w:styleId="price">
    <w:name w:val="price"/>
    <w:basedOn w:val="DefaultParagraphFont"/>
    <w:uiPriority w:val="99"/>
    <w:rsid w:val="005A709D"/>
    <w:rPr>
      <w:rFonts w:cs="Times New Roman"/>
    </w:rPr>
  </w:style>
  <w:style w:type="character" w:customStyle="1" w:styleId="time">
    <w:name w:val="time"/>
    <w:basedOn w:val="DefaultParagraphFont"/>
    <w:uiPriority w:val="99"/>
    <w:rsid w:val="005A709D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5A709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5A709D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5A709D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5A70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5A709D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5A709D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5A70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5A709D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5A709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709D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A709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709D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5A709D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7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448</TotalTime>
  <Pages>7</Pages>
  <Words>2162</Words>
  <Characters>12327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79</cp:revision>
  <cp:lastPrinted>2020-03-25T14:15:00Z</cp:lastPrinted>
  <dcterms:created xsi:type="dcterms:W3CDTF">2020-03-20T08:07:00Z</dcterms:created>
  <dcterms:modified xsi:type="dcterms:W3CDTF">2021-08-11T08:11:00Z</dcterms:modified>
</cp:coreProperties>
</file>