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1E3" w:rsidRPr="00AC7D7C" w:rsidRDefault="003C21E3" w:rsidP="00AC7D7C">
      <w:pPr>
        <w:pStyle w:val="ConsPlusTitle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C7D7C">
        <w:rPr>
          <w:rFonts w:ascii="Times New Roman" w:hAnsi="Times New Roman" w:cs="Times New Roman"/>
          <w:sz w:val="24"/>
          <w:szCs w:val="24"/>
          <w:u w:val="single"/>
        </w:rPr>
        <w:t>ПРОЕКТ</w:t>
      </w:r>
    </w:p>
    <w:p w:rsidR="003C21E3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63pt" o:allowoverlap="f">
            <v:imagedata r:id="rId7" o:title=""/>
          </v:shape>
        </w:pict>
      </w:r>
    </w:p>
    <w:p w:rsidR="003C21E3" w:rsidRPr="000F1E9D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E9D"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3C21E3" w:rsidRPr="000F1E9D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E9D">
        <w:rPr>
          <w:rFonts w:ascii="Times New Roman" w:hAnsi="Times New Roman" w:cs="Times New Roman"/>
          <w:sz w:val="24"/>
          <w:szCs w:val="24"/>
        </w:rPr>
        <w:t>МУНИЦИПАЛЬНОГО ОБРАЗОВАНИЯ «ПОСЁЛОК АМДЕРМА»</w:t>
      </w:r>
    </w:p>
    <w:p w:rsidR="003C21E3" w:rsidRPr="000F1E9D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E9D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__-е  заседание 27</w:t>
      </w:r>
      <w:r w:rsidRPr="004A7769">
        <w:rPr>
          <w:rFonts w:ascii="Times New Roman" w:hAnsi="Times New Roman" w:cs="Times New Roman"/>
          <w:sz w:val="24"/>
          <w:szCs w:val="24"/>
        </w:rPr>
        <w:t>-го созыва</w:t>
      </w: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C21E3" w:rsidRDefault="003C21E3" w:rsidP="00082BB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A7769">
        <w:rPr>
          <w:rFonts w:ascii="Times New Roman" w:hAnsi="Times New Roman" w:cs="Times New Roman"/>
          <w:caps/>
          <w:sz w:val="24"/>
          <w:szCs w:val="24"/>
        </w:rPr>
        <w:t>решение</w:t>
      </w: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C21E3" w:rsidRPr="004A7769" w:rsidRDefault="003C21E3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7769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__.00</w:t>
      </w:r>
      <w:r w:rsidRPr="004A7769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A7769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3C21E3" w:rsidRDefault="003C21E3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1E3" w:rsidRDefault="003C21E3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1E3" w:rsidRPr="0099175E" w:rsidRDefault="003C21E3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9175E">
        <w:rPr>
          <w:rFonts w:ascii="Times New Roman" w:hAnsi="Times New Roman" w:cs="Times New Roman"/>
          <w:b/>
          <w:sz w:val="28"/>
          <w:szCs w:val="24"/>
        </w:rPr>
        <w:t>Об исполнении местного бюджета за 2020 год</w:t>
      </w:r>
    </w:p>
    <w:p w:rsidR="003C21E3" w:rsidRDefault="003C21E3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1E3" w:rsidRDefault="003C21E3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1E3" w:rsidRPr="0099175E" w:rsidRDefault="003C21E3" w:rsidP="00082BBB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99175E">
        <w:rPr>
          <w:sz w:val="28"/>
        </w:rPr>
        <w:t xml:space="preserve">Руководствуясь Уставом муниципального образования «Поселок Амдерма» Ненецкого автономного округа, Постановлением Администрации муниципального образования «Поселок Амдерма» Ненецкого автономного </w:t>
      </w:r>
      <w:r w:rsidRPr="00C84461">
        <w:rPr>
          <w:sz w:val="28"/>
        </w:rPr>
        <w:t>округа от 15 апреля 2021 года № 33-П «О проекте Решения «Об исполнении</w:t>
      </w:r>
      <w:r w:rsidRPr="0099175E">
        <w:rPr>
          <w:sz w:val="28"/>
        </w:rPr>
        <w:t xml:space="preserve"> местного бюджета за 20</w:t>
      </w:r>
      <w:r>
        <w:rPr>
          <w:sz w:val="28"/>
        </w:rPr>
        <w:t>20</w:t>
      </w:r>
      <w:r w:rsidRPr="0099175E">
        <w:rPr>
          <w:sz w:val="28"/>
        </w:rPr>
        <w:t xml:space="preserve"> год», принимая во внимание результаты участия граждан в обсуждении проекта Решения «Об исполнении  местного бюджета за 20</w:t>
      </w:r>
      <w:r>
        <w:rPr>
          <w:sz w:val="28"/>
        </w:rPr>
        <w:t>20</w:t>
      </w:r>
      <w:r w:rsidRPr="0099175E">
        <w:rPr>
          <w:sz w:val="28"/>
        </w:rPr>
        <w:t xml:space="preserve"> год», в соответствии с Бюджетным Кодексом Российской Федерации, Положением о бюджетном процессе в муниципальном образовании  «Поселок  Амдерма» НАО, утвержденным решением Совета депутатов МО «Поселок Амдерма» НАО от 16.06.2017. № 5,</w:t>
      </w:r>
    </w:p>
    <w:p w:rsidR="003C21E3" w:rsidRPr="0099175E" w:rsidRDefault="003C21E3" w:rsidP="006B50F4">
      <w:pPr>
        <w:pStyle w:val="ConsPlusTitle"/>
        <w:widowControl/>
        <w:spacing w:before="240"/>
        <w:jc w:val="center"/>
        <w:rPr>
          <w:rFonts w:ascii="Times New Roman" w:hAnsi="Times New Roman" w:cs="Times New Roman"/>
          <w:caps/>
          <w:sz w:val="28"/>
          <w:szCs w:val="24"/>
        </w:rPr>
      </w:pPr>
      <w:r w:rsidRPr="0099175E">
        <w:rPr>
          <w:rFonts w:ascii="Times New Roman" w:hAnsi="Times New Roman" w:cs="Times New Roman"/>
          <w:caps/>
          <w:sz w:val="28"/>
          <w:szCs w:val="24"/>
        </w:rPr>
        <w:t xml:space="preserve">Совет депутатов МО «Поселок Амдерма» НАО </w:t>
      </w:r>
    </w:p>
    <w:p w:rsidR="003C21E3" w:rsidRPr="0099175E" w:rsidRDefault="003C21E3" w:rsidP="006B50F4">
      <w:pPr>
        <w:pStyle w:val="ConsPlusTitle"/>
        <w:widowControl/>
        <w:spacing w:after="240"/>
        <w:jc w:val="center"/>
        <w:rPr>
          <w:rFonts w:ascii="Times New Roman" w:hAnsi="Times New Roman" w:cs="Times New Roman"/>
          <w:caps/>
          <w:sz w:val="28"/>
          <w:szCs w:val="24"/>
        </w:rPr>
      </w:pPr>
      <w:r w:rsidRPr="0099175E">
        <w:rPr>
          <w:rFonts w:ascii="Times New Roman" w:hAnsi="Times New Roman" w:cs="Times New Roman"/>
          <w:caps/>
          <w:sz w:val="28"/>
          <w:szCs w:val="24"/>
        </w:rPr>
        <w:t>РЕШИЛ:</w:t>
      </w:r>
    </w:p>
    <w:p w:rsidR="003C21E3" w:rsidRPr="0099175E" w:rsidRDefault="003C21E3" w:rsidP="0099175E">
      <w:pPr>
        <w:numPr>
          <w:ilvl w:val="0"/>
          <w:numId w:val="2"/>
        </w:numPr>
        <w:tabs>
          <w:tab w:val="clear" w:pos="0"/>
        </w:tabs>
        <w:ind w:firstLine="284"/>
        <w:jc w:val="both"/>
        <w:rPr>
          <w:sz w:val="28"/>
        </w:rPr>
      </w:pPr>
      <w:r w:rsidRPr="0099175E">
        <w:rPr>
          <w:sz w:val="28"/>
        </w:rPr>
        <w:t>Утвердить отчет об исполнении местного бюджета за 20</w:t>
      </w:r>
      <w:r>
        <w:rPr>
          <w:sz w:val="28"/>
        </w:rPr>
        <w:t>20</w:t>
      </w:r>
      <w:r w:rsidRPr="0099175E">
        <w:rPr>
          <w:sz w:val="28"/>
        </w:rPr>
        <w:t xml:space="preserve"> год по доходам в сумме 2</w:t>
      </w:r>
      <w:r>
        <w:rPr>
          <w:sz w:val="28"/>
        </w:rPr>
        <w:t>8 086,1</w:t>
      </w:r>
      <w:r w:rsidRPr="0099175E">
        <w:rPr>
          <w:sz w:val="28"/>
        </w:rPr>
        <w:t xml:space="preserve"> тыс. рублей, по расходам в сумме 2</w:t>
      </w:r>
      <w:r>
        <w:rPr>
          <w:sz w:val="28"/>
        </w:rPr>
        <w:t>6 229,5</w:t>
      </w:r>
      <w:r w:rsidRPr="0099175E">
        <w:rPr>
          <w:sz w:val="28"/>
        </w:rPr>
        <w:t xml:space="preserve"> тыс. рублей с превышением доходов над расходами (профицитом) в сумме </w:t>
      </w:r>
      <w:r>
        <w:rPr>
          <w:sz w:val="28"/>
        </w:rPr>
        <w:t>1 856,6</w:t>
      </w:r>
      <w:r w:rsidRPr="0099175E">
        <w:rPr>
          <w:sz w:val="28"/>
        </w:rPr>
        <w:t xml:space="preserve"> тыс.</w:t>
      </w:r>
    </w:p>
    <w:p w:rsidR="003C21E3" w:rsidRPr="0099175E" w:rsidRDefault="003C21E3" w:rsidP="00255805">
      <w:pPr>
        <w:numPr>
          <w:ilvl w:val="0"/>
          <w:numId w:val="2"/>
        </w:numPr>
        <w:tabs>
          <w:tab w:val="clear" w:pos="0"/>
        </w:tabs>
        <w:ind w:firstLine="284"/>
        <w:jc w:val="both"/>
        <w:rPr>
          <w:sz w:val="28"/>
        </w:rPr>
      </w:pPr>
      <w:r w:rsidRPr="0099175E">
        <w:rPr>
          <w:sz w:val="28"/>
        </w:rPr>
        <w:t>Утвердить исполнение местного бюджета за 20</w:t>
      </w:r>
      <w:r>
        <w:rPr>
          <w:sz w:val="28"/>
        </w:rPr>
        <w:t>20</w:t>
      </w:r>
      <w:r w:rsidRPr="0099175E">
        <w:rPr>
          <w:sz w:val="28"/>
        </w:rPr>
        <w:t xml:space="preserve"> год:</w:t>
      </w:r>
    </w:p>
    <w:p w:rsidR="003C21E3" w:rsidRPr="0099175E" w:rsidRDefault="003C21E3" w:rsidP="00255805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</w:rPr>
      </w:pPr>
      <w:r w:rsidRPr="0099175E">
        <w:rPr>
          <w:sz w:val="28"/>
        </w:rPr>
        <w:t>По доходам местного бюджета по кодам классификации доходов бюджетов за 20</w:t>
      </w:r>
      <w:r>
        <w:rPr>
          <w:sz w:val="28"/>
        </w:rPr>
        <w:t>20</w:t>
      </w:r>
      <w:r w:rsidRPr="0099175E">
        <w:rPr>
          <w:sz w:val="28"/>
        </w:rPr>
        <w:t xml:space="preserve"> год согласно Приложению 1 к настоящему решению.</w:t>
      </w:r>
    </w:p>
    <w:p w:rsidR="003C21E3" w:rsidRPr="0099175E" w:rsidRDefault="003C21E3" w:rsidP="003C6C83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</w:rPr>
      </w:pPr>
      <w:r w:rsidRPr="0099175E">
        <w:rPr>
          <w:sz w:val="28"/>
        </w:rPr>
        <w:t>По расходам местного бюджета по ведомственной структуре расходов местного бюджета за 20</w:t>
      </w:r>
      <w:r>
        <w:rPr>
          <w:sz w:val="28"/>
        </w:rPr>
        <w:t>20</w:t>
      </w:r>
      <w:r w:rsidRPr="0099175E">
        <w:rPr>
          <w:sz w:val="28"/>
        </w:rPr>
        <w:t xml:space="preserve"> год согласно Приложению 2 к настоящему решению.</w:t>
      </w:r>
    </w:p>
    <w:p w:rsidR="003C21E3" w:rsidRPr="0099175E" w:rsidRDefault="003C21E3" w:rsidP="003C6C83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</w:rPr>
      </w:pPr>
      <w:r w:rsidRPr="0099175E">
        <w:rPr>
          <w:sz w:val="28"/>
        </w:rPr>
        <w:t>По расходам местного бюджета по разделам и подразделам классификации расходов местного бюджета за 20</w:t>
      </w:r>
      <w:r>
        <w:rPr>
          <w:sz w:val="28"/>
        </w:rPr>
        <w:t>20</w:t>
      </w:r>
      <w:r w:rsidRPr="0099175E">
        <w:rPr>
          <w:sz w:val="28"/>
        </w:rPr>
        <w:t xml:space="preserve"> год согласно Приложению 3 к настоящему решению.</w:t>
      </w:r>
    </w:p>
    <w:p w:rsidR="003C21E3" w:rsidRPr="0099175E" w:rsidRDefault="003C21E3" w:rsidP="0099175E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</w:rPr>
      </w:pPr>
      <w:r w:rsidRPr="0099175E">
        <w:rPr>
          <w:sz w:val="28"/>
        </w:rPr>
        <w:t>По источникам финансирования дефицита местного бюджета по кодам классификации источников финансирования дефицитов бюджетов за 20</w:t>
      </w:r>
      <w:r>
        <w:rPr>
          <w:sz w:val="28"/>
        </w:rPr>
        <w:t>20</w:t>
      </w:r>
      <w:r w:rsidRPr="0099175E">
        <w:rPr>
          <w:sz w:val="28"/>
        </w:rPr>
        <w:t xml:space="preserve"> год согласно Приложению 4 к настоящему решению.</w:t>
      </w:r>
      <w:bookmarkStart w:id="0" w:name="_GoBack"/>
      <w:bookmarkEnd w:id="0"/>
    </w:p>
    <w:p w:rsidR="003C21E3" w:rsidRPr="0099175E" w:rsidRDefault="003C21E3" w:rsidP="00255805">
      <w:pPr>
        <w:numPr>
          <w:ilvl w:val="0"/>
          <w:numId w:val="2"/>
        </w:numPr>
        <w:tabs>
          <w:tab w:val="clear" w:pos="0"/>
        </w:tabs>
        <w:ind w:firstLine="284"/>
        <w:jc w:val="both"/>
        <w:rPr>
          <w:sz w:val="28"/>
        </w:rPr>
      </w:pPr>
      <w:r w:rsidRPr="0099175E">
        <w:rPr>
          <w:sz w:val="28"/>
        </w:rPr>
        <w:t>Настоящее решение вступает в силу со дня его подписания и подлежит официальному опубликованию.</w:t>
      </w:r>
    </w:p>
    <w:p w:rsidR="003C21E3" w:rsidRPr="000678E6" w:rsidRDefault="003C21E3" w:rsidP="00C36DB2">
      <w:pPr>
        <w:spacing w:line="360" w:lineRule="auto"/>
        <w:jc w:val="both"/>
      </w:pPr>
    </w:p>
    <w:p w:rsidR="003C21E3" w:rsidRDefault="003C21E3" w:rsidP="00092886">
      <w:pPr>
        <w:jc w:val="both"/>
      </w:pPr>
    </w:p>
    <w:p w:rsidR="003C21E3" w:rsidRPr="0099175E" w:rsidRDefault="003C21E3" w:rsidP="00092886">
      <w:pPr>
        <w:jc w:val="both"/>
        <w:rPr>
          <w:sz w:val="28"/>
        </w:rPr>
      </w:pPr>
    </w:p>
    <w:tbl>
      <w:tblPr>
        <w:tblW w:w="0" w:type="auto"/>
        <w:tblLook w:val="00A0"/>
      </w:tblPr>
      <w:tblGrid>
        <w:gridCol w:w="4785"/>
        <w:gridCol w:w="4785"/>
      </w:tblGrid>
      <w:tr w:rsidR="003C21E3" w:rsidRPr="0099175E" w:rsidTr="004F0744">
        <w:tc>
          <w:tcPr>
            <w:tcW w:w="4785" w:type="dxa"/>
          </w:tcPr>
          <w:p w:rsidR="003C21E3" w:rsidRPr="0099175E" w:rsidRDefault="003C21E3" w:rsidP="004F0744">
            <w:pPr>
              <w:rPr>
                <w:sz w:val="28"/>
                <w:szCs w:val="26"/>
                <w:lang w:eastAsia="en-US"/>
              </w:rPr>
            </w:pPr>
            <w:r w:rsidRPr="0099175E">
              <w:rPr>
                <w:sz w:val="28"/>
                <w:szCs w:val="26"/>
              </w:rPr>
              <w:t>Глава МО «Поселок Амдерма» НАО</w:t>
            </w:r>
          </w:p>
        </w:tc>
        <w:tc>
          <w:tcPr>
            <w:tcW w:w="4786" w:type="dxa"/>
          </w:tcPr>
          <w:p w:rsidR="003C21E3" w:rsidRPr="0099175E" w:rsidRDefault="003C21E3" w:rsidP="00D13FD8">
            <w:pPr>
              <w:jc w:val="right"/>
              <w:rPr>
                <w:sz w:val="28"/>
                <w:szCs w:val="26"/>
                <w:lang w:eastAsia="en-US"/>
              </w:rPr>
            </w:pPr>
            <w:r w:rsidRPr="0099175E">
              <w:rPr>
                <w:sz w:val="28"/>
                <w:szCs w:val="26"/>
                <w:lang w:eastAsia="en-US"/>
              </w:rPr>
              <w:t>М.В. Златова</w:t>
            </w:r>
          </w:p>
        </w:tc>
      </w:tr>
    </w:tbl>
    <w:p w:rsidR="003C21E3" w:rsidRPr="000678E6" w:rsidRDefault="003C21E3" w:rsidP="00092886">
      <w:pPr>
        <w:jc w:val="both"/>
      </w:pPr>
    </w:p>
    <w:sectPr w:rsidR="003C21E3" w:rsidRPr="000678E6" w:rsidSect="0099175E">
      <w:headerReference w:type="even" r:id="rId8"/>
      <w:headerReference w:type="default" r:id="rId9"/>
      <w:pgSz w:w="11906" w:h="16838" w:code="9"/>
      <w:pgMar w:top="1134" w:right="851" w:bottom="85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1E3" w:rsidRDefault="003C21E3">
      <w:r>
        <w:separator/>
      </w:r>
    </w:p>
  </w:endnote>
  <w:endnote w:type="continuationSeparator" w:id="1">
    <w:p w:rsidR="003C21E3" w:rsidRDefault="003C21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1E3" w:rsidRDefault="003C21E3">
      <w:r>
        <w:separator/>
      </w:r>
    </w:p>
  </w:footnote>
  <w:footnote w:type="continuationSeparator" w:id="1">
    <w:p w:rsidR="003C21E3" w:rsidRDefault="003C21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1E3" w:rsidRDefault="003C21E3" w:rsidP="003665D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21E3" w:rsidRDefault="003C21E3" w:rsidP="003665D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1E3" w:rsidRDefault="003C21E3" w:rsidP="003665DC">
    <w:pPr>
      <w:pStyle w:val="Header"/>
      <w:framePr w:wrap="around" w:vAnchor="text" w:hAnchor="margin" w:xAlign="right" w:y="1"/>
      <w:rPr>
        <w:rStyle w:val="PageNumber"/>
      </w:rPr>
    </w:pPr>
  </w:p>
  <w:p w:rsidR="003C21E3" w:rsidRDefault="003C21E3" w:rsidP="00691054">
    <w:pPr>
      <w:pStyle w:val="Header"/>
      <w:ind w:right="360"/>
    </w:pPr>
  </w:p>
  <w:p w:rsidR="003C21E3" w:rsidRDefault="003C21E3" w:rsidP="00691054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52D92"/>
    <w:multiLevelType w:val="hybridMultilevel"/>
    <w:tmpl w:val="EDB28B40"/>
    <w:lvl w:ilvl="0" w:tplc="770A2850">
      <w:start w:val="2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">
    <w:nsid w:val="3FB40F42"/>
    <w:multiLevelType w:val="hybridMultilevel"/>
    <w:tmpl w:val="5386B322"/>
    <w:lvl w:ilvl="0" w:tplc="05447EF2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2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A3C"/>
    <w:rsid w:val="00000408"/>
    <w:rsid w:val="00010B13"/>
    <w:rsid w:val="00025183"/>
    <w:rsid w:val="00045EFF"/>
    <w:rsid w:val="000558B1"/>
    <w:rsid w:val="00055C00"/>
    <w:rsid w:val="000560B7"/>
    <w:rsid w:val="000678E6"/>
    <w:rsid w:val="000700EF"/>
    <w:rsid w:val="00070115"/>
    <w:rsid w:val="00080390"/>
    <w:rsid w:val="0008113B"/>
    <w:rsid w:val="00082BBB"/>
    <w:rsid w:val="00085B1C"/>
    <w:rsid w:val="00092886"/>
    <w:rsid w:val="000B20D4"/>
    <w:rsid w:val="000B625F"/>
    <w:rsid w:val="000B7E69"/>
    <w:rsid w:val="000D2489"/>
    <w:rsid w:val="000D6B1F"/>
    <w:rsid w:val="000E35C5"/>
    <w:rsid w:val="000E4BEB"/>
    <w:rsid w:val="000E5976"/>
    <w:rsid w:val="000F1E9D"/>
    <w:rsid w:val="001225A6"/>
    <w:rsid w:val="00122609"/>
    <w:rsid w:val="00122B32"/>
    <w:rsid w:val="00125FF6"/>
    <w:rsid w:val="00151645"/>
    <w:rsid w:val="00155D0F"/>
    <w:rsid w:val="0016426E"/>
    <w:rsid w:val="00164C4B"/>
    <w:rsid w:val="00167F03"/>
    <w:rsid w:val="00171D6D"/>
    <w:rsid w:val="0017601D"/>
    <w:rsid w:val="001805EF"/>
    <w:rsid w:val="00181F47"/>
    <w:rsid w:val="00196F29"/>
    <w:rsid w:val="001A5984"/>
    <w:rsid w:val="001A7EA6"/>
    <w:rsid w:val="001B6DCD"/>
    <w:rsid w:val="001C3DE5"/>
    <w:rsid w:val="001D265B"/>
    <w:rsid w:val="001E739C"/>
    <w:rsid w:val="00200BEA"/>
    <w:rsid w:val="0021270B"/>
    <w:rsid w:val="00241DC9"/>
    <w:rsid w:val="00255805"/>
    <w:rsid w:val="002714B2"/>
    <w:rsid w:val="00275185"/>
    <w:rsid w:val="002768FC"/>
    <w:rsid w:val="00277AFA"/>
    <w:rsid w:val="002A21E3"/>
    <w:rsid w:val="002A501D"/>
    <w:rsid w:val="002A6F31"/>
    <w:rsid w:val="002C2B18"/>
    <w:rsid w:val="002F1C37"/>
    <w:rsid w:val="002F7791"/>
    <w:rsid w:val="00307C04"/>
    <w:rsid w:val="003153E8"/>
    <w:rsid w:val="0032378C"/>
    <w:rsid w:val="00334D2C"/>
    <w:rsid w:val="00337A6D"/>
    <w:rsid w:val="0036174B"/>
    <w:rsid w:val="003629C4"/>
    <w:rsid w:val="00362B0C"/>
    <w:rsid w:val="003639CF"/>
    <w:rsid w:val="00364F75"/>
    <w:rsid w:val="003664A6"/>
    <w:rsid w:val="003665DC"/>
    <w:rsid w:val="003675F7"/>
    <w:rsid w:val="00380B96"/>
    <w:rsid w:val="00381870"/>
    <w:rsid w:val="00384886"/>
    <w:rsid w:val="003A64B3"/>
    <w:rsid w:val="003B06BB"/>
    <w:rsid w:val="003C21E3"/>
    <w:rsid w:val="003C6C83"/>
    <w:rsid w:val="003D435B"/>
    <w:rsid w:val="003E6857"/>
    <w:rsid w:val="003F2257"/>
    <w:rsid w:val="0040619E"/>
    <w:rsid w:val="00411F85"/>
    <w:rsid w:val="00413B09"/>
    <w:rsid w:val="00423EAE"/>
    <w:rsid w:val="0042409A"/>
    <w:rsid w:val="004261B8"/>
    <w:rsid w:val="00427021"/>
    <w:rsid w:val="00431026"/>
    <w:rsid w:val="004345F8"/>
    <w:rsid w:val="004402B9"/>
    <w:rsid w:val="00440A3C"/>
    <w:rsid w:val="004504CB"/>
    <w:rsid w:val="00455030"/>
    <w:rsid w:val="0045577C"/>
    <w:rsid w:val="0046180B"/>
    <w:rsid w:val="00462378"/>
    <w:rsid w:val="00467694"/>
    <w:rsid w:val="00471B97"/>
    <w:rsid w:val="004825E9"/>
    <w:rsid w:val="00484947"/>
    <w:rsid w:val="00491FA1"/>
    <w:rsid w:val="0049665F"/>
    <w:rsid w:val="00496C08"/>
    <w:rsid w:val="004A3E10"/>
    <w:rsid w:val="004A4B4F"/>
    <w:rsid w:val="004A7769"/>
    <w:rsid w:val="004A7C4F"/>
    <w:rsid w:val="004B1708"/>
    <w:rsid w:val="004B243E"/>
    <w:rsid w:val="004B3990"/>
    <w:rsid w:val="004B3AFC"/>
    <w:rsid w:val="004D0D87"/>
    <w:rsid w:val="004D2801"/>
    <w:rsid w:val="004E1077"/>
    <w:rsid w:val="004E7AC9"/>
    <w:rsid w:val="004E7F0E"/>
    <w:rsid w:val="004F0744"/>
    <w:rsid w:val="004F19A8"/>
    <w:rsid w:val="0050292E"/>
    <w:rsid w:val="00503730"/>
    <w:rsid w:val="00510CBB"/>
    <w:rsid w:val="005158E4"/>
    <w:rsid w:val="005204FC"/>
    <w:rsid w:val="00525A97"/>
    <w:rsid w:val="00535114"/>
    <w:rsid w:val="00544BC2"/>
    <w:rsid w:val="00547A32"/>
    <w:rsid w:val="00553CAB"/>
    <w:rsid w:val="0055624C"/>
    <w:rsid w:val="00565DE6"/>
    <w:rsid w:val="00570729"/>
    <w:rsid w:val="00581DB0"/>
    <w:rsid w:val="0058419C"/>
    <w:rsid w:val="00592B90"/>
    <w:rsid w:val="00592F40"/>
    <w:rsid w:val="005A747E"/>
    <w:rsid w:val="005B38F8"/>
    <w:rsid w:val="005B6950"/>
    <w:rsid w:val="005C254B"/>
    <w:rsid w:val="005C3B87"/>
    <w:rsid w:val="005C4969"/>
    <w:rsid w:val="005C6A0F"/>
    <w:rsid w:val="005D41D0"/>
    <w:rsid w:val="005D4A72"/>
    <w:rsid w:val="005E17CC"/>
    <w:rsid w:val="005E3E79"/>
    <w:rsid w:val="005F1EF8"/>
    <w:rsid w:val="0060403C"/>
    <w:rsid w:val="00607039"/>
    <w:rsid w:val="00613D5C"/>
    <w:rsid w:val="00626BCF"/>
    <w:rsid w:val="00627345"/>
    <w:rsid w:val="0062762A"/>
    <w:rsid w:val="00627969"/>
    <w:rsid w:val="006321EA"/>
    <w:rsid w:val="006345E7"/>
    <w:rsid w:val="00635864"/>
    <w:rsid w:val="00635A6B"/>
    <w:rsid w:val="00642067"/>
    <w:rsid w:val="006420A4"/>
    <w:rsid w:val="006423EA"/>
    <w:rsid w:val="00647549"/>
    <w:rsid w:val="006638A6"/>
    <w:rsid w:val="006746F0"/>
    <w:rsid w:val="00684CF8"/>
    <w:rsid w:val="00691054"/>
    <w:rsid w:val="006A6043"/>
    <w:rsid w:val="006B50F4"/>
    <w:rsid w:val="006B7841"/>
    <w:rsid w:val="006C24E9"/>
    <w:rsid w:val="006D077E"/>
    <w:rsid w:val="006E0098"/>
    <w:rsid w:val="006F27B7"/>
    <w:rsid w:val="006F3F52"/>
    <w:rsid w:val="006F4555"/>
    <w:rsid w:val="00700B73"/>
    <w:rsid w:val="00726B29"/>
    <w:rsid w:val="007348EC"/>
    <w:rsid w:val="00740492"/>
    <w:rsid w:val="0074072F"/>
    <w:rsid w:val="00742F15"/>
    <w:rsid w:val="00746549"/>
    <w:rsid w:val="00746640"/>
    <w:rsid w:val="00760F6B"/>
    <w:rsid w:val="00761C68"/>
    <w:rsid w:val="0076200A"/>
    <w:rsid w:val="0076481E"/>
    <w:rsid w:val="007750AE"/>
    <w:rsid w:val="007758F2"/>
    <w:rsid w:val="00781C36"/>
    <w:rsid w:val="00793400"/>
    <w:rsid w:val="007A3090"/>
    <w:rsid w:val="007B1E8F"/>
    <w:rsid w:val="007B3C03"/>
    <w:rsid w:val="007C27E1"/>
    <w:rsid w:val="00803244"/>
    <w:rsid w:val="008039AD"/>
    <w:rsid w:val="00807A4C"/>
    <w:rsid w:val="00816AF2"/>
    <w:rsid w:val="00845681"/>
    <w:rsid w:val="00852003"/>
    <w:rsid w:val="008578DB"/>
    <w:rsid w:val="0086254D"/>
    <w:rsid w:val="0088518D"/>
    <w:rsid w:val="00885CAC"/>
    <w:rsid w:val="008861D4"/>
    <w:rsid w:val="008875A0"/>
    <w:rsid w:val="008946EB"/>
    <w:rsid w:val="00896515"/>
    <w:rsid w:val="008A1F73"/>
    <w:rsid w:val="008A653C"/>
    <w:rsid w:val="008B5094"/>
    <w:rsid w:val="008C03EB"/>
    <w:rsid w:val="008C579E"/>
    <w:rsid w:val="008C725C"/>
    <w:rsid w:val="008E6FE7"/>
    <w:rsid w:val="00910DF1"/>
    <w:rsid w:val="00912ECB"/>
    <w:rsid w:val="00916E8E"/>
    <w:rsid w:val="009334E7"/>
    <w:rsid w:val="0093582F"/>
    <w:rsid w:val="0093747B"/>
    <w:rsid w:val="00950D61"/>
    <w:rsid w:val="00976DF2"/>
    <w:rsid w:val="0099175E"/>
    <w:rsid w:val="009B5DCD"/>
    <w:rsid w:val="009D2C5E"/>
    <w:rsid w:val="009D38C6"/>
    <w:rsid w:val="009E04B2"/>
    <w:rsid w:val="009E2542"/>
    <w:rsid w:val="009E5D2B"/>
    <w:rsid w:val="009E7208"/>
    <w:rsid w:val="009F02FF"/>
    <w:rsid w:val="009F675F"/>
    <w:rsid w:val="009F7B1F"/>
    <w:rsid w:val="00A0292E"/>
    <w:rsid w:val="00A07A8A"/>
    <w:rsid w:val="00A20A3C"/>
    <w:rsid w:val="00A404B6"/>
    <w:rsid w:val="00A41EFD"/>
    <w:rsid w:val="00A625A5"/>
    <w:rsid w:val="00A66005"/>
    <w:rsid w:val="00A912A6"/>
    <w:rsid w:val="00A94FDC"/>
    <w:rsid w:val="00A97E91"/>
    <w:rsid w:val="00AA6562"/>
    <w:rsid w:val="00AB45D9"/>
    <w:rsid w:val="00AC39EE"/>
    <w:rsid w:val="00AC7D7C"/>
    <w:rsid w:val="00AD0749"/>
    <w:rsid w:val="00AE0A73"/>
    <w:rsid w:val="00AE18C0"/>
    <w:rsid w:val="00AE2F54"/>
    <w:rsid w:val="00AF714D"/>
    <w:rsid w:val="00B013EF"/>
    <w:rsid w:val="00B02D47"/>
    <w:rsid w:val="00B04CF4"/>
    <w:rsid w:val="00B05F61"/>
    <w:rsid w:val="00B35CEF"/>
    <w:rsid w:val="00B44085"/>
    <w:rsid w:val="00B459E6"/>
    <w:rsid w:val="00B51585"/>
    <w:rsid w:val="00B53DB0"/>
    <w:rsid w:val="00B57C4E"/>
    <w:rsid w:val="00B6558F"/>
    <w:rsid w:val="00B665AF"/>
    <w:rsid w:val="00B8225B"/>
    <w:rsid w:val="00B8668A"/>
    <w:rsid w:val="00B90EEE"/>
    <w:rsid w:val="00B92A94"/>
    <w:rsid w:val="00B934CA"/>
    <w:rsid w:val="00B95744"/>
    <w:rsid w:val="00B96226"/>
    <w:rsid w:val="00BA386D"/>
    <w:rsid w:val="00BA7592"/>
    <w:rsid w:val="00BB0570"/>
    <w:rsid w:val="00BB57C6"/>
    <w:rsid w:val="00BB7360"/>
    <w:rsid w:val="00BB7A84"/>
    <w:rsid w:val="00BD04E4"/>
    <w:rsid w:val="00C01726"/>
    <w:rsid w:val="00C0712F"/>
    <w:rsid w:val="00C162F6"/>
    <w:rsid w:val="00C179F3"/>
    <w:rsid w:val="00C269ED"/>
    <w:rsid w:val="00C32550"/>
    <w:rsid w:val="00C354E1"/>
    <w:rsid w:val="00C36DB2"/>
    <w:rsid w:val="00C445D1"/>
    <w:rsid w:val="00C44E00"/>
    <w:rsid w:val="00C465EC"/>
    <w:rsid w:val="00C46725"/>
    <w:rsid w:val="00C50037"/>
    <w:rsid w:val="00C53C50"/>
    <w:rsid w:val="00C65117"/>
    <w:rsid w:val="00C67DA4"/>
    <w:rsid w:val="00C70C9C"/>
    <w:rsid w:val="00C75A55"/>
    <w:rsid w:val="00C80DA6"/>
    <w:rsid w:val="00C84461"/>
    <w:rsid w:val="00C85A2B"/>
    <w:rsid w:val="00C938DD"/>
    <w:rsid w:val="00CA3BAC"/>
    <w:rsid w:val="00CB39A2"/>
    <w:rsid w:val="00CE1E64"/>
    <w:rsid w:val="00CE7660"/>
    <w:rsid w:val="00CF64DF"/>
    <w:rsid w:val="00D13FD8"/>
    <w:rsid w:val="00D22422"/>
    <w:rsid w:val="00D237E3"/>
    <w:rsid w:val="00D25699"/>
    <w:rsid w:val="00D26E38"/>
    <w:rsid w:val="00D5131E"/>
    <w:rsid w:val="00D52C3F"/>
    <w:rsid w:val="00D66423"/>
    <w:rsid w:val="00D746C7"/>
    <w:rsid w:val="00D752E6"/>
    <w:rsid w:val="00D760FF"/>
    <w:rsid w:val="00D94B64"/>
    <w:rsid w:val="00D95666"/>
    <w:rsid w:val="00DA0149"/>
    <w:rsid w:val="00DB04E2"/>
    <w:rsid w:val="00DB7D59"/>
    <w:rsid w:val="00DB7D61"/>
    <w:rsid w:val="00DC7522"/>
    <w:rsid w:val="00DC7881"/>
    <w:rsid w:val="00DC7A73"/>
    <w:rsid w:val="00DD3673"/>
    <w:rsid w:val="00DD60D1"/>
    <w:rsid w:val="00DE51CB"/>
    <w:rsid w:val="00DF63A2"/>
    <w:rsid w:val="00DF64A1"/>
    <w:rsid w:val="00DF7694"/>
    <w:rsid w:val="00E06DF3"/>
    <w:rsid w:val="00E141E8"/>
    <w:rsid w:val="00E178D0"/>
    <w:rsid w:val="00E20AB2"/>
    <w:rsid w:val="00E241CE"/>
    <w:rsid w:val="00E348EB"/>
    <w:rsid w:val="00E449CC"/>
    <w:rsid w:val="00E51269"/>
    <w:rsid w:val="00E5243B"/>
    <w:rsid w:val="00E773EE"/>
    <w:rsid w:val="00E83012"/>
    <w:rsid w:val="00E90989"/>
    <w:rsid w:val="00E92880"/>
    <w:rsid w:val="00E94B7D"/>
    <w:rsid w:val="00E9516D"/>
    <w:rsid w:val="00EA6F97"/>
    <w:rsid w:val="00EC056D"/>
    <w:rsid w:val="00EC3ACD"/>
    <w:rsid w:val="00EC77FB"/>
    <w:rsid w:val="00ED517A"/>
    <w:rsid w:val="00EE2542"/>
    <w:rsid w:val="00F00F26"/>
    <w:rsid w:val="00F10F27"/>
    <w:rsid w:val="00F168C0"/>
    <w:rsid w:val="00F24E8C"/>
    <w:rsid w:val="00F34B97"/>
    <w:rsid w:val="00F36AE4"/>
    <w:rsid w:val="00F36E7F"/>
    <w:rsid w:val="00F37537"/>
    <w:rsid w:val="00F426D1"/>
    <w:rsid w:val="00F612CD"/>
    <w:rsid w:val="00F7005B"/>
    <w:rsid w:val="00F7167B"/>
    <w:rsid w:val="00F80BCC"/>
    <w:rsid w:val="00F859E6"/>
    <w:rsid w:val="00F866CB"/>
    <w:rsid w:val="00F96BED"/>
    <w:rsid w:val="00FB048F"/>
    <w:rsid w:val="00FB1815"/>
    <w:rsid w:val="00FB3F4E"/>
    <w:rsid w:val="00FB4678"/>
    <w:rsid w:val="00FC2B7F"/>
    <w:rsid w:val="00FF0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E3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665DC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E2542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3665DC"/>
    <w:rPr>
      <w:rFonts w:cs="Times New Roman"/>
    </w:rPr>
  </w:style>
  <w:style w:type="paragraph" w:customStyle="1" w:styleId="ConsPlusNormal">
    <w:name w:val="ConsPlusNormal"/>
    <w:uiPriority w:val="99"/>
    <w:rsid w:val="006D077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D077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">
    <w:name w:val="1"/>
    <w:basedOn w:val="Normal"/>
    <w:uiPriority w:val="99"/>
    <w:rsid w:val="00604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691054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E2542"/>
    <w:rPr>
      <w:rFonts w:cs="Times New Roman"/>
      <w:sz w:val="24"/>
    </w:rPr>
  </w:style>
  <w:style w:type="paragraph" w:customStyle="1" w:styleId="ConsPlusNonformat">
    <w:name w:val="ConsPlusNonformat"/>
    <w:uiPriority w:val="99"/>
    <w:rsid w:val="005B38F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239</TotalTime>
  <Pages>2</Pages>
  <Words>283</Words>
  <Characters>1618</Characters>
  <Application>Microsoft Office Outlook</Application>
  <DocSecurity>0</DocSecurity>
  <Lines>0</Lines>
  <Paragraphs>0</Paragraphs>
  <ScaleCrop>false</ScaleCrop>
  <Company>АМДЕРМАСЕРВИС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В.Н.ХЛЫНОВА</dc:creator>
  <cp:keywords/>
  <dc:description/>
  <cp:lastModifiedBy>sekret</cp:lastModifiedBy>
  <cp:revision>28</cp:revision>
  <cp:lastPrinted>2018-05-03T13:55:00Z</cp:lastPrinted>
  <dcterms:created xsi:type="dcterms:W3CDTF">2017-06-14T12:09:00Z</dcterms:created>
  <dcterms:modified xsi:type="dcterms:W3CDTF">2021-04-23T10:54:00Z</dcterms:modified>
</cp:coreProperties>
</file>